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8F8C" w14:textId="057EA0DB" w:rsidR="00522304" w:rsidRDefault="007D79CB" w:rsidP="007D79CB">
      <w:pPr>
        <w:rPr>
          <w:b/>
          <w:bCs/>
        </w:rPr>
      </w:pPr>
      <w:r w:rsidRPr="007D79CB">
        <w:rPr>
          <w:b/>
          <w:bCs/>
        </w:rPr>
        <w:t>Supplementary File S3</w:t>
      </w:r>
    </w:p>
    <w:p w14:paraId="073180FA" w14:textId="77777777" w:rsidR="007D79CB" w:rsidRPr="00FE1C9E" w:rsidRDefault="007D79CB" w:rsidP="007D79C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FE1C9E">
        <w:rPr>
          <w:rFonts w:cstheme="minorHAnsi"/>
        </w:rPr>
        <w:t xml:space="preserve">Alignment of sequences of </w:t>
      </w:r>
      <w:r>
        <w:rPr>
          <w:rFonts w:cstheme="minorHAnsi"/>
        </w:rPr>
        <w:t xml:space="preserve">the cDNA encoding </w:t>
      </w:r>
      <w:r w:rsidRPr="00FE1C9E">
        <w:rPr>
          <w:rFonts w:cstheme="minorHAnsi"/>
        </w:rPr>
        <w:t>WSZ1a,</w:t>
      </w:r>
      <w:r>
        <w:rPr>
          <w:rFonts w:cstheme="minorHAnsi"/>
        </w:rPr>
        <w:t xml:space="preserve"> </w:t>
      </w:r>
      <w:r w:rsidRPr="00FE1C9E">
        <w:rPr>
          <w:rFonts w:cstheme="minorHAnsi"/>
        </w:rPr>
        <w:t>ESTs</w:t>
      </w:r>
      <w:r>
        <w:rPr>
          <w:rFonts w:cstheme="minorHAnsi"/>
        </w:rPr>
        <w:t xml:space="preserve"> encoding WSZ1a</w:t>
      </w:r>
      <w:r w:rsidRPr="00FE1C9E">
        <w:rPr>
          <w:rFonts w:cstheme="minorHAnsi"/>
        </w:rPr>
        <w:t xml:space="preserve">, </w:t>
      </w:r>
      <w:r>
        <w:rPr>
          <w:rFonts w:cstheme="minorHAnsi"/>
        </w:rPr>
        <w:t xml:space="preserve">annotated wheat genes encoding WSZ1a, and the </w:t>
      </w:r>
      <w:r w:rsidRPr="00FE1C9E">
        <w:rPr>
          <w:rFonts w:cstheme="minorHAnsi"/>
        </w:rPr>
        <w:t>PCR</w:t>
      </w:r>
      <w:r>
        <w:rPr>
          <w:rFonts w:cstheme="minorHAnsi"/>
        </w:rPr>
        <w:t xml:space="preserve"> product.</w:t>
      </w:r>
    </w:p>
    <w:p w14:paraId="112DA73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1F751C9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</w:t>
      </w:r>
    </w:p>
    <w:p w14:paraId="6AD6690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 10         20         30         40         50         60         70         80         90        100                           </w:t>
      </w:r>
    </w:p>
    <w:p w14:paraId="3E8816C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ATGGCAACCA CCCTCGCCAC CGACGTCCGC CTCTCCATCG CGCACCAGAC CCGCTTCGCC CTCCGTCTCG CCTCCACCAT CTCATCCAAC CCTAAGTCTG </w:t>
      </w:r>
    </w:p>
    <w:p w14:paraId="05DE6CB2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ATGGCAACCA CCCTCGCCAC CGACGTCCGC CTCTCCATCG CGCACCAGAC CCGCTTCGCC CTCCGTCTCG CCTCCACCAT CTCATCCAAC CCTAAGTCTG </w:t>
      </w:r>
    </w:p>
    <w:p w14:paraId="40FC9612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35160D3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ATGGCAACCA CCCTCGCCAC CGACGTCCGC CTCTCCATCG CGCACCAGAC CCGCTTCGCC CTCCGTCTCG CCTCCACCAT CTCATCCAAC CCTAAGTCTG </w:t>
      </w:r>
    </w:p>
    <w:p w14:paraId="2A0637F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4B9F07E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2EFE1F3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65FFC6E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07EBB4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38E2619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110        120        130        140        150        160        170        180        190        200                  </w:t>
      </w:r>
    </w:p>
    <w:p w14:paraId="5FC6A17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CTGCCAGCAA TGCCGCCTTC TCCCCGGTCT CCCTCTACTC CGCACTTAGC CTCCTCGCCG CTGGCGCGGG CAGTGCCACT CGGGACCAAC TCGTCGCCAC </w:t>
      </w:r>
    </w:p>
    <w:p w14:paraId="622C3FB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CTGCCAGCAA TGCCGCCTTC TCCCCGGTCT CCCTCTACTC CGCACTTAGC CTCCTCGCCG CTGGCGCGGG CAGTGCCACT CGGGACCAAC TCGTCGCCAC </w:t>
      </w:r>
    </w:p>
    <w:p w14:paraId="5696581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60BED5D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CTGCCAGCAA TGCCGCCTTC TCCCCGGTCT CCCTCTACTC CGCACTTAGC CTCCTCGCCG CTGGCGCGGG CAGTGCCACT CGGGACCAAC TCGTCGCCAC </w:t>
      </w:r>
    </w:p>
    <w:p w14:paraId="141F086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~~~~~~~~~T CGGGACCAAC TCGTCGCCAC </w:t>
      </w:r>
    </w:p>
    <w:p w14:paraId="05931D9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77E2AAC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4DBD8ED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7C1DE17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1605D4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210        220        230        240        250        260        270        280        290        300                  </w:t>
      </w:r>
    </w:p>
    <w:p w14:paraId="08E6C01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ACTCGGGACA GGCAAGGTCG AGGGACTCCA CGCGCTCGCC GAGCAGGTGG TCCAGTTTGT GCTCGCCGAC GCGTCCTCCA CTGGTGGTCC GCGTGTCGCC </w:t>
      </w:r>
    </w:p>
    <w:p w14:paraId="1762EEC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ACTCGGGACA GGCAAGGTCG AGGGACTCCA CGCGCTCGCC GAGCAGGTGG TCCAGTTTGT GCTCGCCGAC GCGTCCTCCA CTGGTGGTCC GCGTGTCGCC </w:t>
      </w:r>
    </w:p>
    <w:p w14:paraId="496FB87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5E03809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ACTCGGGACA GGCAAGGTCG AGGGACTCCA CGCGCTCGCC GAGCAGGTGG TCCAGTTTGT GCTCGCCGAC GCGTCCTCCA CTGGTGGTCC GCNNNNNNNN </w:t>
      </w:r>
    </w:p>
    <w:p w14:paraId="4769343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ACTCGGGACA GGCGAGGTCG AGGGACTCCA CGCGCTCGCC GAGCAGGTGG TCCAGTTTGT GCTCGCCGAC GCGTCCTCca CTGGTGGTCC GCGTGTCGCC </w:t>
      </w:r>
    </w:p>
    <w:p w14:paraId="2A05ED0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406278A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1CBBCCC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BACB36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5B6B7BF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310        320        330        340        350        360        370        380        390        400                  </w:t>
      </w:r>
    </w:p>
    <w:p w14:paraId="457E9A6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TTCGCCAATG GCGTCTTCGT GGACGCGTCG CTGCTCCTCA A</w:t>
      </w:r>
      <w:r>
        <w:rPr>
          <w:rFonts w:ascii="Courier New" w:hAnsi="Courier New" w:cs="Courier New"/>
          <w:sz w:val="16"/>
          <w:szCs w:val="16"/>
        </w:rPr>
        <w:t>G</w:t>
      </w:r>
      <w:r w:rsidRPr="009167EA">
        <w:rPr>
          <w:rFonts w:ascii="Courier New" w:hAnsi="Courier New" w:cs="Courier New"/>
          <w:sz w:val="16"/>
          <w:szCs w:val="16"/>
        </w:rPr>
        <w:t xml:space="preserve">GCCATCCTT CAAGAGATT GCAGTGTGCA AGTACAAGGC CGAGACCCAA TCCGTGGACT </w:t>
      </w:r>
    </w:p>
    <w:p w14:paraId="24F630B2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TTCGCCAATG GCGTCTTCGT GGACGCGTCG CTGCTCCTCA AGCCATCCTT CCAAGAGATT GCAGTGTGCA AGTACAAGGC CGAGACCCAA TCCGTGGACT </w:t>
      </w:r>
    </w:p>
    <w:p w14:paraId="13B6D6E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685E7B1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NNNNNNNNNN NNNNNNNNNN NNNNNNNNNN NNNNNNNNNN NNNNNNNNNN NNNNNNNNNN NNNNNNNNNN NNNNNNNNNN NNNNNNNNNN NNNNNNNNNN </w:t>
      </w:r>
    </w:p>
    <w:p w14:paraId="0BA5C74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TTCGCCAATG GCGTCTTCGT GGACGCGTCG CTGCTCCTCA AGCCATCCTT CCAAGAGATT GCAGTGTGCA AGTACAAGGC CGAGACCCAA TCCgTGGACT </w:t>
      </w:r>
    </w:p>
    <w:p w14:paraId="71DB9E8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115E6F4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6EE09BF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39CD098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09F3915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410        420        430        440        450        460        470        480        490        500                  </w:t>
      </w:r>
    </w:p>
    <w:p w14:paraId="601B2512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TCCAAACTAA G~~~~~~~~~ ~~~~~~~~~~ ~~~~~~~~~~ ~~~~~~~~~~ ~~~~~~~~~~ ~~~~~~~~~~ ~~~~~~~~~~ ~~~~~~~~~~ ~~~~~~~~~~ </w:t>
      </w:r>
    </w:p>
    <w:p w14:paraId="0C6A106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TCCAAACTAA G~~~~~~~~~ ~~~~~~~~~~ ~~~~~~~~~~ ~~~~~~~~~~ ~~~~~~~~~~ ~~~~~~~~~~ ~~~~~~~~~~ ~~~~~~~~~~ ~~~~~~~~~~ </w:t>
      </w:r>
    </w:p>
    <w:p w14:paraId="5C04630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2F592B4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NNNNNNNNNN NNNNNNNNNN NNNNNNNNNN NNNNNNNNNN NNNNNNNNNN NNNNNNNNNN NNNNNNNNNN NNNNNNNNNN NNNNNNNNNN NNNNNNNNNN </w:t>
      </w:r>
    </w:p>
    <w:p w14:paraId="0ADD8A0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TCCAAACTAA G</w:t>
      </w:r>
      <w:r w:rsidRPr="003F7279">
        <w:rPr>
          <w:rFonts w:ascii="Courier New" w:hAnsi="Courier New" w:cs="Courier New"/>
          <w:b/>
          <w:bCs/>
          <w:sz w:val="16"/>
          <w:szCs w:val="16"/>
          <w:highlight w:val="lightGray"/>
        </w:rPr>
        <w:t>GT</w:t>
      </w:r>
      <w:r w:rsidRPr="009167EA">
        <w:rPr>
          <w:rFonts w:ascii="Courier New" w:hAnsi="Courier New" w:cs="Courier New"/>
          <w:sz w:val="16"/>
          <w:szCs w:val="16"/>
        </w:rPr>
        <w:t xml:space="preserve">GACCCCC CCCCC..... .......... .......... .......... .......... .......... .......... .......... </w:t>
      </w:r>
    </w:p>
    <w:p w14:paraId="7003E19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5FF3260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0E073DF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46E077D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C61F71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510        520        530        540        550        560        570        580        590        600                  </w:t>
      </w:r>
    </w:p>
    <w:p w14:paraId="455085C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3D299A2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000CC3F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04C6616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NNNNNNNNNN NNNNNNNNNN NNNNNNNNNN NNNNNNNNNN NNNNNNNNNN NNNNNNNNNN NNNAATGTAA AAGAATTTTT AACGGACATA ATTATGTACA </w:t>
      </w:r>
    </w:p>
    <w:p w14:paraId="4993664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36C7088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0C9EF1C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48AECEE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7544BC8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9005E0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610        620        630        640        650        660        670        680        690        700                  </w:t>
      </w:r>
    </w:p>
    <w:p w14:paraId="4E232E9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36BF5C1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663C437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30F4B15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TTTGA..... .......... .......... .......... .......... .......... .......... .......... .......... .......... </w:t>
      </w:r>
    </w:p>
    <w:p w14:paraId="3643A47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5C09C8A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7E64149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~ATGTGTTTG AAAATTTTAC TATAAAAATG CTTTATAAAA ACACTAGTAT GCTGCTTTGC ATTCTTAGCA CAACTATTAT </w:t>
      </w:r>
    </w:p>
    <w:p w14:paraId="6078030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771A347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435C515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710        720        730        740        750        760        770        780        790        800                  </w:t>
      </w:r>
    </w:p>
    <w:p w14:paraId="47A8430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1D1F482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541F718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555444A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CDB96D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2F3752F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787757F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ATTTTGTTCT TTGAAAGAAT TTTCTATTGG TTTGTTCAAA GGTTGGTGGC ACAGCAGTAC CGTCAAACTA TTTTCATTAC ATAATTGACC TTTGTTTATT </w:t>
      </w:r>
    </w:p>
    <w:p w14:paraId="1575ED4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81C9B2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C780EC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810        820        830        840        850        860        870        880        890        900                  </w:t>
      </w:r>
    </w:p>
    <w:p w14:paraId="14DB3D8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~~~~~GCCGC TGAAGTTACT ACTCAAGTGA ATTCATGGGT AGAGAAAGTC ACGAGCGGTC GCATCAAGGA CATTCTCCCC CCAGGATCTA </w:t>
      </w:r>
    </w:p>
    <w:p w14:paraId="39D388E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~~~~~GCCGC TGAAGTTACT ACTCAAGTGA ATTCATGGGT AGAGAAAGTC ACGAGCGGTC GCATCAAGGA CATTCTCCCC CCAGGATCTA </w:t>
      </w:r>
    </w:p>
    <w:p w14:paraId="0338F11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~~~~~~~~~~ ~~~~~~~~~~ ~~~~~~~~~~ ~~~~~~~~~~ ~~~~~~~~~~ ~~~~~~~~~~ ~~~~~~~~~~ ~~~~~~~~~~ ~~~~~~~~~~ </w:t>
      </w:r>
    </w:p>
    <w:p w14:paraId="3A860F5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4408675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171251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~~~~~~ATGG CCC</w:t>
      </w:r>
      <w:r w:rsidRPr="00406544">
        <w:rPr>
          <w:rFonts w:ascii="Courier New" w:hAnsi="Courier New" w:cs="Courier New"/>
          <w:b/>
          <w:bCs/>
          <w:sz w:val="16"/>
          <w:szCs w:val="16"/>
        </w:rPr>
        <w:t>AG</w:t>
      </w:r>
      <w:r w:rsidRPr="009167EA">
        <w:rPr>
          <w:rFonts w:ascii="Courier New" w:hAnsi="Courier New" w:cs="Courier New"/>
          <w:sz w:val="16"/>
          <w:szCs w:val="16"/>
        </w:rPr>
        <w:t xml:space="preserve">GCCGC TGAAGTTACT ACTCAAGTGA ATTCATGGGT AGAGAAAGTC ACGAGCGGTC GCATCAAGGA CATTCTCCCC CCAGGATCTA </w:t>
      </w:r>
    </w:p>
    <w:p w14:paraId="3CA8847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TTTTCCATGG CCC</w:t>
      </w:r>
      <w:r w:rsidRPr="003F7279">
        <w:rPr>
          <w:rFonts w:ascii="Courier New" w:hAnsi="Courier New" w:cs="Courier New"/>
          <w:b/>
          <w:bCs/>
          <w:sz w:val="16"/>
          <w:szCs w:val="16"/>
          <w:highlight w:val="lightGray"/>
        </w:rPr>
        <w:t>AG</w:t>
      </w:r>
      <w:r w:rsidRPr="009167EA">
        <w:rPr>
          <w:rFonts w:ascii="Courier New" w:hAnsi="Courier New" w:cs="Courier New"/>
          <w:sz w:val="16"/>
          <w:szCs w:val="16"/>
        </w:rPr>
        <w:t xml:space="preserve">GCCGC TGAAGTTACT ACTCAAGTGA ATTCATGGGT AGAGAA.... .......... .......... .......... .......... </w:t>
      </w:r>
    </w:p>
    <w:p w14:paraId="27EEFAB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1615E3E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0D4D41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910        920        930        940        950        960        970        980        990        1000                 </w:t>
      </w:r>
    </w:p>
    <w:p w14:paraId="5FD9083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TTGACAATAC CACTAAACTT GTTCTTGCCA ATGCCCTTTA TTTCAAAGGA GCTTGGACAG AGCAGTTTGA TTCATATGGA ACAAAAAACG ACTACTTCTA </w:t>
      </w:r>
    </w:p>
    <w:p w14:paraId="241BFC1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TTGACAATAC CACTAAACTT GTTCTTGCCA ATGCCCTTTA TTTCAAAGGA GCTTGGACAG AGCAGTTTGA TTCATATGGA ACAAAAAACG ACTACTTCTA </w:t>
      </w:r>
    </w:p>
    <w:p w14:paraId="60A3ED3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~~~~~~~~~~ ~~~~~AACTT GTTCTTGCCA ATGCCCTTTA TTTCAAAGGA GCTTGGACAG AGCAGTTTGA TTCATATGGA ACAAAAAACG ACTACTTCTA </w:t>
      </w:r>
    </w:p>
    <w:p w14:paraId="0BCFC9B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3D7A6BE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C8AC23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TTGACAATAC CACTAAACTT GTTCTTGCCA ATGCCCTTTA TTTCAAAGGA GCTTGGACAG AGCAGTTTGA TTCATATGGA ACAAAAAACG ACTACTTCTA </w:t>
      </w:r>
    </w:p>
    <w:p w14:paraId="124928B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BAB0C6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0C07C02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063983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1010       1020       1030       1040       1050       1060       1070       1080       1090       1100                 </w:t>
      </w:r>
    </w:p>
    <w:p w14:paraId="27D38672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CCTTCTTGAT GGGAGCTCAG TTCAAACACC ATTCATGTCC AGCATGGATG ACCAATACCT TTTGTCTTCT GATGGGTTGA AGGTACTTAA GCTACCTTAC </w:t>
      </w:r>
    </w:p>
    <w:p w14:paraId="78D97EA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CCTTCTTGAT GGGAGCTCAG TTCAAACACC ATTCATGTCC AGCATGGATG ACCAATACCT TTTGTCTTCT GATGGGTTGA AGGTACTTAA ---------- </w:t>
      </w:r>
    </w:p>
    <w:p w14:paraId="4ADDCD0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CCTTCTTGAT GGGAGCTCAG TTCAAACACC ATTCATGTCC AGCATGGATG ACCAATACCT TTTGTCTTCT GATGGGTTGA AGGTACTTAA GCTACCTTAC </w:t>
      </w:r>
    </w:p>
    <w:p w14:paraId="3A103EA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C4102E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05186D0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CCTTCTTGAT GGGAGCTCAG TTCAAACACC ATTCATGTCC AGCATGGATG ACCAATACCT TTTGTCTTCT GATGGGTTGA AGGTACTTAA GCTACCTTAC </w:t>
      </w:r>
    </w:p>
    <w:p w14:paraId="151A44C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2BCCA35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4A20FE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3849C51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1110       1120       1130       1140       1150       1160       1170       1180       1190       1200                 </w:t>
      </w:r>
    </w:p>
    <w:p w14:paraId="011B2D4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AAGCAAGGTG GGGACAATAG GCAGTTCTTC ATGTATATCC TTCTTCCAGA AGCACCAGGT GGTCTCTCAA GCTTGGCCGA AAAATTGAGT GCTGAACCAG </w:t>
      </w:r>
    </w:p>
    <w:p w14:paraId="0AA56E9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---------- ---------- ---------- ---------- ---------- ---------- ---------- ---------- ---------- ---------- </w:t>
      </w:r>
    </w:p>
    <w:p w14:paraId="0790504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AAGCAAGGTG GGGACAATAG GCAGTTCTTC ATGTATATCC TTCTTCCAGA AGCACCAGGT GGTCTCTCAA GCTTGGCCGA AAAATTGAGT GCTGAACCAG </w:t>
      </w:r>
    </w:p>
    <w:p w14:paraId="466391D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74DE941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9E5557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AAGCAAGGTG GGGACAATAG GCAGTTCTTC ATGTATATCC TTCTTCCAGA AGCACCAGGT GGTCTCTCAA GCTTGGCCGA AAAATTGAGT GCTGAACCAG </w:t>
      </w:r>
    </w:p>
    <w:p w14:paraId="0E0C4E7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0929C58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28A9CC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3AADAA5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1210       1220       1230       1240       1250       1260       1270       1280       1290       1300                 </w:t>
      </w:r>
    </w:p>
    <w:p w14:paraId="336C342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ACTTCCTGGA GCGGCATATC CCAAGGCAGA GGGTTGCACT TAGGCAATTC AAGCTCCCCA AGTTCAAGAT ATCATTTGGA ATTGAAGCAT CTGATTTGCT </w:t>
      </w:r>
    </w:p>
    <w:p w14:paraId="59199BA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---------- ---------- ---------- ---------- ---------- ---------- ---------- ---------- ---------- ---------- </w:t>
      </w:r>
    </w:p>
    <w:p w14:paraId="467432B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ACTTCCTGGA GCGGCATATC CCAAGGCAGA GGGTTGCACT TAGGCAATTC AAGCTCCCCA AGTTCAAGAT ATCATTTGGA ATTGAAGCAT CTGATTTGCT </w:t>
      </w:r>
    </w:p>
    <w:p w14:paraId="72C9D43E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43E038D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0BF1AD1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ACTTCCTGGA GCGGCATATC CCAAGGCAGA GGGTTGCACT TAGGCAATTC AAGCTCCCCA AGTTCAAGAT ATCATTTGGA ATTGAAGCAT CTGATTTGCT </w:t>
      </w:r>
    </w:p>
    <w:p w14:paraId="5189C6B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2D9903E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238130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1C3DF5E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1310       1320       1330       1340       1350       1360       1370       1380       1390       1400                 </w:t>
      </w:r>
    </w:p>
    <w:p w14:paraId="100EEE3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CAAATGTTTG GGCCTCCAGC TTCCCTTCGG CGATGAAGCG GATTTTTCGG AGATGGTGGA TTCCCTAATG CCACAAGGTC TTCGTGTCTC ATCTGTTTTC </w:t>
      </w:r>
    </w:p>
    <w:p w14:paraId="27D58B4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---------- ---------- ---------- ---------- ---------- ---------- ---------- ---------- ---------- ---------- </w:t>
      </w:r>
    </w:p>
    <w:p w14:paraId="464CC75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CAAATGTTTG GGCCTCCAGC TTCCCTTCGG CGATGAAGCG GATTTTTCGG AGATGGTGGA TTCCCTAATG CCACAAGGTC TTCGTGTCTC ATCTGTTTTC </w:t>
      </w:r>
    </w:p>
    <w:p w14:paraId="0A88E07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401869C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039FFA9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CAAATGTTTG GGCCTCCAGC TTCCCTTCGG CGATGAAGCG GATTTTTCGG AGATGGTGGA TTCCCTAATG CCACAAGGTC TTCGTGTCTC ATCTGTTTTC </w:t>
      </w:r>
    </w:p>
    <w:p w14:paraId="2B5D959A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4040FC8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1823A64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AADA05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1410       1420       1430       1440       1450       1460       1470       1480       1490       1500                 </w:t>
      </w:r>
    </w:p>
    <w:p w14:paraId="61EE1C0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CACCAAGCGT TTGTGGAAGT GAACGAACAA GGAACTGAGG CTGCAGCATC AACTGCTATT AAAATGGTCC TGCAACAGGC AAGGCCGCCC TCGGTCATGG </w:t>
      </w:r>
    </w:p>
    <w:p w14:paraId="06B6F9C4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---------- ---------- ---------- ---------- ---------- ---------- ---------- ---------- ---------- ---------- </w:t>
      </w:r>
    </w:p>
    <w:p w14:paraId="34987BEB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CACCAAGCGT TTGTGGAAGT GAACGAACAA GGAACTGAGG CTGCAGCATC AACTGCTATT AAAATGGTCC TGCAACAGGC AAGGCCGCCC TCGGTCATGG </w:t>
      </w:r>
    </w:p>
    <w:p w14:paraId="58D6A43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3D6599A8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7DC4A229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CACCAAGCGT TTGTGGAAGT GAACGAACAA GGAACTGAGG CTGCAGCATC AACTGCTATT AAAATGGTCC TGCAACAGGC AAGGCCGCCC TCGGTCATGG </w:t>
      </w:r>
    </w:p>
    <w:p w14:paraId="7B8E00D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lastRenderedPageBreak/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11C250E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66A78FC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4544A76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sz w:val="16"/>
          <w:szCs w:val="16"/>
        </w:rPr>
        <w:t xml:space="preserve">                               1510       1520       1530       1540       1550       1560       1570       1580       1590       1600                 </w:t>
      </w:r>
    </w:p>
    <w:p w14:paraId="75D704E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ATTTCATCGC GGATCACCCT TTCCTCTTCC TTGTCCGGGA AGACATCTCT GGTGTGGTCC TATTCATGGG TCATGTGGTC AATCCCCTCT TATCTTCGTA </w:t>
      </w:r>
    </w:p>
    <w:p w14:paraId="54E37CF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---------- ---------- ---------- ---------- ---------- ---------- ---------- ---------- ---------- ---------- </w:t>
      </w:r>
    </w:p>
    <w:p w14:paraId="363CE26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ATTTCATCGC GGATCACCCT TTCCTCTTCC TTGTCCGGGA AGACATCTCT GGTGTGGTCC TATTCATGGG TCATGTGGTC AATCCCCTCT TATCTTCNTA </w:t>
      </w:r>
    </w:p>
    <w:p w14:paraId="58C71DE7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69D30A7F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60469356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ATTTCATCGC GGATCACCCT TTCCTCTTCC TTGTCCGGGA AGACATCTCT GGTGTGGTCC TATTCATGGG TCATGTGGTC AATCCCCTCT TATCTTCGTA </w:t>
      </w:r>
    </w:p>
    <w:p w14:paraId="0E8F24F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.......... .......... .......... .......... .......... .......... .......... .......... .......... .......... </w:t>
      </w:r>
    </w:p>
    <w:p w14:paraId="248A89C0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71D3590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540C1A71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cDNA-(Z49890)       </w:t>
      </w:r>
      <w:r w:rsidRPr="009167EA">
        <w:rPr>
          <w:rFonts w:ascii="Courier New" w:hAnsi="Courier New" w:cs="Courier New"/>
          <w:sz w:val="16"/>
          <w:szCs w:val="16"/>
        </w:rPr>
        <w:t xml:space="preserve">   A</w:t>
      </w:r>
    </w:p>
    <w:p w14:paraId="6F5F4F45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EST-CJ632731        </w:t>
      </w:r>
      <w:r w:rsidRPr="009167EA">
        <w:rPr>
          <w:rFonts w:ascii="Courier New" w:hAnsi="Courier New" w:cs="Courier New"/>
          <w:sz w:val="16"/>
          <w:szCs w:val="16"/>
        </w:rPr>
        <w:t xml:space="preserve">   -</w:t>
      </w:r>
    </w:p>
    <w:p w14:paraId="3670EB5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EST-CJ635636        </w:t>
      </w:r>
      <w:r w:rsidRPr="009167EA">
        <w:rPr>
          <w:rFonts w:ascii="Courier New" w:hAnsi="Courier New" w:cs="Courier New"/>
          <w:sz w:val="16"/>
          <w:szCs w:val="16"/>
        </w:rPr>
        <w:t xml:space="preserve">   A</w:t>
      </w:r>
    </w:p>
    <w:p w14:paraId="2500A04D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TraesCS5B02G545000LC</w:t>
      </w:r>
      <w:r w:rsidRPr="009167EA">
        <w:rPr>
          <w:rFonts w:ascii="Courier New" w:hAnsi="Courier New" w:cs="Courier New"/>
          <w:sz w:val="16"/>
          <w:szCs w:val="16"/>
        </w:rPr>
        <w:t xml:space="preserve">   .</w:t>
      </w:r>
    </w:p>
    <w:p w14:paraId="241278F3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PCR-seq-F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</w:t>
      </w:r>
    </w:p>
    <w:p w14:paraId="73B6C6FC" w14:textId="77777777" w:rsidR="007D79CB" w:rsidRPr="009167EA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>TraesCS5B02G362000.1</w:t>
      </w:r>
      <w:r w:rsidRPr="009167EA">
        <w:rPr>
          <w:rFonts w:ascii="Courier New" w:hAnsi="Courier New" w:cs="Courier New"/>
          <w:sz w:val="16"/>
          <w:szCs w:val="16"/>
        </w:rPr>
        <w:t xml:space="preserve">   A</w:t>
      </w:r>
    </w:p>
    <w:p w14:paraId="45FCA10A" w14:textId="77777777" w:rsidR="007D79CB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  <w:r w:rsidRPr="009167EA">
        <w:rPr>
          <w:rFonts w:ascii="Courier New" w:hAnsi="Courier New" w:cs="Courier New"/>
          <w:b/>
          <w:bCs/>
          <w:sz w:val="16"/>
          <w:szCs w:val="16"/>
        </w:rPr>
        <w:t xml:space="preserve">PCR-seq-R           </w:t>
      </w:r>
      <w:r w:rsidRPr="009167EA">
        <w:rPr>
          <w:rFonts w:ascii="Courier New" w:hAnsi="Courier New" w:cs="Courier New"/>
          <w:sz w:val="16"/>
          <w:szCs w:val="16"/>
        </w:rPr>
        <w:t xml:space="preserve">   .</w:t>
      </w:r>
    </w:p>
    <w:p w14:paraId="07BAE144" w14:textId="77777777" w:rsidR="007D79CB" w:rsidRDefault="007D79CB" w:rsidP="007D79CB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16"/>
          <w:szCs w:val="16"/>
        </w:rPr>
      </w:pPr>
    </w:p>
    <w:p w14:paraId="27609F02" w14:textId="77777777" w:rsidR="007D79CB" w:rsidRPr="00406544" w:rsidRDefault="007D79CB" w:rsidP="007D79C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406544">
        <w:rPr>
          <w:rFonts w:cstheme="minorHAnsi"/>
        </w:rPr>
        <w:t>Note 1</w:t>
      </w:r>
      <w:r>
        <w:rPr>
          <w:rFonts w:cstheme="minorHAnsi"/>
        </w:rPr>
        <w:t>:</w:t>
      </w:r>
      <w:r w:rsidRPr="00406544">
        <w:rPr>
          <w:rFonts w:cstheme="minorHAnsi"/>
        </w:rPr>
        <w:t xml:space="preserve"> </w:t>
      </w:r>
      <w:r>
        <w:rPr>
          <w:rFonts w:cstheme="minorHAnsi"/>
        </w:rPr>
        <w:t>Errors</w:t>
      </w:r>
      <w:r w:rsidRPr="00406544">
        <w:rPr>
          <w:rFonts w:cstheme="minorHAnsi"/>
        </w:rPr>
        <w:t xml:space="preserve"> in </w:t>
      </w:r>
      <w:r>
        <w:rPr>
          <w:rFonts w:cstheme="minorHAnsi"/>
        </w:rPr>
        <w:t xml:space="preserve">the </w:t>
      </w:r>
      <w:r w:rsidRPr="00406544">
        <w:rPr>
          <w:rFonts w:cstheme="minorHAnsi"/>
        </w:rPr>
        <w:t>original sequence of Z49890,</w:t>
      </w:r>
      <w:r>
        <w:rPr>
          <w:rFonts w:cstheme="minorHAnsi"/>
        </w:rPr>
        <w:t xml:space="preserve"> a</w:t>
      </w:r>
      <w:r w:rsidRPr="00406544">
        <w:rPr>
          <w:rFonts w:cstheme="minorHAnsi"/>
        </w:rPr>
        <w:t xml:space="preserve"> “G” insertion at 341 and </w:t>
      </w:r>
      <w:r>
        <w:rPr>
          <w:rFonts w:cstheme="minorHAnsi"/>
        </w:rPr>
        <w:t xml:space="preserve">a </w:t>
      </w:r>
      <w:r w:rsidRPr="00406544">
        <w:rPr>
          <w:rFonts w:cstheme="minorHAnsi"/>
        </w:rPr>
        <w:t>“C” deletion at 35</w:t>
      </w:r>
      <w:r>
        <w:rPr>
          <w:rFonts w:cstheme="minorHAnsi"/>
        </w:rPr>
        <w:t>2</w:t>
      </w:r>
      <w:r w:rsidRPr="00406544">
        <w:rPr>
          <w:rFonts w:cstheme="minorHAnsi"/>
        </w:rPr>
        <w:t xml:space="preserve">, </w:t>
      </w:r>
      <w:r>
        <w:rPr>
          <w:rFonts w:cstheme="minorHAnsi"/>
        </w:rPr>
        <w:t>are shown in the alignment</w:t>
      </w:r>
      <w:r w:rsidRPr="00406544">
        <w:rPr>
          <w:rFonts w:cstheme="minorHAnsi"/>
        </w:rPr>
        <w:t>.</w:t>
      </w:r>
    </w:p>
    <w:p w14:paraId="65EDB691" w14:textId="73ABF2A0" w:rsidR="007D79CB" w:rsidRPr="007D79CB" w:rsidRDefault="007D79CB" w:rsidP="007D79CB">
      <w:pPr>
        <w:autoSpaceDE w:val="0"/>
        <w:autoSpaceDN w:val="0"/>
        <w:adjustRightInd w:val="0"/>
        <w:spacing w:line="240" w:lineRule="auto"/>
        <w:rPr>
          <w:rFonts w:cstheme="minorHAnsi"/>
        </w:rPr>
      </w:pPr>
      <w:r w:rsidRPr="00406544">
        <w:rPr>
          <w:rFonts w:cstheme="minorHAnsi"/>
        </w:rPr>
        <w:t>Note 2</w:t>
      </w:r>
      <w:r>
        <w:rPr>
          <w:rFonts w:cstheme="minorHAnsi"/>
        </w:rPr>
        <w:t>:</w:t>
      </w:r>
      <w:r w:rsidRPr="00406544">
        <w:rPr>
          <w:rFonts w:cstheme="minorHAnsi"/>
        </w:rPr>
        <w:t xml:space="preserve"> Conserved splice sites “GT…” and “…AG” </w:t>
      </w:r>
      <w:r>
        <w:rPr>
          <w:rFonts w:cstheme="minorHAnsi"/>
        </w:rPr>
        <w:t>are</w:t>
      </w:r>
      <w:r w:rsidRPr="00406544">
        <w:rPr>
          <w:rFonts w:cstheme="minorHAnsi"/>
        </w:rPr>
        <w:t xml:space="preserve"> highlighted in</w:t>
      </w:r>
      <w:r>
        <w:rPr>
          <w:rFonts w:cstheme="minorHAnsi"/>
        </w:rPr>
        <w:t xml:space="preserve"> grey and</w:t>
      </w:r>
      <w:r w:rsidRPr="00406544">
        <w:rPr>
          <w:rFonts w:cstheme="minorHAnsi"/>
        </w:rPr>
        <w:t xml:space="preserve"> bold</w:t>
      </w:r>
      <w:r>
        <w:rPr>
          <w:rFonts w:cstheme="minorHAnsi"/>
        </w:rPr>
        <w:t>-type</w:t>
      </w:r>
      <w:r w:rsidRPr="00406544">
        <w:rPr>
          <w:rFonts w:cstheme="minorHAnsi"/>
        </w:rPr>
        <w:t xml:space="preserve"> in </w:t>
      </w:r>
      <w:r>
        <w:rPr>
          <w:rFonts w:cstheme="minorHAnsi"/>
        </w:rPr>
        <w:t xml:space="preserve">the </w:t>
      </w:r>
      <w:r w:rsidRPr="00406544">
        <w:rPr>
          <w:rFonts w:cstheme="minorHAnsi"/>
        </w:rPr>
        <w:t>PCR-fragment sequences (PCR-seq-F</w:t>
      </w:r>
      <w:r>
        <w:rPr>
          <w:rFonts w:cstheme="minorHAnsi"/>
        </w:rPr>
        <w:t xml:space="preserve"> and</w:t>
      </w:r>
      <w:r w:rsidRPr="00406544">
        <w:rPr>
          <w:rFonts w:cstheme="minorHAnsi"/>
        </w:rPr>
        <w:t xml:space="preserve"> PCR-seq-R).</w:t>
      </w:r>
      <w:r>
        <w:rPr>
          <w:rFonts w:cstheme="minorHAnsi"/>
        </w:rPr>
        <w:t xml:space="preserve"> PCR primers were </w:t>
      </w:r>
      <w:r w:rsidRPr="003F7279">
        <w:rPr>
          <w:rFonts w:cstheme="minorHAnsi"/>
        </w:rPr>
        <w:t>WSZ1a-F</w:t>
      </w:r>
      <w:r>
        <w:rPr>
          <w:rFonts w:cstheme="minorHAnsi"/>
        </w:rPr>
        <w:t xml:space="preserve">: </w:t>
      </w:r>
      <w:r w:rsidRPr="003F7279">
        <w:rPr>
          <w:rFonts w:cstheme="minorHAnsi"/>
        </w:rPr>
        <w:t>CCCGGTCTCCCTCTACTCC</w:t>
      </w:r>
      <w:r>
        <w:rPr>
          <w:rFonts w:cstheme="minorHAnsi"/>
        </w:rPr>
        <w:t xml:space="preserve"> and </w:t>
      </w:r>
      <w:r w:rsidRPr="003F7279">
        <w:rPr>
          <w:rFonts w:cstheme="minorHAnsi"/>
        </w:rPr>
        <w:t>WSZ1a-R</w:t>
      </w:r>
      <w:r>
        <w:rPr>
          <w:rFonts w:cstheme="minorHAnsi"/>
        </w:rPr>
        <w:t xml:space="preserve">: </w:t>
      </w:r>
      <w:r w:rsidRPr="003F7279">
        <w:rPr>
          <w:rFonts w:cstheme="minorHAnsi"/>
        </w:rPr>
        <w:t>GTGGTATTGTCAATAGATCCTGGG</w:t>
      </w:r>
      <w:r>
        <w:rPr>
          <w:rFonts w:cstheme="minorHAnsi"/>
        </w:rPr>
        <w:t>. Wheat Chinese Spring genomic DNA was used as template. The PCR product was sequenced from both primers.</w:t>
      </w:r>
    </w:p>
    <w:sectPr w:rsidR="007D79CB" w:rsidRPr="007D79CB" w:rsidSect="007D79C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8AF5" w14:textId="77777777" w:rsidR="00F204A9" w:rsidRDefault="00F204A9">
      <w:pPr>
        <w:spacing w:line="240" w:lineRule="auto"/>
      </w:pPr>
      <w:r>
        <w:separator/>
      </w:r>
    </w:p>
  </w:endnote>
  <w:endnote w:type="continuationSeparator" w:id="0">
    <w:p w14:paraId="0A3A1B62" w14:textId="77777777" w:rsidR="00F204A9" w:rsidRDefault="00F20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CD8C" w14:textId="77777777" w:rsidR="00E90986" w:rsidRPr="00590BF9" w:rsidRDefault="00E90986" w:rsidP="00E9098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BC8A" w14:textId="77777777" w:rsidR="00953C94" w:rsidRDefault="00953C94" w:rsidP="00F32F04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0DCFB27B" w14:textId="71CB7077" w:rsidR="00E90986" w:rsidRPr="008B308E" w:rsidRDefault="00E90986" w:rsidP="00B200C8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9231ED">
      <w:rPr>
        <w:i/>
        <w:szCs w:val="16"/>
      </w:rPr>
      <w:t>Int. J. Environ. Res. Public Health</w:t>
    </w:r>
    <w:r w:rsidRPr="009231ED">
      <w:rPr>
        <w:szCs w:val="16"/>
      </w:rPr>
      <w:t xml:space="preserve"> </w:t>
    </w:r>
    <w:r w:rsidR="00D034D5">
      <w:rPr>
        <w:b/>
        <w:szCs w:val="16"/>
      </w:rPr>
      <w:t>2023</w:t>
    </w:r>
    <w:r w:rsidR="00AE348C" w:rsidRPr="00AE348C">
      <w:rPr>
        <w:szCs w:val="16"/>
      </w:rPr>
      <w:t>,</w:t>
    </w:r>
    <w:r w:rsidR="00D034D5">
      <w:rPr>
        <w:i/>
        <w:szCs w:val="16"/>
      </w:rPr>
      <w:t xml:space="preserve"> 20</w:t>
    </w:r>
    <w:r w:rsidR="00AE348C" w:rsidRPr="00AE348C">
      <w:rPr>
        <w:szCs w:val="16"/>
      </w:rPr>
      <w:t xml:space="preserve">, </w:t>
    </w:r>
    <w:r w:rsidR="00286AD9">
      <w:rPr>
        <w:szCs w:val="16"/>
      </w:rPr>
      <w:t>2707</w:t>
    </w:r>
    <w:r w:rsidR="00953C94">
      <w:rPr>
        <w:szCs w:val="16"/>
      </w:rPr>
      <w:t>. https://doi.org/10.3390/</w:t>
    </w:r>
    <w:r w:rsidR="00286AD9">
      <w:t>ijms24032707</w:t>
    </w:r>
    <w:r w:rsidR="00B200C8" w:rsidRPr="008B308E">
      <w:rPr>
        <w:lang w:val="fr-CH"/>
      </w:rPr>
      <w:tab/>
    </w:r>
    <w:r w:rsidRPr="008B308E">
      <w:rPr>
        <w:lang w:val="fr-CH"/>
      </w:rPr>
      <w:t>www.mdpi.com/journal/</w:t>
    </w:r>
    <w:r>
      <w:t>ijerph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3C082" w14:textId="77777777" w:rsidR="00F204A9" w:rsidRDefault="00F204A9">
      <w:pPr>
        <w:spacing w:line="240" w:lineRule="auto"/>
      </w:pPr>
      <w:r>
        <w:separator/>
      </w:r>
    </w:p>
  </w:footnote>
  <w:footnote w:type="continuationSeparator" w:id="0">
    <w:p w14:paraId="756A34F2" w14:textId="77777777" w:rsidR="00F204A9" w:rsidRDefault="00F20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C231" w14:textId="77777777" w:rsidR="00E90986" w:rsidRDefault="00E90986" w:rsidP="00E9098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95E4" w14:textId="4ABA9F69" w:rsidR="00953C94" w:rsidRDefault="00E90986" w:rsidP="00B200C8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Int. J. Environ. Res. Public Health </w:t>
    </w:r>
    <w:r w:rsidR="00D034D5">
      <w:rPr>
        <w:b/>
        <w:sz w:val="16"/>
      </w:rPr>
      <w:t>2023</w:t>
    </w:r>
    <w:r w:rsidR="00AE348C" w:rsidRPr="00AE348C">
      <w:rPr>
        <w:sz w:val="16"/>
      </w:rPr>
      <w:t>,</w:t>
    </w:r>
    <w:r w:rsidR="00D034D5">
      <w:rPr>
        <w:i/>
        <w:sz w:val="16"/>
      </w:rPr>
      <w:t xml:space="preserve"> 20</w:t>
    </w:r>
    <w:r w:rsidR="001F0C32">
      <w:rPr>
        <w:sz w:val="16"/>
      </w:rPr>
      <w:t xml:space="preserve">, </w:t>
    </w:r>
    <w:r w:rsidR="00286AD9">
      <w:rPr>
        <w:sz w:val="16"/>
      </w:rPr>
      <w:t>2707</w:t>
    </w:r>
    <w:r w:rsidR="00B200C8">
      <w:rPr>
        <w:sz w:val="16"/>
      </w:rPr>
      <w:tab/>
    </w:r>
    <w:r w:rsidR="001F0C32">
      <w:rPr>
        <w:sz w:val="16"/>
      </w:rPr>
      <w:fldChar w:fldCharType="begin"/>
    </w:r>
    <w:r w:rsidR="001F0C32">
      <w:rPr>
        <w:sz w:val="16"/>
      </w:rPr>
      <w:instrText xml:space="preserve"> PAGE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  <w:r w:rsidR="001F0C32">
      <w:rPr>
        <w:sz w:val="16"/>
      </w:rPr>
      <w:t xml:space="preserve"> of </w:t>
    </w:r>
    <w:r w:rsidR="001F0C32">
      <w:rPr>
        <w:sz w:val="16"/>
      </w:rPr>
      <w:fldChar w:fldCharType="begin"/>
    </w:r>
    <w:r w:rsidR="001F0C32">
      <w:rPr>
        <w:sz w:val="16"/>
      </w:rPr>
      <w:instrText xml:space="preserve"> NUMPAGES   \* MERGEFORMAT </w:instrText>
    </w:r>
    <w:r w:rsidR="001F0C32">
      <w:rPr>
        <w:sz w:val="16"/>
      </w:rPr>
      <w:fldChar w:fldCharType="separate"/>
    </w:r>
    <w:r w:rsidR="009313EF">
      <w:rPr>
        <w:sz w:val="16"/>
      </w:rPr>
      <w:t>5</w:t>
    </w:r>
    <w:r w:rsidR="001F0C32">
      <w:rPr>
        <w:sz w:val="16"/>
      </w:rPr>
      <w:fldChar w:fldCharType="end"/>
    </w:r>
  </w:p>
  <w:p w14:paraId="4FAE4E81" w14:textId="77777777" w:rsidR="00E90986" w:rsidRPr="00305CED" w:rsidRDefault="00E90986" w:rsidP="00F32F04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53C94" w:rsidRPr="00B200C8" w14:paraId="32FCBB22" w14:textId="77777777" w:rsidTr="00510707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DF91C25" w14:textId="77777777" w:rsidR="00953C94" w:rsidRPr="006331AD" w:rsidRDefault="0088318A" w:rsidP="00B200C8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6331AD">
            <w:rPr>
              <w:rFonts w:eastAsia="DengXian"/>
              <w:b/>
              <w:bCs/>
            </w:rPr>
            <w:drawing>
              <wp:inline distT="0" distB="0" distL="0" distR="0" wp14:anchorId="18D1DCFB" wp14:editId="46173DC9">
                <wp:extent cx="1828800" cy="429260"/>
                <wp:effectExtent l="0" t="0" r="0" b="0"/>
                <wp:docPr id="1" name="Picture 3" descr="C:\Users\home\Desktop\logos\png\ijerph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png\ijerph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8B9AC1C" w14:textId="77777777" w:rsidR="00953C94" w:rsidRPr="006331AD" w:rsidRDefault="00953C94" w:rsidP="00B200C8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60C5A9A" w14:textId="77777777" w:rsidR="00953C94" w:rsidRPr="006331AD" w:rsidRDefault="00510707" w:rsidP="00510707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04AA0F21" wp14:editId="0B1326EE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A3E47D" w14:textId="77777777" w:rsidR="00E90986" w:rsidRPr="00953C94" w:rsidRDefault="00E90986" w:rsidP="00F32F04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12E6D"/>
    <w:multiLevelType w:val="hybridMultilevel"/>
    <w:tmpl w:val="89DE7AB4"/>
    <w:lvl w:ilvl="0" w:tplc="F27033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E4EA68C0"/>
    <w:lvl w:ilvl="0" w:tplc="7634241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B46A9"/>
    <w:multiLevelType w:val="hybridMultilevel"/>
    <w:tmpl w:val="0F36FAF2"/>
    <w:lvl w:ilvl="0" w:tplc="278A6020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440C7"/>
    <w:multiLevelType w:val="hybridMultilevel"/>
    <w:tmpl w:val="77241A6A"/>
    <w:lvl w:ilvl="0" w:tplc="D92C02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120896">
    <w:abstractNumId w:val="4"/>
  </w:num>
  <w:num w:numId="2" w16cid:durableId="613487806">
    <w:abstractNumId w:val="7"/>
  </w:num>
  <w:num w:numId="3" w16cid:durableId="717976663">
    <w:abstractNumId w:val="3"/>
  </w:num>
  <w:num w:numId="4" w16cid:durableId="11880601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228884">
    <w:abstractNumId w:val="5"/>
  </w:num>
  <w:num w:numId="6" w16cid:durableId="1269005301">
    <w:abstractNumId w:val="10"/>
  </w:num>
  <w:num w:numId="7" w16cid:durableId="2044624447">
    <w:abstractNumId w:val="2"/>
  </w:num>
  <w:num w:numId="8" w16cid:durableId="1990329370">
    <w:abstractNumId w:val="10"/>
  </w:num>
  <w:num w:numId="9" w16cid:durableId="1819879645">
    <w:abstractNumId w:val="2"/>
  </w:num>
  <w:num w:numId="10" w16cid:durableId="1526478403">
    <w:abstractNumId w:val="10"/>
  </w:num>
  <w:num w:numId="11" w16cid:durableId="1114012711">
    <w:abstractNumId w:val="2"/>
  </w:num>
  <w:num w:numId="12" w16cid:durableId="464003878">
    <w:abstractNumId w:val="11"/>
  </w:num>
  <w:num w:numId="13" w16cid:durableId="438068372">
    <w:abstractNumId w:val="10"/>
  </w:num>
  <w:num w:numId="14" w16cid:durableId="256520048">
    <w:abstractNumId w:val="2"/>
  </w:num>
  <w:num w:numId="15" w16cid:durableId="462769856">
    <w:abstractNumId w:val="1"/>
  </w:num>
  <w:num w:numId="16" w16cid:durableId="33505890">
    <w:abstractNumId w:val="8"/>
  </w:num>
  <w:num w:numId="17" w16cid:durableId="951323575">
    <w:abstractNumId w:val="0"/>
  </w:num>
  <w:num w:numId="18" w16cid:durableId="2008945808">
    <w:abstractNumId w:val="10"/>
  </w:num>
  <w:num w:numId="19" w16cid:durableId="538785186">
    <w:abstractNumId w:val="2"/>
  </w:num>
  <w:num w:numId="20" w16cid:durableId="1500541001">
    <w:abstractNumId w:val="1"/>
  </w:num>
  <w:num w:numId="21" w16cid:durableId="385958424">
    <w:abstractNumId w:val="9"/>
  </w:num>
  <w:num w:numId="22" w16cid:durableId="1853564132">
    <w:abstractNumId w:val="6"/>
  </w:num>
  <w:num w:numId="23" w16cid:durableId="190278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9CB"/>
    <w:rsid w:val="0002554A"/>
    <w:rsid w:val="0003183D"/>
    <w:rsid w:val="00041937"/>
    <w:rsid w:val="00047C14"/>
    <w:rsid w:val="00062D64"/>
    <w:rsid w:val="0006442A"/>
    <w:rsid w:val="00070BC3"/>
    <w:rsid w:val="00072F70"/>
    <w:rsid w:val="0008598A"/>
    <w:rsid w:val="000946E3"/>
    <w:rsid w:val="000C3D95"/>
    <w:rsid w:val="000D4CAC"/>
    <w:rsid w:val="001035B5"/>
    <w:rsid w:val="001059AA"/>
    <w:rsid w:val="00113A18"/>
    <w:rsid w:val="00121956"/>
    <w:rsid w:val="001228BC"/>
    <w:rsid w:val="00177995"/>
    <w:rsid w:val="00183AB8"/>
    <w:rsid w:val="00187A46"/>
    <w:rsid w:val="00194C32"/>
    <w:rsid w:val="001957FA"/>
    <w:rsid w:val="001C3A2B"/>
    <w:rsid w:val="001D41F9"/>
    <w:rsid w:val="001E2AEB"/>
    <w:rsid w:val="001F0C32"/>
    <w:rsid w:val="001F53CA"/>
    <w:rsid w:val="001F6D18"/>
    <w:rsid w:val="002019E5"/>
    <w:rsid w:val="0020566A"/>
    <w:rsid w:val="00205AC7"/>
    <w:rsid w:val="0020625A"/>
    <w:rsid w:val="00214A6A"/>
    <w:rsid w:val="00223336"/>
    <w:rsid w:val="00236323"/>
    <w:rsid w:val="00257BA9"/>
    <w:rsid w:val="00262314"/>
    <w:rsid w:val="00271140"/>
    <w:rsid w:val="00284BEB"/>
    <w:rsid w:val="0028607E"/>
    <w:rsid w:val="00286AD9"/>
    <w:rsid w:val="002D57A5"/>
    <w:rsid w:val="002E3019"/>
    <w:rsid w:val="002F3D49"/>
    <w:rsid w:val="00302C67"/>
    <w:rsid w:val="00306807"/>
    <w:rsid w:val="00322BD2"/>
    <w:rsid w:val="00326141"/>
    <w:rsid w:val="003663D4"/>
    <w:rsid w:val="0039002C"/>
    <w:rsid w:val="003938DA"/>
    <w:rsid w:val="003B546C"/>
    <w:rsid w:val="00401B3A"/>
    <w:rsid w:val="00401D30"/>
    <w:rsid w:val="00404FC7"/>
    <w:rsid w:val="00407587"/>
    <w:rsid w:val="00414DE1"/>
    <w:rsid w:val="00417958"/>
    <w:rsid w:val="00421077"/>
    <w:rsid w:val="0042738E"/>
    <w:rsid w:val="0046726B"/>
    <w:rsid w:val="00484C66"/>
    <w:rsid w:val="004A751A"/>
    <w:rsid w:val="004B5280"/>
    <w:rsid w:val="004D0D3D"/>
    <w:rsid w:val="004D5A80"/>
    <w:rsid w:val="004D6B8D"/>
    <w:rsid w:val="00510707"/>
    <w:rsid w:val="00514646"/>
    <w:rsid w:val="00522304"/>
    <w:rsid w:val="00527484"/>
    <w:rsid w:val="00547C19"/>
    <w:rsid w:val="00576272"/>
    <w:rsid w:val="005940DE"/>
    <w:rsid w:val="005B0E8A"/>
    <w:rsid w:val="005B6C3D"/>
    <w:rsid w:val="005D71B5"/>
    <w:rsid w:val="005E04FC"/>
    <w:rsid w:val="005E213E"/>
    <w:rsid w:val="00615FFE"/>
    <w:rsid w:val="006211DD"/>
    <w:rsid w:val="006331AD"/>
    <w:rsid w:val="00662E41"/>
    <w:rsid w:val="006822FA"/>
    <w:rsid w:val="00686327"/>
    <w:rsid w:val="00692393"/>
    <w:rsid w:val="006C61EE"/>
    <w:rsid w:val="006F1164"/>
    <w:rsid w:val="00711C0C"/>
    <w:rsid w:val="00713758"/>
    <w:rsid w:val="007267FB"/>
    <w:rsid w:val="00733AF9"/>
    <w:rsid w:val="007A0755"/>
    <w:rsid w:val="007B3E14"/>
    <w:rsid w:val="007C437A"/>
    <w:rsid w:val="007D1435"/>
    <w:rsid w:val="007D79CB"/>
    <w:rsid w:val="007E5A5B"/>
    <w:rsid w:val="007F1B92"/>
    <w:rsid w:val="00826149"/>
    <w:rsid w:val="0083072F"/>
    <w:rsid w:val="00861A54"/>
    <w:rsid w:val="0088318A"/>
    <w:rsid w:val="008B4E46"/>
    <w:rsid w:val="008B5ADF"/>
    <w:rsid w:val="008C5CBF"/>
    <w:rsid w:val="008E00B4"/>
    <w:rsid w:val="008E3B5E"/>
    <w:rsid w:val="00904094"/>
    <w:rsid w:val="00917FC0"/>
    <w:rsid w:val="009313EF"/>
    <w:rsid w:val="00950618"/>
    <w:rsid w:val="00953C94"/>
    <w:rsid w:val="00985746"/>
    <w:rsid w:val="00997B86"/>
    <w:rsid w:val="009A52C8"/>
    <w:rsid w:val="009B03B9"/>
    <w:rsid w:val="009B152D"/>
    <w:rsid w:val="009F274E"/>
    <w:rsid w:val="009F70E6"/>
    <w:rsid w:val="00A0136F"/>
    <w:rsid w:val="00A02301"/>
    <w:rsid w:val="00A146C0"/>
    <w:rsid w:val="00A41EC8"/>
    <w:rsid w:val="00A64950"/>
    <w:rsid w:val="00AA4EA9"/>
    <w:rsid w:val="00AC3293"/>
    <w:rsid w:val="00AC61B4"/>
    <w:rsid w:val="00AD2D7B"/>
    <w:rsid w:val="00AE0E14"/>
    <w:rsid w:val="00AE348C"/>
    <w:rsid w:val="00AF44C1"/>
    <w:rsid w:val="00B00E09"/>
    <w:rsid w:val="00B06823"/>
    <w:rsid w:val="00B200C8"/>
    <w:rsid w:val="00B230E1"/>
    <w:rsid w:val="00B432DE"/>
    <w:rsid w:val="00B670B5"/>
    <w:rsid w:val="00B91113"/>
    <w:rsid w:val="00BE6750"/>
    <w:rsid w:val="00BF437C"/>
    <w:rsid w:val="00C13470"/>
    <w:rsid w:val="00C22823"/>
    <w:rsid w:val="00C243C9"/>
    <w:rsid w:val="00C639EA"/>
    <w:rsid w:val="00C65B0B"/>
    <w:rsid w:val="00C82596"/>
    <w:rsid w:val="00CA7505"/>
    <w:rsid w:val="00CB597B"/>
    <w:rsid w:val="00CC3BD2"/>
    <w:rsid w:val="00CC57CC"/>
    <w:rsid w:val="00D034D5"/>
    <w:rsid w:val="00D1351A"/>
    <w:rsid w:val="00D412C1"/>
    <w:rsid w:val="00D75394"/>
    <w:rsid w:val="00D81521"/>
    <w:rsid w:val="00D84E70"/>
    <w:rsid w:val="00D96023"/>
    <w:rsid w:val="00DC7F54"/>
    <w:rsid w:val="00DD5900"/>
    <w:rsid w:val="00E04E7D"/>
    <w:rsid w:val="00E4528C"/>
    <w:rsid w:val="00E66088"/>
    <w:rsid w:val="00E706A1"/>
    <w:rsid w:val="00E755FF"/>
    <w:rsid w:val="00E90986"/>
    <w:rsid w:val="00ED1BAB"/>
    <w:rsid w:val="00F005AA"/>
    <w:rsid w:val="00F01EEE"/>
    <w:rsid w:val="00F204A9"/>
    <w:rsid w:val="00F22F3D"/>
    <w:rsid w:val="00F32F04"/>
    <w:rsid w:val="00F35C92"/>
    <w:rsid w:val="00F62C5C"/>
    <w:rsid w:val="00F71EC5"/>
    <w:rsid w:val="00FA6084"/>
    <w:rsid w:val="00FB0D48"/>
    <w:rsid w:val="00FE6577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C17234"/>
  <w15:chartTrackingRefBased/>
  <w15:docId w15:val="{0CE7D467-F00F-409B-849F-CEDB85A3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304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22304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22304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22304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22304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522304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22304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22304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46726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522304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22304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522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522304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22304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22304"/>
    <w:pPr>
      <w:ind w:firstLine="0"/>
    </w:pPr>
  </w:style>
  <w:style w:type="paragraph" w:customStyle="1" w:styleId="MDPI31text">
    <w:name w:val="MDPI_3.1_text"/>
    <w:qFormat/>
    <w:rsid w:val="00322BD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22304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22304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22304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22304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10707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10707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2230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22304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2230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7D143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22304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22304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22304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22304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22304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22304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22304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187A46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522304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522304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284BE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52230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52230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243C9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AE34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22304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2230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22304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06442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22304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2230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22304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2230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22304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22304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22304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22304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22304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22304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2230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22304"/>
  </w:style>
  <w:style w:type="paragraph" w:styleId="Bibliography">
    <w:name w:val="Bibliography"/>
    <w:basedOn w:val="Normal"/>
    <w:next w:val="Normal"/>
    <w:uiPriority w:val="37"/>
    <w:semiHidden/>
    <w:unhideWhenUsed/>
    <w:rsid w:val="00522304"/>
  </w:style>
  <w:style w:type="paragraph" w:styleId="BodyText">
    <w:name w:val="Body Text"/>
    <w:link w:val="BodyTextChar"/>
    <w:rsid w:val="00522304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522304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522304"/>
    <w:rPr>
      <w:sz w:val="21"/>
      <w:szCs w:val="21"/>
    </w:rPr>
  </w:style>
  <w:style w:type="paragraph" w:styleId="CommentText">
    <w:name w:val="annotation text"/>
    <w:basedOn w:val="Normal"/>
    <w:link w:val="CommentTextChar"/>
    <w:rsid w:val="00522304"/>
  </w:style>
  <w:style w:type="character" w:customStyle="1" w:styleId="CommentTextChar">
    <w:name w:val="Comment Text Char"/>
    <w:link w:val="CommentText"/>
    <w:rsid w:val="00522304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522304"/>
    <w:rPr>
      <w:b/>
      <w:bCs/>
    </w:rPr>
  </w:style>
  <w:style w:type="character" w:customStyle="1" w:styleId="CommentSubjectChar">
    <w:name w:val="Comment Subject Char"/>
    <w:link w:val="CommentSubject"/>
    <w:rsid w:val="00522304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522304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22304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522304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522304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522304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522304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22304"/>
    <w:rPr>
      <w:szCs w:val="24"/>
    </w:rPr>
  </w:style>
  <w:style w:type="paragraph" w:customStyle="1" w:styleId="MsoFootnoteText0">
    <w:name w:val="MsoFootnoteText"/>
    <w:basedOn w:val="NormalWeb"/>
    <w:qFormat/>
    <w:rsid w:val="00522304"/>
    <w:rPr>
      <w:rFonts w:ascii="Times New Roman" w:hAnsi="Times New Roman"/>
    </w:rPr>
  </w:style>
  <w:style w:type="character" w:styleId="PageNumber">
    <w:name w:val="page number"/>
    <w:rsid w:val="00522304"/>
  </w:style>
  <w:style w:type="character" w:styleId="PlaceholderText">
    <w:name w:val="Placeholder Text"/>
    <w:uiPriority w:val="99"/>
    <w:semiHidden/>
    <w:rsid w:val="00522304"/>
    <w:rPr>
      <w:color w:val="808080"/>
    </w:rPr>
  </w:style>
  <w:style w:type="paragraph" w:customStyle="1" w:styleId="MDPI71FootNotes">
    <w:name w:val="MDPI_7.1_FootNotes"/>
    <w:qFormat/>
    <w:rsid w:val="00262314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amplates\ijerph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ijerph-template.dot</Template>
  <TotalTime>1</TotalTime>
  <Pages>8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2023-01-31T11:50:00Z</dcterms:created>
  <dcterms:modified xsi:type="dcterms:W3CDTF">2023-01-31T13:51:00Z</dcterms:modified>
</cp:coreProperties>
</file>