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DA3AC" w14:textId="4EFA9750" w:rsidR="0028224B" w:rsidRPr="00AF46A3" w:rsidRDefault="00AF46A3" w:rsidP="0028224B">
      <w:pPr>
        <w:pStyle w:val="MDPI12title"/>
        <w:spacing w:line="240" w:lineRule="atLeast"/>
        <w:rPr>
          <w:lang w:val="en"/>
        </w:rPr>
      </w:pPr>
      <w:r w:rsidRPr="00AF46A3">
        <w:t>Supplementary material for the paper “Classification Algorithm for Person Identification and Gesture Recognition Based on Hand Gestures with Small Training Sets”</w:t>
      </w:r>
    </w:p>
    <w:p w14:paraId="6EB85BDE" w14:textId="6663D9B3" w:rsidR="00AF46A3" w:rsidRDefault="00AF46A3" w:rsidP="00D131DE">
      <w:pPr>
        <w:pStyle w:val="MDPI31text"/>
      </w:pPr>
      <w:bookmarkStart w:id="0" w:name="_GoBack"/>
      <w:bookmarkEnd w:id="0"/>
      <w:r>
        <w:t>Below there is the confusion matrix related to the person identification experiment. The 10-fold cross validation was performed, the trainings were performed using sequentially the only one sample of each of classes.</w:t>
      </w:r>
    </w:p>
    <w:p w14:paraId="1FA39594" w14:textId="77777777" w:rsidR="00D131DE" w:rsidRPr="00D131DE" w:rsidRDefault="00D131DE" w:rsidP="00D131DE">
      <w:pPr>
        <w:pStyle w:val="MDPI31text"/>
      </w:pPr>
    </w:p>
    <w:tbl>
      <w:tblPr>
        <w:tblW w:w="82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AF46A3" w:rsidRPr="00D131DE" w14:paraId="091ADC16" w14:textId="77777777" w:rsidTr="004D03ED">
        <w:trPr>
          <w:trHeight w:val="400"/>
        </w:trPr>
        <w:tc>
          <w:tcPr>
            <w:tcW w:w="300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A943D1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D131DE">
              <w:rPr>
                <w:rFonts w:ascii="Palatino Linotype" w:hAnsi="Palatino Linotype"/>
                <w:b/>
                <w:sz w:val="24"/>
                <w:szCs w:val="24"/>
              </w:rPr>
              <w:t>True class (person)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9B7F9E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7BB04E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278D5C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66C0FD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067717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136447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FAD71A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F46A3" w:rsidRPr="00D131DE" w14:paraId="238F0BE5" w14:textId="77777777" w:rsidTr="004D03ED">
        <w:trPr>
          <w:trHeight w:val="34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79F116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22C290" w14:textId="77777777" w:rsidR="00AF46A3" w:rsidRPr="00D131DE" w:rsidRDefault="00AF46A3" w:rsidP="004D03ED">
            <w:pPr>
              <w:widowControl w:val="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4"/>
                <w:szCs w:val="24"/>
              </w:rPr>
              <w:t>Predicted class (person)</w:t>
            </w:r>
          </w:p>
        </w:tc>
      </w:tr>
      <w:tr w:rsidR="00AF46A3" w:rsidRPr="00D131DE" w14:paraId="56C2FD9B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C81427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B9EC58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ACAD14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78D28D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322F7B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546DBB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0275EE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72DA84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35D67C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725FC3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D09A79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</w:tr>
      <w:tr w:rsidR="00AF46A3" w:rsidRPr="00D131DE" w14:paraId="40FF3223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88017F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AE24FA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1756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CD5B5F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54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37091B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53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65101F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2861C3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3B29EB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C3D910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6B1999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C1D3E1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EA3BA5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</w:tr>
      <w:tr w:rsidR="00AF46A3" w:rsidRPr="00D131DE" w14:paraId="30EAC49D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3332AC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2BAEAC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D8F38C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1880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040D64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826C67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85724D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7EC75F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B3415C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DF2297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3ECF3A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A0ABC6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AF46A3" w:rsidRPr="00D131DE" w14:paraId="38730D37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859447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962815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8C81A0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55A25A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1906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423E9F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693135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9170C1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9F864A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EF871E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1F799D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8975A5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AF46A3" w:rsidRPr="00D131DE" w14:paraId="184D1EF7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CEBB64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F7BEF4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26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653F08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2FC5B6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42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C0AC9B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1723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AAC02D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9B6094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67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D4ECA0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868E50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0E8B40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00D738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</w:tr>
      <w:tr w:rsidR="00AF46A3" w:rsidRPr="00D131DE" w14:paraId="2A2F681C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A9B63B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C0EC3B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338014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53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C567A4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25D976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1490BB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1866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01425B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5B7087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F8D238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A58CC1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159CDB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AF46A3" w:rsidRPr="00D131DE" w14:paraId="470BBF98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B9B909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FC7752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7A51BE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9EAE68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959116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EBF9DF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DDA3AC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1875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DCD827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5CFB67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2570D6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66BA73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AF46A3" w:rsidRPr="00D131DE" w14:paraId="7FEA9C8E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C200C3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A40AD0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3F9C76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623EF9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16A3B5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933B02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4B96EA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E96B06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1867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BB7AC1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611315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25E5B9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AF46A3" w:rsidRPr="00D131DE" w14:paraId="733A5B41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84F62F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E559FE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BA34DA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8A3EEC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9CD89F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2F3362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D33EE4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41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20C09D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64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8A36C2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1689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635D48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FE84D3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</w:tr>
      <w:tr w:rsidR="00AF46A3" w:rsidRPr="00D131DE" w14:paraId="1FFBC29C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CBCD31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8B9EF3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5DBB6D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EC14B2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E2D12D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7F5D07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20996D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AADA2A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8068DC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436D1A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1841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BD6C98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</w:tr>
      <w:tr w:rsidR="00AF46A3" w:rsidRPr="00D131DE" w14:paraId="2A90117D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65A7C7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E22D40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EEAD52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7BD7B1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0E5DEB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35D831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B38A49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CCD060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62B766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228EF2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D2B5AA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1877</w:t>
            </w:r>
          </w:p>
        </w:tc>
      </w:tr>
      <w:tr w:rsidR="00AF46A3" w:rsidRPr="00D131DE" w14:paraId="366FDBBA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FBB89E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E6838B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512A37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CD34BA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6CBEFA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E75CF4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E5D834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A41B62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BB45F0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76B8AB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973F9B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F46A3" w:rsidRPr="00D131DE" w14:paraId="7D922184" w14:textId="77777777" w:rsidTr="004D03ED">
        <w:trPr>
          <w:trHeight w:val="315"/>
        </w:trPr>
        <w:tc>
          <w:tcPr>
            <w:tcW w:w="15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4D2DCE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Missclasified: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E343BA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AA1535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FC558B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6A6D52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F0A2A1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9BCB09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C8FC3A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80FC62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5F281A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F46A3" w:rsidRPr="00D131DE" w14:paraId="40EAD3DC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1CCE5F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25F172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127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AC8193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268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F3B241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211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0A36E4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83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E8830D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224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F8425E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190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16F646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197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F2CB73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122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73C389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68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21208E" w14:textId="77777777" w:rsidR="00AF46A3" w:rsidRPr="00D131DE" w:rsidRDefault="00AF46A3" w:rsidP="004D03ED">
            <w:pPr>
              <w:widowControl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</w:tr>
    </w:tbl>
    <w:p w14:paraId="0BCE6489" w14:textId="77777777" w:rsidR="00AF46A3" w:rsidRPr="00D131DE" w:rsidRDefault="00AF46A3" w:rsidP="00AF46A3">
      <w:pPr>
        <w:spacing w:before="200"/>
        <w:jc w:val="both"/>
        <w:rPr>
          <w:rFonts w:ascii="Palatino Linotype" w:hAnsi="Palatino Linotype"/>
          <w:color w:val="0A0A0A"/>
        </w:rPr>
      </w:pPr>
    </w:p>
    <w:tbl>
      <w:tblPr>
        <w:tblW w:w="62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50"/>
        <w:gridCol w:w="5535"/>
      </w:tblGrid>
      <w:tr w:rsidR="00AF46A3" w:rsidRPr="00D131DE" w14:paraId="11CA58AA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F3856F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5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52A681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the highest values</w:t>
            </w:r>
          </w:p>
        </w:tc>
      </w:tr>
      <w:tr w:rsidR="00AF46A3" w:rsidRPr="00D131DE" w14:paraId="66879995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B83545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5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E064CB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the lowest values</w:t>
            </w:r>
          </w:p>
        </w:tc>
      </w:tr>
    </w:tbl>
    <w:p w14:paraId="7B1BE129" w14:textId="77777777" w:rsidR="00AF46A3" w:rsidRPr="00D131DE" w:rsidRDefault="00AF46A3" w:rsidP="00AF46A3">
      <w:pPr>
        <w:spacing w:before="200"/>
        <w:jc w:val="both"/>
        <w:rPr>
          <w:rFonts w:ascii="Palatino Linotype" w:hAnsi="Palatino Linotype"/>
          <w:color w:val="0A0A0A"/>
        </w:rPr>
      </w:pPr>
      <w:r w:rsidRPr="00D131DE">
        <w:rPr>
          <w:rFonts w:ascii="Palatino Linotype" w:hAnsi="Palatino Linotype"/>
        </w:rPr>
        <w:br w:type="page"/>
      </w:r>
    </w:p>
    <w:p w14:paraId="7196EC1A" w14:textId="34F90A46" w:rsidR="00AF46A3" w:rsidRPr="00D131DE" w:rsidRDefault="00AF46A3" w:rsidP="00D131DE">
      <w:pPr>
        <w:pStyle w:val="MDPI31text"/>
      </w:pPr>
      <w:r w:rsidRPr="00D131DE">
        <w:lastRenderedPageBreak/>
        <w:t>Below there is the confusion matrix related to the gesture recognition experiment. The cross validation was performed similarly like in case of person identification.</w:t>
      </w:r>
    </w:p>
    <w:p w14:paraId="510BE20A" w14:textId="77777777" w:rsidR="00D131DE" w:rsidRPr="00D131DE" w:rsidRDefault="00D131DE" w:rsidP="00D131DE">
      <w:pPr>
        <w:pStyle w:val="MDPI31text"/>
      </w:pPr>
    </w:p>
    <w:tbl>
      <w:tblPr>
        <w:tblW w:w="885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81"/>
        <w:gridCol w:w="381"/>
        <w:gridCol w:w="383"/>
        <w:gridCol w:w="386"/>
        <w:gridCol w:w="384"/>
        <w:gridCol w:w="387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22"/>
      </w:tblGrid>
      <w:tr w:rsidR="00D131DE" w:rsidRPr="00D131DE" w14:paraId="0DB18BD1" w14:textId="77777777" w:rsidTr="00D131DE">
        <w:trPr>
          <w:gridAfter w:val="1"/>
          <w:wAfter w:w="20" w:type="dxa"/>
          <w:trHeight w:val="375"/>
        </w:trPr>
        <w:tc>
          <w:tcPr>
            <w:tcW w:w="230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EC96A2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True class (gesture)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5BA1FD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623847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160609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F2660E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41F84F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DFC4A4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87AE87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3F60E9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75ABD4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4DAE0B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1AC784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6505E5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9FEE17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7DE8A2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52677F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59220B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7BCE99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</w:tr>
      <w:tr w:rsidR="00AF46A3" w:rsidRPr="00D131DE" w14:paraId="26980F36" w14:textId="77777777" w:rsidTr="00D131DE">
        <w:trPr>
          <w:trHeight w:val="375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4D884C" w14:textId="77777777" w:rsidR="00AF46A3" w:rsidRPr="00D131DE" w:rsidRDefault="00AF46A3" w:rsidP="004D03ED">
            <w:pPr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8470" w:type="dxa"/>
            <w:gridSpan w:val="2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72AE5E" w14:textId="77777777" w:rsidR="00AF46A3" w:rsidRPr="00D131DE" w:rsidRDefault="00AF46A3" w:rsidP="004D03ED">
            <w:pPr>
              <w:jc w:val="center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Predicted class (gesture)</w:t>
            </w:r>
          </w:p>
        </w:tc>
      </w:tr>
      <w:tr w:rsidR="00D131DE" w:rsidRPr="00D131DE" w14:paraId="1B1FB1F0" w14:textId="77777777" w:rsidTr="00D131DE">
        <w:trPr>
          <w:gridAfter w:val="1"/>
          <w:wAfter w:w="22" w:type="dxa"/>
          <w:trHeight w:val="263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8C53E6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7B6AC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BB63E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2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F45D1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A378A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4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591F2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0CC54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F911C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2BE91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9A037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843D4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2FC47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90730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9A9C8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74BD7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955BD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F035C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4AAB8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A3AE1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5A83D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80C6F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20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5EC9B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21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6DD20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22</w:t>
            </w:r>
          </w:p>
        </w:tc>
      </w:tr>
      <w:tr w:rsidR="00D131DE" w:rsidRPr="00D131DE" w14:paraId="1F04D721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F9F1A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B910C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863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C56C1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D0D1C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0C78E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11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8776A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DF1C9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588A6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C13D4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595DD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718A5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D452B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770C8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28782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96333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3827B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5863A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F5000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0DC82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C47D4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07B37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7D84F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621D2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</w:tr>
      <w:tr w:rsidR="00D131DE" w:rsidRPr="00D131DE" w14:paraId="28916FA9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BDD9C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2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58FB3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6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A9545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811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15DA7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6AAB9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44DD8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F4381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18002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CB9F1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A2AF3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2888A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0F46F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21179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93C53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2A1E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9241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BA105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11078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5ACF1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C7616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EF664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34B4A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0316E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20</w:t>
            </w:r>
          </w:p>
        </w:tc>
      </w:tr>
      <w:tr w:rsidR="00D131DE" w:rsidRPr="00D131DE" w14:paraId="26297E0C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75698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5E6DA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A1AB9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6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3F6B8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802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0C3CE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89729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FDCA5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477FD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00ED1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957BB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B7802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BB66B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60C74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C9191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D3CF8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CD883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F0ABA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F7277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B2311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11001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3C4A1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F2495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F550C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6</w:t>
            </w:r>
          </w:p>
        </w:tc>
      </w:tr>
      <w:tr w:rsidR="00D131DE" w:rsidRPr="00D131DE" w14:paraId="3C70D83A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D5675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4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E9DA9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11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74450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88D36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237A5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844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19977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D3FEE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E7B65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4C200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76356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EC012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F5AA6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97452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45B0A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97DB2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C030C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1C1D8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A6B39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43B07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D6C46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39ECE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421DF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83FC4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</w:tr>
      <w:tr w:rsidR="00D131DE" w:rsidRPr="00D131DE" w14:paraId="1C9ECFF6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23ECA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5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3ABCB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67014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A945E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EC915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90238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875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AEB32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1AB35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5F970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30DF4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F1649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AC62C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570E9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D69E1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7B311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1738A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E5AE8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64F93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B95EB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74558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00C50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925F0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53603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</w:tr>
      <w:tr w:rsidR="00D131DE" w:rsidRPr="00D131DE" w14:paraId="33704887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9CC9C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6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F51CE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6376D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D28ED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BE9BA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6655C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F63DD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873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AE322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C6B0A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72B54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A145C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FDB26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B15F6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A69BF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B9EB2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7F3FC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BDFAB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477D3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9B9F2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35F59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1B417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ABB1D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D1B09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</w:tr>
      <w:tr w:rsidR="00D131DE" w:rsidRPr="00D131DE" w14:paraId="7536BFEB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9B3B4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7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3F1E7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8184B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CC47A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E4B05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4E1D7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CD8E4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D9675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793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5EF53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F2DD3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1D0F0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D5373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B2EB2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F4124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6E293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2F699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F2741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5C4C9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F39D4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E5141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3FAC4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C0693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92724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</w:tr>
      <w:tr w:rsidR="00D131DE" w:rsidRPr="00D131DE" w14:paraId="7F968CDF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6D881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8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09CB0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BE464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9BB66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B0D99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97753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782A7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01607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DE4AD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807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E8CD0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0E599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90AE3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78F14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CE68C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963E2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DC6B2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07044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3C7E4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C512C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6E43D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2D905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07D9A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350F3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6</w:t>
            </w:r>
          </w:p>
        </w:tc>
      </w:tr>
      <w:tr w:rsidR="00D131DE" w:rsidRPr="00D131DE" w14:paraId="49A1D498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A73A1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6B616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83EA2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BBD10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4F167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1CD48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1212F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6E51F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4C42F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B187F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829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BB170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70509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D1CA1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43990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52308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1C917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058E0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2739F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E7061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E10F3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10DA8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9BBC4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924D0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</w:tr>
      <w:tr w:rsidR="00D131DE" w:rsidRPr="00D131DE" w14:paraId="57A7B0B2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6596E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10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5ABA9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B40B5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22F69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5A183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5F62B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5B394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B081F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76337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A1A4E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3F497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881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F19A8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C2913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492F1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A1405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2EAE3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DE2E9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AD98E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CF345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182C2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62844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793C6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10415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</w:tr>
      <w:tr w:rsidR="00D131DE" w:rsidRPr="00D131DE" w14:paraId="5CD83F13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3293C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11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5CF1F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BB906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9FD36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7DE64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F896D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BFE73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16D1E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801E8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1F178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D74A2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446A0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887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A52AE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6B798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22A7F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933AE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4766E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44054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8B990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7ACE1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41A17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DD6E1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D6145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</w:tr>
      <w:tr w:rsidR="00D131DE" w:rsidRPr="00D131DE" w14:paraId="56C45702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F8AF7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12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6F5F5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A945A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E0EDB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0CFA4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EA131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EB341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3A554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E69FD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8E0E0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BC50F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7A352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56AA2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815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C9A95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71C03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E8489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34CA6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44ADB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C88A4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6DFFB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F6F5B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3DC4E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B78DB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</w:tr>
      <w:tr w:rsidR="00D131DE" w:rsidRPr="00D131DE" w14:paraId="23F6FDBE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4AC40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13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4F9C1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23B36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A69E8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1D9E8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568A7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09C0C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35872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8FD75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44E01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56017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82F8A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8A61B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D32F5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830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CB636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B282D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51A8E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C96E1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90A5A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30780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785A8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361F0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5005B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</w:tr>
      <w:tr w:rsidR="00D131DE" w:rsidRPr="00D131DE" w14:paraId="5AB239EF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711C7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14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5DF52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92663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67CA1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C1594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13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8A159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6B08D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3DEDE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DD792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7EE2F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D6880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2D745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D635B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D7286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352A5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851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A542C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FFFF4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F1DE2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E3517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B8DB8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CBBF9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80D42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5735A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</w:tr>
      <w:tr w:rsidR="00D131DE" w:rsidRPr="00D131DE" w14:paraId="4E15DC12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655FB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15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16AE4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29953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4F511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E7C22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112B7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BC418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2AA9B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BDAAD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50FB3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C31EE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85C2F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961E6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1A368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ABC23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45E57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846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81A06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F3B86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F5521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5AB83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5AB00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1F3CB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68A88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</w:tr>
      <w:tr w:rsidR="00D131DE" w:rsidRPr="00D131DE" w14:paraId="1A39E60A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A86BA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16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3648E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975C9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C91B0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1E982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C034B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B2FF7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FF278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9B97A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16551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CBF2D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3093A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9E1EB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0CA47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0EA1E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66F77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31299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861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153BA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9E5FB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C9E3F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3B4C5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EC050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891D6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</w:tr>
      <w:tr w:rsidR="00D131DE" w:rsidRPr="00D131DE" w14:paraId="4F760EA1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3ADD8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17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508FD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AA9C6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3F9DF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9D136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FE597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BB1E9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918A8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7B564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A8919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E549F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54080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C42F2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520A1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59F82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9214A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2E7F9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E19DB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835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6B875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33C7A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7E601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38AB0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05AAC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</w:tr>
      <w:tr w:rsidR="00D131DE" w:rsidRPr="00D131DE" w14:paraId="2399EB68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1C0B0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18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DF215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1004A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8FCEC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FCFDD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A2EE8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A4BD0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F5950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6330A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4EE50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B49C9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E7903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95500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2BC45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17B5B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A3EAB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70BDF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34386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65479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807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78938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C128F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4D740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692AB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</w:tr>
      <w:tr w:rsidR="00D131DE" w:rsidRPr="00D131DE" w14:paraId="332DF66A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E8BEB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19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EA16D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7B79E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0011B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B49D4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029A0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DC450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50FDC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23914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894B9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2621B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E77FD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1FE3E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75C58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273B2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1658F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5EA10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53E84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02ACC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AA548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885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79DF3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760E5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10D7A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</w:tr>
      <w:tr w:rsidR="00D131DE" w:rsidRPr="00D131DE" w14:paraId="0DD0364F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5304B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20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E7DF6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71675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96BCB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D37EB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B12D7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28FE4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B096E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9B02D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C834B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9C199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8DA08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540E3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B2568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AD7CB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972B6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684EC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A4068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9A829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91B5A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F186E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839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D031B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101A5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</w:tr>
      <w:tr w:rsidR="00D131DE" w:rsidRPr="00D131DE" w14:paraId="0D1F0280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C023F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21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311F4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89275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B6A13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52F9A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3FF9C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5ECC3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CC5FE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88BEB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0883F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BB514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29F3A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740B0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D702F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98F91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98FF3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8481D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75848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6AC33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D0762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51166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D5204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788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44C3F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</w:tr>
      <w:tr w:rsidR="00D131DE" w:rsidRPr="00D131DE" w14:paraId="0AC6CAED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AF904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22</w:t>
            </w: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3F2BA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7B0F5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09779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3DD20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AECE7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32FA4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B944B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8E448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E6AD6D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982104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37580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3868D3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1A122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38835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14955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B350C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9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2DBD8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CCAD7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27D51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26E75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85C47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CF6E4A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873</w:t>
            </w:r>
          </w:p>
        </w:tc>
      </w:tr>
      <w:tr w:rsidR="00D131DE" w:rsidRPr="00D131DE" w14:paraId="7C8F046A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63A8DD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51D3B2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3309FC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12FCD5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7A73FC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C06702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3C971C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7DEFC7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6480A2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A78A71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76BE61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728B53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57B1EA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5131C8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EF7BFB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741A1C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1A7A6A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D710F9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B2D97A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4DFFED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600270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4A4645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76BF21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</w:tr>
      <w:tr w:rsidR="00D131DE" w:rsidRPr="00D131DE" w14:paraId="146F7677" w14:textId="77777777" w:rsidTr="00D131DE">
        <w:trPr>
          <w:gridAfter w:val="1"/>
          <w:wAfter w:w="21" w:type="dxa"/>
          <w:trHeight w:val="227"/>
        </w:trPr>
        <w:tc>
          <w:tcPr>
            <w:tcW w:w="153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A955E4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Missclassified: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50B737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9172F9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F4AAEC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4E1239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1E0386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7A1E52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EA062F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FBFD1D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29F251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41CA6A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FF3F2A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27155B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6B41DE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CA943A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A53FD9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8F4C50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6F62CA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2DD564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6060D4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</w:tr>
      <w:tr w:rsidR="00D131DE" w:rsidRPr="00D131DE" w14:paraId="0507C37D" w14:textId="77777777" w:rsidTr="00D131DE">
        <w:trPr>
          <w:gridAfter w:val="1"/>
          <w:wAfter w:w="22" w:type="dxa"/>
          <w:trHeight w:val="227"/>
        </w:trPr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2077B8" w14:textId="77777777" w:rsidR="00AF46A3" w:rsidRPr="00D131DE" w:rsidRDefault="00AF46A3" w:rsidP="00D131DE">
            <w:pPr>
              <w:spacing w:line="240" w:lineRule="exact"/>
              <w:jc w:val="both"/>
              <w:rPr>
                <w:rFonts w:ascii="Palatino Linotype" w:hAnsi="Palatino Linotype"/>
                <w:color w:val="0A0A0A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9D821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28</w:t>
            </w:r>
          </w:p>
        </w:tc>
        <w:tc>
          <w:tcPr>
            <w:tcW w:w="3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93B72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16</w:t>
            </w:r>
          </w:p>
        </w:tc>
        <w:tc>
          <w:tcPr>
            <w:tcW w:w="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E6C32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D9F43B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39</w:t>
            </w:r>
          </w:p>
        </w:tc>
        <w:tc>
          <w:tcPr>
            <w:tcW w:w="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7B4A5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68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DF82F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B0CAC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53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60D85E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5942F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123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6B267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96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AFA58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8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6E276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E966F7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1FEA71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76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71F3A6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b/>
                <w:color w:val="0A0A0A"/>
                <w:sz w:val="16"/>
                <w:szCs w:val="16"/>
              </w:rPr>
              <w:t>141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9D1825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62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B43269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30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FEC05C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265792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62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FA672F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24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556CB0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77</w:t>
            </w:r>
          </w:p>
        </w:tc>
        <w:tc>
          <w:tcPr>
            <w:tcW w:w="3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376418" w14:textId="77777777" w:rsidR="00AF46A3" w:rsidRPr="00D131DE" w:rsidRDefault="00AF46A3" w:rsidP="00D131DE">
            <w:pPr>
              <w:spacing w:line="240" w:lineRule="exact"/>
              <w:jc w:val="right"/>
              <w:rPr>
                <w:rFonts w:ascii="Palatino Linotype" w:hAnsi="Palatino Linotype"/>
                <w:color w:val="0A0A0A"/>
                <w:sz w:val="16"/>
                <w:szCs w:val="16"/>
              </w:rPr>
            </w:pPr>
            <w:r w:rsidRPr="00D131DE">
              <w:rPr>
                <w:rFonts w:ascii="Palatino Linotype" w:hAnsi="Palatino Linotype"/>
                <w:color w:val="0A0A0A"/>
                <w:sz w:val="16"/>
                <w:szCs w:val="16"/>
              </w:rPr>
              <w:t>49</w:t>
            </w:r>
          </w:p>
        </w:tc>
      </w:tr>
    </w:tbl>
    <w:p w14:paraId="15E352ED" w14:textId="77777777" w:rsidR="00AF46A3" w:rsidRPr="00D131DE" w:rsidRDefault="00AF46A3" w:rsidP="00AF46A3">
      <w:pPr>
        <w:spacing w:before="200"/>
        <w:jc w:val="both"/>
        <w:rPr>
          <w:rFonts w:ascii="Palatino Linotype" w:hAnsi="Palatino Linotype"/>
          <w:color w:val="0A0A0A"/>
        </w:rPr>
      </w:pPr>
    </w:p>
    <w:tbl>
      <w:tblPr>
        <w:tblW w:w="62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50"/>
        <w:gridCol w:w="5535"/>
      </w:tblGrid>
      <w:tr w:rsidR="00AF46A3" w:rsidRPr="00D131DE" w14:paraId="4E2E7451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F110A2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5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17FC14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the highest values</w:t>
            </w:r>
          </w:p>
        </w:tc>
      </w:tr>
      <w:tr w:rsidR="00AF46A3" w:rsidRPr="00D131DE" w14:paraId="52D6E64A" w14:textId="77777777" w:rsidTr="004D03ED">
        <w:trPr>
          <w:trHeight w:val="315"/>
        </w:trPr>
        <w:tc>
          <w:tcPr>
            <w:tcW w:w="7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31143A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5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E1D5E0" w14:textId="77777777" w:rsidR="00AF46A3" w:rsidRPr="00D131DE" w:rsidRDefault="00AF46A3" w:rsidP="004D03ED">
            <w:pPr>
              <w:widowControl w:val="0"/>
              <w:rPr>
                <w:rFonts w:ascii="Palatino Linotype" w:hAnsi="Palatino Linotype"/>
                <w:sz w:val="20"/>
                <w:szCs w:val="20"/>
              </w:rPr>
            </w:pPr>
            <w:r w:rsidRPr="00D131DE">
              <w:rPr>
                <w:rFonts w:ascii="Palatino Linotype" w:hAnsi="Palatino Linotype"/>
                <w:sz w:val="20"/>
                <w:szCs w:val="20"/>
              </w:rPr>
              <w:t>the lowest values</w:t>
            </w:r>
          </w:p>
        </w:tc>
      </w:tr>
    </w:tbl>
    <w:p w14:paraId="194D7EA6" w14:textId="77777777" w:rsidR="00AF46A3" w:rsidRDefault="00AF46A3" w:rsidP="00AF46A3">
      <w:pPr>
        <w:jc w:val="both"/>
        <w:rPr>
          <w:color w:val="0A0A0A"/>
        </w:rPr>
      </w:pPr>
    </w:p>
    <w:p w14:paraId="4D007102" w14:textId="77777777" w:rsidR="0028224B" w:rsidRPr="00620A30" w:rsidRDefault="0028224B" w:rsidP="00AF46A3">
      <w:pPr>
        <w:pStyle w:val="MDPI14history"/>
        <w:rPr>
          <w:rFonts w:eastAsia="宋体"/>
          <w:sz w:val="20"/>
        </w:rPr>
      </w:pPr>
    </w:p>
    <w:sectPr w:rsidR="0028224B" w:rsidRPr="00620A30" w:rsidSect="00AF46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D98E8" w14:textId="77777777" w:rsidR="00997347" w:rsidRDefault="00997347">
      <w:pPr>
        <w:spacing w:line="240" w:lineRule="auto"/>
      </w:pPr>
      <w:r>
        <w:separator/>
      </w:r>
    </w:p>
  </w:endnote>
  <w:endnote w:type="continuationSeparator" w:id="0">
    <w:p w14:paraId="11F287D1" w14:textId="77777777" w:rsidR="00997347" w:rsidRDefault="009973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A2F7A" w14:textId="77777777" w:rsidR="001F5853" w:rsidRDefault="001F5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9280C" w14:textId="77777777" w:rsidR="00494C08" w:rsidRPr="00CC2C1C" w:rsidRDefault="00494C08" w:rsidP="00494C08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0A4BC" w14:textId="77777777" w:rsidR="00494C08" w:rsidRPr="008B308E" w:rsidRDefault="00494C08" w:rsidP="00494C08">
    <w:pPr>
      <w:pStyle w:val="MDPIfooterfirstpage"/>
      <w:spacing w:line="240" w:lineRule="auto"/>
      <w:jc w:val="both"/>
      <w:rPr>
        <w:lang w:val="fr-CH"/>
      </w:rPr>
    </w:pPr>
    <w:r w:rsidRPr="00544B3D">
      <w:rPr>
        <w:i/>
        <w:szCs w:val="16"/>
        <w:lang w:val="it-IT"/>
      </w:rPr>
      <w:t>Sensors</w:t>
    </w:r>
    <w:r w:rsidRPr="00544B3D">
      <w:rPr>
        <w:szCs w:val="16"/>
        <w:lang w:val="it-IT"/>
      </w:rPr>
      <w:t xml:space="preserve"> </w:t>
    </w:r>
    <w:r w:rsidR="00375A07" w:rsidRPr="00375A07">
      <w:rPr>
        <w:b/>
        <w:szCs w:val="16"/>
        <w:lang w:val="it-IT"/>
      </w:rPr>
      <w:t>2019</w:t>
    </w:r>
    <w:r w:rsidR="00375A07" w:rsidRPr="00375A07">
      <w:rPr>
        <w:szCs w:val="16"/>
        <w:lang w:val="it-IT"/>
      </w:rPr>
      <w:t xml:space="preserve">, </w:t>
    </w:r>
    <w:r w:rsidR="00375A07" w:rsidRPr="00375A07">
      <w:rPr>
        <w:i/>
        <w:szCs w:val="16"/>
        <w:lang w:val="it-IT"/>
      </w:rPr>
      <w:t>19</w:t>
    </w:r>
    <w:r w:rsidR="00375A07" w:rsidRPr="00375A07">
      <w:rPr>
        <w:szCs w:val="16"/>
        <w:lang w:val="it-IT"/>
      </w:rPr>
      <w:t xml:space="preserve">, </w:t>
    </w:r>
    <w:r w:rsidR="001F5853">
      <w:rPr>
        <w:szCs w:val="16"/>
        <w:lang w:val="it-IT"/>
      </w:rPr>
      <w:t>x; doi: FOR PEER REVIEW</w:t>
    </w:r>
    <w:r w:rsidR="0088200B" w:rsidRPr="008B308E">
      <w:rPr>
        <w:lang w:val="fr-CH"/>
      </w:rPr>
      <w:tab/>
    </w:r>
    <w:r w:rsidRPr="008B308E">
      <w:rPr>
        <w:lang w:val="fr-CH"/>
      </w:rPr>
      <w:t>www.mdpi.com/journal/</w:t>
    </w:r>
    <w:r w:rsidRPr="00544B3D">
      <w:rPr>
        <w:lang w:val="it-IT"/>
      </w:rPr>
      <w:t>sensors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04B9D4" w14:textId="77777777" w:rsidR="00997347" w:rsidRDefault="00997347">
      <w:pPr>
        <w:spacing w:line="240" w:lineRule="auto"/>
      </w:pPr>
      <w:r>
        <w:separator/>
      </w:r>
    </w:p>
  </w:footnote>
  <w:footnote w:type="continuationSeparator" w:id="0">
    <w:p w14:paraId="4D3E08F0" w14:textId="77777777" w:rsidR="00997347" w:rsidRDefault="009973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DF54D" w14:textId="77777777" w:rsidR="00494C08" w:rsidRDefault="00494C08" w:rsidP="00494C0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3B57" w14:textId="77777777" w:rsidR="00494C08" w:rsidRPr="00DC1886" w:rsidRDefault="00494C08" w:rsidP="00E2476B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Sensors </w:t>
    </w:r>
    <w:r w:rsidR="00375A07" w:rsidRPr="00375A07">
      <w:rPr>
        <w:rFonts w:ascii="Palatino Linotype" w:hAnsi="Palatino Linotype"/>
        <w:b/>
        <w:sz w:val="16"/>
      </w:rPr>
      <w:t>2019</w:t>
    </w:r>
    <w:r w:rsidR="00375A07" w:rsidRPr="00375A07">
      <w:rPr>
        <w:rFonts w:ascii="Palatino Linotype" w:hAnsi="Palatino Linotype"/>
        <w:sz w:val="16"/>
      </w:rPr>
      <w:t xml:space="preserve">, </w:t>
    </w:r>
    <w:r w:rsidR="00375A07" w:rsidRPr="00375A07">
      <w:rPr>
        <w:rFonts w:ascii="Palatino Linotype" w:hAnsi="Palatino Linotype"/>
        <w:i/>
        <w:sz w:val="16"/>
      </w:rPr>
      <w:t>19</w:t>
    </w:r>
    <w:r w:rsidR="001F5853">
      <w:rPr>
        <w:rFonts w:ascii="Palatino Linotype" w:hAnsi="Palatino Linotype"/>
        <w:sz w:val="16"/>
      </w:rPr>
      <w:t>, x FOR PEER REVIEW</w:t>
    </w:r>
    <w:r w:rsidR="0088200B">
      <w:rPr>
        <w:rFonts w:ascii="Palatino Linotype" w:hAnsi="Palatino Linotype"/>
        <w:sz w:val="16"/>
      </w:rPr>
      <w:tab/>
    </w:r>
    <w:r w:rsidR="001F5853">
      <w:rPr>
        <w:rFonts w:ascii="Palatino Linotype" w:hAnsi="Palatino Linotype"/>
        <w:sz w:val="16"/>
      </w:rPr>
      <w:fldChar w:fldCharType="begin"/>
    </w:r>
    <w:r w:rsidR="001F5853">
      <w:rPr>
        <w:rFonts w:ascii="Palatino Linotype" w:hAnsi="Palatino Linotype"/>
        <w:sz w:val="16"/>
      </w:rPr>
      <w:instrText xml:space="preserve"> PAGE   \* MERGEFORMAT </w:instrText>
    </w:r>
    <w:r w:rsidR="001F5853">
      <w:rPr>
        <w:rFonts w:ascii="Palatino Linotype" w:hAnsi="Palatino Linotype"/>
        <w:sz w:val="16"/>
      </w:rPr>
      <w:fldChar w:fldCharType="separate"/>
    </w:r>
    <w:r w:rsidR="001F5853">
      <w:rPr>
        <w:rFonts w:ascii="Palatino Linotype" w:hAnsi="Palatino Linotype"/>
        <w:noProof/>
        <w:sz w:val="16"/>
      </w:rPr>
      <w:t>2</w:t>
    </w:r>
    <w:r w:rsidR="001F5853">
      <w:rPr>
        <w:rFonts w:ascii="Palatino Linotype" w:hAnsi="Palatino Linotype"/>
        <w:sz w:val="16"/>
      </w:rPr>
      <w:fldChar w:fldCharType="end"/>
    </w:r>
    <w:r w:rsidR="001F5853">
      <w:rPr>
        <w:rFonts w:ascii="Palatino Linotype" w:hAnsi="Palatino Linotype"/>
        <w:sz w:val="16"/>
      </w:rPr>
      <w:t xml:space="preserve"> of </w:t>
    </w:r>
    <w:r w:rsidR="001F5853">
      <w:rPr>
        <w:rFonts w:ascii="Palatino Linotype" w:hAnsi="Palatino Linotype"/>
        <w:sz w:val="16"/>
      </w:rPr>
      <w:fldChar w:fldCharType="begin"/>
    </w:r>
    <w:r w:rsidR="001F5853">
      <w:rPr>
        <w:rFonts w:ascii="Palatino Linotype" w:hAnsi="Palatino Linotype"/>
        <w:sz w:val="16"/>
      </w:rPr>
      <w:instrText xml:space="preserve"> NUMPAGES   \* MERGEFORMAT </w:instrText>
    </w:r>
    <w:r w:rsidR="001F5853">
      <w:rPr>
        <w:rFonts w:ascii="Palatino Linotype" w:hAnsi="Palatino Linotype"/>
        <w:sz w:val="16"/>
      </w:rPr>
      <w:fldChar w:fldCharType="separate"/>
    </w:r>
    <w:r w:rsidR="001F5853">
      <w:rPr>
        <w:rFonts w:ascii="Palatino Linotype" w:hAnsi="Palatino Linotype"/>
        <w:noProof/>
        <w:sz w:val="16"/>
      </w:rPr>
      <w:t>3</w:t>
    </w:r>
    <w:r w:rsidR="001F5853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2E5BC" w14:textId="29852C79" w:rsidR="00494C08" w:rsidRDefault="00AF46A3" w:rsidP="00494C08">
    <w:pPr>
      <w:pStyle w:val="MDPIheaderjournallogo"/>
    </w:pPr>
    <w:r w:rsidRPr="006F24D2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430F82F3" wp14:editId="6B07E91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B4BC63" w14:textId="288F08E7" w:rsidR="00494C08" w:rsidRDefault="00AF46A3" w:rsidP="00494C08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28224B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33427B96" wp14:editId="21147311">
                                <wp:extent cx="539115" cy="35369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36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F82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63B4BC63" w14:textId="288F08E7" w:rsidR="00494C08" w:rsidRDefault="00AF46A3" w:rsidP="00494C08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28224B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33427B96" wp14:editId="21147311">
                          <wp:extent cx="539115" cy="35369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36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451F7ABF" wp14:editId="17885C2A">
          <wp:extent cx="1480185" cy="429895"/>
          <wp:effectExtent l="0" t="0" r="0" b="0"/>
          <wp:docPr id="5" name="Picture 3" descr="C:\Users\home\Desktop\logos\png\sensor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png\sensors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18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attachedTemplate r:id="rId1"/>
  <w:defaultTabStop w:val="42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6A3"/>
    <w:rsid w:val="00035DBF"/>
    <w:rsid w:val="00064A99"/>
    <w:rsid w:val="00080004"/>
    <w:rsid w:val="00135066"/>
    <w:rsid w:val="001445B9"/>
    <w:rsid w:val="00163483"/>
    <w:rsid w:val="001B65E3"/>
    <w:rsid w:val="001E2AEB"/>
    <w:rsid w:val="001F5853"/>
    <w:rsid w:val="00217BC0"/>
    <w:rsid w:val="00255A6D"/>
    <w:rsid w:val="0028224B"/>
    <w:rsid w:val="002A1F1B"/>
    <w:rsid w:val="002A77E9"/>
    <w:rsid w:val="002B786A"/>
    <w:rsid w:val="00320D3C"/>
    <w:rsid w:val="00326141"/>
    <w:rsid w:val="0036011B"/>
    <w:rsid w:val="003652CD"/>
    <w:rsid w:val="00375A07"/>
    <w:rsid w:val="00401D30"/>
    <w:rsid w:val="0045658A"/>
    <w:rsid w:val="004853C6"/>
    <w:rsid w:val="00494C08"/>
    <w:rsid w:val="00497112"/>
    <w:rsid w:val="004A49D9"/>
    <w:rsid w:val="004F5EEF"/>
    <w:rsid w:val="005608DF"/>
    <w:rsid w:val="0058611F"/>
    <w:rsid w:val="005939A2"/>
    <w:rsid w:val="005942A1"/>
    <w:rsid w:val="005E2BCD"/>
    <w:rsid w:val="00625FF5"/>
    <w:rsid w:val="00692393"/>
    <w:rsid w:val="006F2E13"/>
    <w:rsid w:val="0070534D"/>
    <w:rsid w:val="007273C6"/>
    <w:rsid w:val="007712FB"/>
    <w:rsid w:val="00777CAB"/>
    <w:rsid w:val="0088200B"/>
    <w:rsid w:val="008D2D50"/>
    <w:rsid w:val="008E5863"/>
    <w:rsid w:val="00913BBC"/>
    <w:rsid w:val="009169F1"/>
    <w:rsid w:val="00925AEC"/>
    <w:rsid w:val="009306EC"/>
    <w:rsid w:val="00947030"/>
    <w:rsid w:val="00952152"/>
    <w:rsid w:val="00967F36"/>
    <w:rsid w:val="00997347"/>
    <w:rsid w:val="009C1197"/>
    <w:rsid w:val="009D0D08"/>
    <w:rsid w:val="009F70E6"/>
    <w:rsid w:val="00A8692B"/>
    <w:rsid w:val="00AF46A3"/>
    <w:rsid w:val="00AF52C8"/>
    <w:rsid w:val="00B53E13"/>
    <w:rsid w:val="00BB7246"/>
    <w:rsid w:val="00BF6337"/>
    <w:rsid w:val="00C63CFB"/>
    <w:rsid w:val="00CA3C9E"/>
    <w:rsid w:val="00CB101D"/>
    <w:rsid w:val="00CD6C60"/>
    <w:rsid w:val="00CE65FD"/>
    <w:rsid w:val="00D03CBA"/>
    <w:rsid w:val="00D131DE"/>
    <w:rsid w:val="00D42D71"/>
    <w:rsid w:val="00D70AE4"/>
    <w:rsid w:val="00D94F65"/>
    <w:rsid w:val="00E2476B"/>
    <w:rsid w:val="00E40704"/>
    <w:rsid w:val="00E460EA"/>
    <w:rsid w:val="00E55A61"/>
    <w:rsid w:val="00F0207C"/>
    <w:rsid w:val="00F30EE5"/>
    <w:rsid w:val="00FB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4EF239"/>
  <w15:chartTrackingRefBased/>
  <w15:docId w15:val="{D7EC65C4-1948-4BF2-8C69-92CE4F186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6A3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46A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46A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46A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46A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46A3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46A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28224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28224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8224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28224B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28224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28224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28224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28224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28224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28224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8224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28224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2822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8224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8224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28224B"/>
    <w:pPr>
      <w:ind w:firstLine="0"/>
    </w:pPr>
  </w:style>
  <w:style w:type="paragraph" w:customStyle="1" w:styleId="MDPI33textspaceafter">
    <w:name w:val="MDPI_3.3_text_space_after"/>
    <w:basedOn w:val="MDPI31text"/>
    <w:qFormat/>
    <w:rsid w:val="0028224B"/>
    <w:pPr>
      <w:spacing w:after="240"/>
    </w:pPr>
  </w:style>
  <w:style w:type="paragraph" w:customStyle="1" w:styleId="MDPI35textbeforelist">
    <w:name w:val="MDPI_3.5_text_before_list"/>
    <w:basedOn w:val="MDPI31text"/>
    <w:qFormat/>
    <w:rsid w:val="0028224B"/>
    <w:pPr>
      <w:spacing w:after="120"/>
    </w:pPr>
  </w:style>
  <w:style w:type="paragraph" w:customStyle="1" w:styleId="MDPI36textafterlist">
    <w:name w:val="MDPI_3.6_text_after_list"/>
    <w:basedOn w:val="MDPI31text"/>
    <w:qFormat/>
    <w:rsid w:val="0028224B"/>
    <w:pPr>
      <w:spacing w:before="120"/>
    </w:pPr>
  </w:style>
  <w:style w:type="paragraph" w:customStyle="1" w:styleId="MDPI37itemize">
    <w:name w:val="MDPI_3.7_itemize"/>
    <w:basedOn w:val="MDPI31text"/>
    <w:qFormat/>
    <w:rsid w:val="0028224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28224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8224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8224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28224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28224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9169F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8224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8224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28224B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28224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8224B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8224B"/>
  </w:style>
  <w:style w:type="paragraph" w:customStyle="1" w:styleId="MDPIfooterfirstpage">
    <w:name w:val="MDPI_footer_firstpage"/>
    <w:basedOn w:val="Normal"/>
    <w:qFormat/>
    <w:rsid w:val="0028224B"/>
    <w:pPr>
      <w:tabs>
        <w:tab w:val="right" w:pos="8845"/>
      </w:tabs>
      <w:adjustRightInd w:val="0"/>
      <w:snapToGrid w:val="0"/>
      <w:spacing w:before="120" w:line="160" w:lineRule="exact"/>
    </w:pPr>
    <w:rPr>
      <w:rFonts w:ascii="Palatino Linotype" w:hAnsi="Palatino Linotype"/>
      <w:sz w:val="16"/>
    </w:rPr>
  </w:style>
  <w:style w:type="paragraph" w:customStyle="1" w:styleId="MDPI31text">
    <w:name w:val="MDPI_3.1_text"/>
    <w:qFormat/>
    <w:rsid w:val="0028224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28224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28224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28224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hAnsi="Palatino Linotype"/>
      <w:i/>
      <w:noProof/>
      <w:snapToGrid w:val="0"/>
      <w:sz w:val="20"/>
      <w:lang w:bidi="en-US"/>
    </w:rPr>
  </w:style>
  <w:style w:type="paragraph" w:customStyle="1" w:styleId="MDPI71References">
    <w:name w:val="MDPI_7.1_References"/>
    <w:basedOn w:val="MDPI62Acknowledgments"/>
    <w:qFormat/>
    <w:rsid w:val="0028224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224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8224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28224B"/>
  </w:style>
  <w:style w:type="table" w:customStyle="1" w:styleId="MDPI41threelinetable">
    <w:name w:val="MDPI_4.1_three_line_table"/>
    <w:basedOn w:val="TableNormal"/>
    <w:uiPriority w:val="99"/>
    <w:rsid w:val="009169F1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D03CBA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A8692B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375A0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AF46A3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46A3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46A3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46A3"/>
    <w:rPr>
      <w:rFonts w:ascii="Arial" w:eastAsia="Arial" w:hAnsi="Arial" w:cs="Arial"/>
      <w:color w:val="666666"/>
      <w:sz w:val="24"/>
      <w:szCs w:val="24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46A3"/>
    <w:rPr>
      <w:rFonts w:ascii="Arial" w:eastAsia="Arial" w:hAnsi="Arial" w:cs="Arial"/>
      <w:color w:val="666666"/>
      <w:sz w:val="22"/>
      <w:szCs w:val="22"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46A3"/>
    <w:rPr>
      <w:rFonts w:ascii="Arial" w:eastAsia="Arial" w:hAnsi="Arial" w:cs="Arial"/>
      <w:i/>
      <w:color w:val="666666"/>
      <w:sz w:val="22"/>
      <w:szCs w:val="22"/>
      <w:lang w:val="en"/>
    </w:rPr>
  </w:style>
  <w:style w:type="paragraph" w:styleId="Title">
    <w:name w:val="Title"/>
    <w:basedOn w:val="Normal"/>
    <w:next w:val="Normal"/>
    <w:link w:val="TitleChar"/>
    <w:uiPriority w:val="10"/>
    <w:qFormat/>
    <w:rsid w:val="00AF46A3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F46A3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46A3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F46A3"/>
    <w:rPr>
      <w:rFonts w:ascii="Arial" w:eastAsia="Arial" w:hAnsi="Arial" w:cs="Arial"/>
      <w:color w:val="666666"/>
      <w:sz w:val="30"/>
      <w:szCs w:val="30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iso-8859-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7169;&#26495;\sensor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sensors-template.dot</Template>
  <TotalTime>10</TotalTime>
  <Pages>2</Pages>
  <Words>783</Words>
  <Characters>1550</Characters>
  <Application>Microsoft Office Word</Application>
  <DocSecurity>0</DocSecurity>
  <Lines>801</Lines>
  <Paragraphs>693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2</cp:revision>
  <dcterms:created xsi:type="dcterms:W3CDTF">2020-12-16T08:25:00Z</dcterms:created>
  <dcterms:modified xsi:type="dcterms:W3CDTF">2020-12-16T08:37:00Z</dcterms:modified>
</cp:coreProperties>
</file>