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8BA74" w14:textId="10BA62A2" w:rsidR="009C5481" w:rsidRDefault="0021393E">
      <w:r>
        <w:rPr>
          <w:rFonts w:eastAsiaTheme="minorEastAsia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6930D" wp14:editId="708281A1">
                <wp:simplePos x="0" y="0"/>
                <wp:positionH relativeFrom="column">
                  <wp:posOffset>0</wp:posOffset>
                </wp:positionH>
                <wp:positionV relativeFrom="page">
                  <wp:posOffset>1087755</wp:posOffset>
                </wp:positionV>
                <wp:extent cx="6429375" cy="3252470"/>
                <wp:effectExtent l="0" t="0" r="9525" b="11430"/>
                <wp:wrapSquare wrapText="bothSides"/>
                <wp:docPr id="1377385920" name="Text Box 1377385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75" cy="32524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750" w:type="dxa"/>
                              <w:shd w:val="clear" w:color="auto" w:fill="FFFFFF" w:themeFill="background1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2600"/>
                              <w:gridCol w:w="2070"/>
                              <w:gridCol w:w="2430"/>
                              <w:gridCol w:w="2650"/>
                            </w:tblGrid>
                            <w:tr w:rsidR="0021393E" w:rsidRPr="00DD78A9" w14:paraId="5C373A5B" w14:textId="77777777" w:rsidTr="00F4577E">
                              <w:trPr>
                                <w:trHeight w:val="685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hideMark/>
                                </w:tcPr>
                                <w:p w14:paraId="79FD5E54" w14:textId="77777777" w:rsidR="0021393E" w:rsidRPr="00DD78A9" w:rsidRDefault="0021393E" w:rsidP="00A6043A">
                                  <w:pPr>
                                    <w:spacing w:line="48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0818BD52" w14:textId="77777777" w:rsidR="0021393E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Mauchly Test</w:t>
                                  </w:r>
                                </w:p>
                                <w:p w14:paraId="3823AF8F" w14:textId="77777777" w:rsidR="0021393E" w:rsidRPr="00F4577E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4C12C057" w14:textId="77777777" w:rsidR="0021393E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Greenhouse-Geisser</w:t>
                                  </w:r>
                                </w:p>
                                <w:p w14:paraId="066996B6" w14:textId="77777777" w:rsidR="0021393E" w:rsidRPr="00DD78A9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(</w:t>
                                  </w: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D9D9D9" w:themeFill="background1" w:themeFillShade="D9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  <w:hideMark/>
                                </w:tcPr>
                                <w:p w14:paraId="1BC77413" w14:textId="77777777" w:rsidR="0021393E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>rmANOVA</w:t>
                                  </w:r>
                                </w:p>
                                <w:p w14:paraId="4DBCB9F8" w14:textId="77777777" w:rsidR="0021393E" w:rsidRPr="00DD78A9" w:rsidRDefault="0021393E" w:rsidP="00F4577E">
                                  <w:pPr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(F)</w:t>
                                  </w:r>
                                </w:p>
                              </w:tc>
                            </w:tr>
                            <w:tr w:rsidR="0021393E" w:rsidRPr="00DD78A9" w14:paraId="45B36F8D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4DC6980A" w14:textId="77777777" w:rsidR="0021393E" w:rsidRPr="00DD78A9" w:rsidRDefault="0021393E" w:rsidP="005D4FC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Heart Rate (% Max)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6C38F73" w14:textId="77777777" w:rsidR="0021393E" w:rsidRDefault="0021393E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(2) = 15.28 </w:t>
                                  </w:r>
                                </w:p>
                                <w:p w14:paraId="2763041F" w14:textId="77777777" w:rsidR="0021393E" w:rsidRPr="00FF1F76" w:rsidRDefault="0021393E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1CA1EED5" w14:textId="77777777" w:rsidR="0021393E" w:rsidRPr="00C52CBF" w:rsidRDefault="0021393E" w:rsidP="005D4FC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0.67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B54257E" w14:textId="77777777" w:rsidR="0021393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F(1.33, 30.65) =24.85</w:t>
                                  </w:r>
                                </w:p>
                                <w:p w14:paraId="362F0A85" w14:textId="77777777" w:rsidR="0021393E" w:rsidRPr="00F4577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>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0.519</w:t>
                                  </w:r>
                                </w:p>
                              </w:tc>
                            </w:tr>
                            <w:tr w:rsidR="0021393E" w:rsidRPr="00DD78A9" w14:paraId="07D2DD27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0FCB48E5" w14:textId="77777777" w:rsidR="0021393E" w:rsidRPr="009124F8" w:rsidRDefault="0021393E" w:rsidP="00F4577E">
                                  <w:pPr>
                                    <w:spacing w:line="360" w:lineRule="auto"/>
                                    <w:contextualSpacing/>
                                    <w:jc w:val="both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Raw Cadence (RPM)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4B83669" w14:textId="77777777" w:rsidR="0021393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 w:rsidRPr="004C1273"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(2) = 20.02 </w:t>
                                  </w:r>
                                </w:p>
                                <w:p w14:paraId="2A0C1CFB" w14:textId="77777777" w:rsidR="0021393E" w:rsidRPr="00FF1F76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2DC0A3EC" w14:textId="77777777" w:rsidR="0021393E" w:rsidRPr="00C52CBF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0.6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525D6D4C" w14:textId="77777777" w:rsidR="0021393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F(1.26, 30.36) =42.06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  <w:p w14:paraId="6536F145" w14:textId="77777777" w:rsidR="0021393E" w:rsidRPr="00C52CBF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4C1273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0.637</w:t>
                                  </w:r>
                                </w:p>
                              </w:tc>
                            </w:tr>
                            <w:tr w:rsidR="0021393E" w:rsidRPr="00DD78A9" w14:paraId="675D065E" w14:textId="77777777" w:rsidTr="00F4577E">
                              <w:trPr>
                                <w:trHeight w:val="93"/>
                              </w:trPr>
                              <w:tc>
                                <w:tcPr>
                                  <w:tcW w:w="260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</w:tcPr>
                                <w:p w14:paraId="3F7AE906" w14:textId="77777777" w:rsidR="0021393E" w:rsidRPr="009124F8" w:rsidRDefault="0021393E" w:rsidP="00F4577E">
                                  <w:pPr>
                                    <w:spacing w:line="360" w:lineRule="auto"/>
                                    <w:contextualSpacing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  <w:t xml:space="preserve"> Normalized Cadence (% faster than baseline)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694A6C6F" w14:textId="77777777" w:rsidR="0021393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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(2) = 20.71 </w:t>
                                  </w:r>
                                </w:p>
                                <w:p w14:paraId="672ED5AF" w14:textId="77777777" w:rsidR="0021393E" w:rsidRPr="00FF1F76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 &lt;0.001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0AC881FB" w14:textId="77777777" w:rsidR="0021393E" w:rsidRPr="00FF1F76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</w:rPr>
                                  </w:pPr>
                                  <w:r w:rsidRPr="004C1273"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</w:t>
                                  </w:r>
                                  <w:r w:rsidRPr="004C1273">
                                    <w:rPr>
                                      <w:color w:val="000000" w:themeColor="text1"/>
                                    </w:rPr>
                                    <w:t xml:space="preserve"> = 0.6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65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30" w:type="dxa"/>
                                    <w:bottom w:w="15" w:type="dxa"/>
                                    <w:right w:w="30" w:type="dxa"/>
                                  </w:tcMar>
                                  <w:vAlign w:val="center"/>
                                </w:tcPr>
                                <w:p w14:paraId="492F20C5" w14:textId="77777777" w:rsidR="0021393E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F(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1.26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,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30.12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>) =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41.57</w:t>
                                  </w:r>
                                  <w:r w:rsidRPr="00756D9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  <w:p w14:paraId="30091450" w14:textId="77777777" w:rsidR="0021393E" w:rsidRPr="00C52CBF" w:rsidRDefault="0021393E" w:rsidP="00F4577E">
                                  <w:pPr>
                                    <w:spacing w:line="276" w:lineRule="auto"/>
                                    <w:contextualSpacing/>
                                    <w:jc w:val="center"/>
                                    <w:rPr>
                                      <w:rFonts w:eastAsiaTheme="minorEastAsia"/>
                                      <w:b/>
                                      <w:bCs/>
                                    </w:rPr>
                                  </w:pPr>
                                  <w:r w:rsidRPr="00756D98">
                                    <w:rPr>
                                      <w:color w:val="000000" w:themeColor="text1"/>
                                    </w:rPr>
                                    <w:t>p &lt; 0.001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Symbol" w:eastAsia="Symbol" w:hAnsi="Symbol" w:cs="Symbol"/>
                                      <w:color w:val="000000" w:themeColor="text1"/>
                                    </w:rPr>
                                    <w:t></w:t>
                                  </w:r>
                                  <w:r>
                                    <w:rPr>
                                      <w:color w:val="000000" w:themeColor="text1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color w:val="000000" w:themeColor="text1"/>
                                      <w:vertAlign w:val="subscript"/>
                                    </w:rPr>
                                    <w:t>partial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= 0.634</w:t>
                                  </w:r>
                                </w:p>
                              </w:tc>
                            </w:tr>
                          </w:tbl>
                          <w:p w14:paraId="76CA4506" w14:textId="77777777" w:rsidR="0021393E" w:rsidRDefault="0021393E" w:rsidP="0021393E"/>
                          <w:p w14:paraId="48C6E134" w14:textId="4F416D14" w:rsidR="0021393E" w:rsidRDefault="0021393E" w:rsidP="0021393E">
                            <w:r>
                              <w:rPr>
                                <w:b/>
                                <w:bCs/>
                              </w:rPr>
                              <w:t>Table</w:t>
                            </w:r>
                            <w:r w:rsidRPr="00FB5B2B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S1: Omnibus Tests for Exercise Intensity (Aim 1). </w:t>
                            </w:r>
                            <w:r w:rsidRPr="00F4577E">
                              <w:t>Results of the Mauchly test for sphericity, Greenhouse-Geisser corrections, and repeated measured ANOVA  are shown for all measures of exercise intensity (Aim 1).</w:t>
                            </w:r>
                            <w:r w:rsidR="00A222E4">
                              <w:t xml:space="preserve"> </w:t>
                            </w:r>
                            <w:r w:rsidR="00A222E4">
                              <w:t xml:space="preserve">Using the Bonferroni-Holm correction to adjust for running </w:t>
                            </w:r>
                            <w:r w:rsidR="00A222E4">
                              <w:t>3</w:t>
                            </w:r>
                            <w:r w:rsidR="00A222E4">
                              <w:t xml:space="preserve"> repeated measure ANOVAs, there were statistically significant differences for all measures of </w:t>
                            </w:r>
                            <w:r w:rsidR="00A222E4">
                              <w:t>exercise intensity</w:t>
                            </w:r>
                            <w:r w:rsidR="00A222E4">
                              <w:t xml:space="preserve"> across the 3 conditions.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66930D" id="_x0000_t202" coordsize="21600,21600" o:spt="202" path="m,l,21600r21600,l21600,xe">
                <v:stroke joinstyle="miter"/>
                <v:path gradientshapeok="t" o:connecttype="rect"/>
              </v:shapetype>
              <v:shape id="Text Box 1377385920" o:spid="_x0000_s1026" type="#_x0000_t202" style="position:absolute;margin-left:0;margin-top:85.65pt;width:506.25pt;height:25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" fillcolor="white [3201]" strokeweight=".5pt">
                <v:textbox>
                  <w:txbxContent>
                    <w:tbl>
                      <w:tblPr>
                        <w:tblW w:w="9750" w:type="dxa"/>
                        <w:shd w:val="clear" w:color="auto" w:fill="FFFFFF" w:themeFill="background1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2600"/>
                        <w:gridCol w:w="2070"/>
                        <w:gridCol w:w="2430"/>
                        <w:gridCol w:w="2650"/>
                      </w:tblGrid>
                      <w:tr w:rsidR="0021393E" w:rsidRPr="00DD78A9" w14:paraId="5C373A5B" w14:textId="77777777" w:rsidTr="00F4577E">
                        <w:trPr>
                          <w:trHeight w:val="685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hideMark/>
                          </w:tcPr>
                          <w:p w14:paraId="79FD5E54" w14:textId="77777777" w:rsidR="0021393E" w:rsidRPr="00DD78A9" w:rsidRDefault="0021393E" w:rsidP="00A6043A">
                            <w:pPr>
                              <w:spacing w:line="48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0818BD52" w14:textId="77777777" w:rsidR="0021393E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Mauchly Test</w:t>
                            </w:r>
                          </w:p>
                          <w:p w14:paraId="3823AF8F" w14:textId="77777777" w:rsidR="0021393E" w:rsidRPr="00F4577E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4C12C057" w14:textId="77777777" w:rsidR="0021393E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Greenhouse-Geisser</w:t>
                            </w:r>
                          </w:p>
                          <w:p w14:paraId="066996B6" w14:textId="77777777" w:rsidR="0021393E" w:rsidRPr="00DD78A9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(</w:t>
                            </w: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D9D9D9" w:themeFill="background1" w:themeFillShade="D9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  <w:hideMark/>
                          </w:tcPr>
                          <w:p w14:paraId="1BC77413" w14:textId="77777777" w:rsidR="0021393E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>rmANOVA</w:t>
                            </w:r>
                          </w:p>
                          <w:p w14:paraId="4DBCB9F8" w14:textId="77777777" w:rsidR="0021393E" w:rsidRPr="00DD78A9" w:rsidRDefault="0021393E" w:rsidP="00F4577E">
                            <w:pPr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(F)</w:t>
                            </w:r>
                          </w:p>
                        </w:tc>
                      </w:tr>
                      <w:tr w:rsidR="0021393E" w:rsidRPr="00DD78A9" w14:paraId="45B36F8D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4DC6980A" w14:textId="77777777" w:rsidR="0021393E" w:rsidRPr="00DD78A9" w:rsidRDefault="0021393E" w:rsidP="005D4FC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Heart Rate (% Max)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6C38F73" w14:textId="77777777" w:rsidR="0021393E" w:rsidRDefault="0021393E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(2) = 15.28 </w:t>
                            </w:r>
                          </w:p>
                          <w:p w14:paraId="2763041F" w14:textId="77777777" w:rsidR="0021393E" w:rsidRPr="00FF1F76" w:rsidRDefault="0021393E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1CA1EED5" w14:textId="77777777" w:rsidR="0021393E" w:rsidRPr="00C52CBF" w:rsidRDefault="0021393E" w:rsidP="005D4FC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0.67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B54257E" w14:textId="77777777" w:rsidR="0021393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F(1.33, 30.65) =24.85</w:t>
                            </w:r>
                          </w:p>
                          <w:p w14:paraId="362F0A85" w14:textId="77777777" w:rsidR="0021393E" w:rsidRPr="00F4577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>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0.519</w:t>
                            </w:r>
                          </w:p>
                        </w:tc>
                      </w:tr>
                      <w:tr w:rsidR="0021393E" w:rsidRPr="00DD78A9" w14:paraId="07D2DD27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0FCB48E5" w14:textId="77777777" w:rsidR="0021393E" w:rsidRPr="009124F8" w:rsidRDefault="0021393E" w:rsidP="00F4577E">
                            <w:pPr>
                              <w:spacing w:line="360" w:lineRule="auto"/>
                              <w:contextualSpacing/>
                              <w:jc w:val="both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Raw Cadence (RPM)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4B83669" w14:textId="77777777" w:rsidR="0021393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 w:rsidRPr="004C1273"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(2) = 20.02 </w:t>
                            </w:r>
                          </w:p>
                          <w:p w14:paraId="2A0C1CFB" w14:textId="77777777" w:rsidR="0021393E" w:rsidRPr="00FF1F76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2DC0A3EC" w14:textId="77777777" w:rsidR="0021393E" w:rsidRPr="00C52CBF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0.6</w:t>
                            </w: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525D6D4C" w14:textId="77777777" w:rsidR="0021393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F(1.26, 30.36) =42.06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6536F145" w14:textId="77777777" w:rsidR="0021393E" w:rsidRPr="00C52CBF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4C1273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0.637</w:t>
                            </w:r>
                          </w:p>
                        </w:tc>
                      </w:tr>
                      <w:tr w:rsidR="0021393E" w:rsidRPr="00DD78A9" w14:paraId="675D065E" w14:textId="77777777" w:rsidTr="00F4577E">
                        <w:trPr>
                          <w:trHeight w:val="93"/>
                        </w:trPr>
                        <w:tc>
                          <w:tcPr>
                            <w:tcW w:w="260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</w:tcPr>
                          <w:p w14:paraId="3F7AE906" w14:textId="77777777" w:rsidR="0021393E" w:rsidRPr="009124F8" w:rsidRDefault="0021393E" w:rsidP="00F4577E">
                            <w:pPr>
                              <w:spacing w:line="360" w:lineRule="auto"/>
                              <w:contextualSpacing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Theme="minorEastAsia"/>
                                <w:b/>
                                <w:bCs/>
                              </w:rPr>
                              <w:t xml:space="preserve"> Normalized Cadence (% faster than baseline)</w:t>
                            </w:r>
                          </w:p>
                        </w:tc>
                        <w:tc>
                          <w:tcPr>
                            <w:tcW w:w="207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694A6C6F" w14:textId="77777777" w:rsidR="0021393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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(2) = 20.71 </w:t>
                            </w:r>
                          </w:p>
                          <w:p w14:paraId="672ED5AF" w14:textId="77777777" w:rsidR="0021393E" w:rsidRPr="00FF1F76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 &lt;0.001</w:t>
                            </w:r>
                          </w:p>
                        </w:tc>
                        <w:tc>
                          <w:tcPr>
                            <w:tcW w:w="24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0AC881FB" w14:textId="77777777" w:rsidR="0021393E" w:rsidRPr="00FF1F76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</w:rPr>
                            </w:pPr>
                            <w:r w:rsidRPr="004C1273"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</w:t>
                            </w:r>
                            <w:r w:rsidRPr="004C1273">
                              <w:rPr>
                                <w:color w:val="000000" w:themeColor="text1"/>
                              </w:rPr>
                              <w:t xml:space="preserve"> = 0.6</w:t>
                            </w: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65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30" w:type="dxa"/>
                              <w:bottom w:w="15" w:type="dxa"/>
                              <w:right w:w="30" w:type="dxa"/>
                            </w:tcMar>
                            <w:vAlign w:val="center"/>
                          </w:tcPr>
                          <w:p w14:paraId="492F20C5" w14:textId="77777777" w:rsidR="0021393E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F(</w:t>
                            </w:r>
                            <w:r>
                              <w:rPr>
                                <w:color w:val="000000" w:themeColor="text1"/>
                              </w:rPr>
                              <w:t>1.26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,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30.12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>) =</w:t>
                            </w:r>
                            <w:r>
                              <w:rPr>
                                <w:color w:val="000000" w:themeColor="text1"/>
                              </w:rPr>
                              <w:t>41.57</w:t>
                            </w:r>
                            <w:r w:rsidRPr="00756D9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30091450" w14:textId="77777777" w:rsidR="0021393E" w:rsidRPr="00C52CBF" w:rsidRDefault="0021393E" w:rsidP="00F4577E">
                            <w:pPr>
                              <w:spacing w:line="276" w:lineRule="auto"/>
                              <w:contextualSpacing/>
                              <w:jc w:val="center"/>
                              <w:rPr>
                                <w:rFonts w:eastAsiaTheme="minorEastAsia"/>
                                <w:b/>
                                <w:bCs/>
                              </w:rPr>
                            </w:pPr>
                            <w:r w:rsidRPr="00756D98">
                              <w:rPr>
                                <w:color w:val="000000" w:themeColor="text1"/>
                              </w:rPr>
                              <w:t>p &lt; 0.001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>
                              <w:rPr>
                                <w:rFonts w:ascii="Symbol" w:eastAsia="Symbol" w:hAnsi="Symbol" w:cs="Symbol"/>
                                <w:color w:val="000000" w:themeColor="text1"/>
                              </w:rPr>
                              <w:t></w:t>
                            </w:r>
                            <w:r>
                              <w:rPr>
                                <w:color w:val="000000" w:themeColor="text1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000000" w:themeColor="text1"/>
                                <w:vertAlign w:val="subscript"/>
                              </w:rPr>
                              <w:t>partial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= 0.634</w:t>
                            </w:r>
                          </w:p>
                        </w:tc>
                      </w:tr>
                    </w:tbl>
                    <w:p w14:paraId="76CA4506" w14:textId="77777777" w:rsidR="0021393E" w:rsidRDefault="0021393E" w:rsidP="0021393E"/>
                    <w:p w14:paraId="48C6E134" w14:textId="4F416D14" w:rsidR="0021393E" w:rsidRDefault="0021393E" w:rsidP="0021393E">
                      <w:r>
                        <w:rPr>
                          <w:b/>
                          <w:bCs/>
                        </w:rPr>
                        <w:t>Table</w:t>
                      </w:r>
                      <w:r w:rsidRPr="00FB5B2B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S1: Omnibus Tests for Exercise Intensity (Aim 1). </w:t>
                      </w:r>
                      <w:r w:rsidRPr="00F4577E">
                        <w:t>Results of the Mauchly test for sphericity, Greenhouse-Geisser corrections, and repeated measured ANOVA  are shown for all measures of exercise intensity (Aim 1).</w:t>
                      </w:r>
                      <w:r w:rsidR="00A222E4">
                        <w:t xml:space="preserve"> </w:t>
                      </w:r>
                      <w:r w:rsidR="00A222E4">
                        <w:t xml:space="preserve">Using the Bonferroni-Holm correction to adjust for running </w:t>
                      </w:r>
                      <w:r w:rsidR="00A222E4">
                        <w:t>3</w:t>
                      </w:r>
                      <w:r w:rsidR="00A222E4">
                        <w:t xml:space="preserve"> repeated measure ANOVAs, there were statistically significant differences for all measures of </w:t>
                      </w:r>
                      <w:r w:rsidR="00A222E4">
                        <w:t>exercise intensity</w:t>
                      </w:r>
                      <w:r w:rsidR="00A222E4">
                        <w:t xml:space="preserve"> across the 3 conditions.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9C5481" w:rsidSect="00C14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08"/>
    <w:rsid w:val="000123B6"/>
    <w:rsid w:val="000259AC"/>
    <w:rsid w:val="000A1692"/>
    <w:rsid w:val="000B7EE2"/>
    <w:rsid w:val="000E605C"/>
    <w:rsid w:val="00150D81"/>
    <w:rsid w:val="0019713D"/>
    <w:rsid w:val="001B2284"/>
    <w:rsid w:val="001D7FE7"/>
    <w:rsid w:val="001F0E28"/>
    <w:rsid w:val="001F3660"/>
    <w:rsid w:val="00203A1A"/>
    <w:rsid w:val="00204642"/>
    <w:rsid w:val="0021393E"/>
    <w:rsid w:val="002478CF"/>
    <w:rsid w:val="002754D3"/>
    <w:rsid w:val="00286B4B"/>
    <w:rsid w:val="002D1986"/>
    <w:rsid w:val="00313943"/>
    <w:rsid w:val="003324AF"/>
    <w:rsid w:val="00336725"/>
    <w:rsid w:val="00343201"/>
    <w:rsid w:val="00344187"/>
    <w:rsid w:val="00345CF9"/>
    <w:rsid w:val="003524C9"/>
    <w:rsid w:val="003605A2"/>
    <w:rsid w:val="00374384"/>
    <w:rsid w:val="003870DF"/>
    <w:rsid w:val="004265DB"/>
    <w:rsid w:val="00437AEA"/>
    <w:rsid w:val="00464C69"/>
    <w:rsid w:val="00471B53"/>
    <w:rsid w:val="004D6263"/>
    <w:rsid w:val="0051727B"/>
    <w:rsid w:val="005254CC"/>
    <w:rsid w:val="0056453E"/>
    <w:rsid w:val="00587DA7"/>
    <w:rsid w:val="005E02C7"/>
    <w:rsid w:val="005E4A54"/>
    <w:rsid w:val="00603FC8"/>
    <w:rsid w:val="006264C1"/>
    <w:rsid w:val="00626C43"/>
    <w:rsid w:val="0065083B"/>
    <w:rsid w:val="00650C2A"/>
    <w:rsid w:val="006561C5"/>
    <w:rsid w:val="00657764"/>
    <w:rsid w:val="0067776C"/>
    <w:rsid w:val="00686A31"/>
    <w:rsid w:val="006B5850"/>
    <w:rsid w:val="006C563C"/>
    <w:rsid w:val="006F2562"/>
    <w:rsid w:val="006F4D5D"/>
    <w:rsid w:val="006F7CE0"/>
    <w:rsid w:val="007019A5"/>
    <w:rsid w:val="007029EB"/>
    <w:rsid w:val="00711A58"/>
    <w:rsid w:val="007A7908"/>
    <w:rsid w:val="007C7458"/>
    <w:rsid w:val="007F66F8"/>
    <w:rsid w:val="00812CF2"/>
    <w:rsid w:val="00823187"/>
    <w:rsid w:val="00843182"/>
    <w:rsid w:val="008510D6"/>
    <w:rsid w:val="00882279"/>
    <w:rsid w:val="00897BBA"/>
    <w:rsid w:val="008C5BFF"/>
    <w:rsid w:val="008D1DDB"/>
    <w:rsid w:val="009151B6"/>
    <w:rsid w:val="009344A5"/>
    <w:rsid w:val="00973BEF"/>
    <w:rsid w:val="00974C0F"/>
    <w:rsid w:val="009955E3"/>
    <w:rsid w:val="0099757D"/>
    <w:rsid w:val="009A1AA4"/>
    <w:rsid w:val="009C5481"/>
    <w:rsid w:val="009F20AC"/>
    <w:rsid w:val="00A10EEB"/>
    <w:rsid w:val="00A222E4"/>
    <w:rsid w:val="00A47302"/>
    <w:rsid w:val="00A5587A"/>
    <w:rsid w:val="00A67102"/>
    <w:rsid w:val="00A85ADD"/>
    <w:rsid w:val="00AB15D2"/>
    <w:rsid w:val="00AB3E72"/>
    <w:rsid w:val="00AB4F58"/>
    <w:rsid w:val="00AB7B11"/>
    <w:rsid w:val="00AC53CE"/>
    <w:rsid w:val="00AD72A4"/>
    <w:rsid w:val="00AF1BB3"/>
    <w:rsid w:val="00B01BF2"/>
    <w:rsid w:val="00B26816"/>
    <w:rsid w:val="00B31F4A"/>
    <w:rsid w:val="00B4495A"/>
    <w:rsid w:val="00B71073"/>
    <w:rsid w:val="00B738E7"/>
    <w:rsid w:val="00B83D3A"/>
    <w:rsid w:val="00BB2C7D"/>
    <w:rsid w:val="00C00A57"/>
    <w:rsid w:val="00C14A4D"/>
    <w:rsid w:val="00C34210"/>
    <w:rsid w:val="00C62231"/>
    <w:rsid w:val="00C743C9"/>
    <w:rsid w:val="00C74CF1"/>
    <w:rsid w:val="00CC7BFD"/>
    <w:rsid w:val="00CD2A5A"/>
    <w:rsid w:val="00CE33F1"/>
    <w:rsid w:val="00CF1B8E"/>
    <w:rsid w:val="00D02E86"/>
    <w:rsid w:val="00D16F4E"/>
    <w:rsid w:val="00D3481D"/>
    <w:rsid w:val="00D570FB"/>
    <w:rsid w:val="00D67B8C"/>
    <w:rsid w:val="00D7530B"/>
    <w:rsid w:val="00D83A43"/>
    <w:rsid w:val="00DC59EC"/>
    <w:rsid w:val="00DC5FA9"/>
    <w:rsid w:val="00ED7ECE"/>
    <w:rsid w:val="00EE5F2E"/>
    <w:rsid w:val="00EE76AF"/>
    <w:rsid w:val="00F11BB4"/>
    <w:rsid w:val="00F214C4"/>
    <w:rsid w:val="00F31866"/>
    <w:rsid w:val="00FD506F"/>
    <w:rsid w:val="00FE2C2B"/>
    <w:rsid w:val="00FF045B"/>
    <w:rsid w:val="00FF52C4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EA6B6"/>
  <w15:chartTrackingRefBased/>
  <w15:docId w15:val="{FB05A7F8-8943-CD4D-8160-861D827D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90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hnpalmieri/Library/Group%20Containers/UBF8T346G9.Office/User%20Content.localized/Templates.localized/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Palmieri</dc:creator>
  <cp:keywords/>
  <dc:description/>
  <cp:lastModifiedBy>John Palmieri</cp:lastModifiedBy>
  <cp:revision>3</cp:revision>
  <dcterms:created xsi:type="dcterms:W3CDTF">2024-09-08T17:19:00Z</dcterms:created>
  <dcterms:modified xsi:type="dcterms:W3CDTF">2024-10-19T23:08:00Z</dcterms:modified>
</cp:coreProperties>
</file>