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E42" w:rsidRPr="005B4E42" w:rsidRDefault="005B4E42" w:rsidP="005B4E42">
      <w:pPr>
        <w:pStyle w:val="MDPI21heading1"/>
      </w:pPr>
      <w:r w:rsidRPr="005B4E42">
        <w:rPr>
          <w:rFonts w:eastAsiaTheme="minorEastAsia"/>
          <w:lang w:eastAsia="zh-CN"/>
        </w:rPr>
        <w:t>Supplymentary</w:t>
      </w:r>
      <w:r w:rsidRPr="005B4E42">
        <w:t xml:space="preserve"> Material</w:t>
      </w:r>
    </w:p>
    <w:p w:rsidR="00692393" w:rsidRDefault="003B1A07" w:rsidP="003B1A07">
      <w:pPr>
        <w:pStyle w:val="MDPI41tablecaption"/>
        <w:jc w:val="center"/>
      </w:pPr>
      <w:r w:rsidRPr="003B1A07">
        <w:rPr>
          <w:b/>
        </w:rPr>
        <w:t>S</w:t>
      </w:r>
      <w:r w:rsidRPr="00D41326">
        <w:rPr>
          <w:b/>
        </w:rPr>
        <w:t xml:space="preserve">upplemental </w:t>
      </w:r>
      <w:r w:rsidRPr="00AC6120">
        <w:rPr>
          <w:b/>
        </w:rPr>
        <w:t xml:space="preserve">Table </w:t>
      </w:r>
      <w:r w:rsidR="00AC6120" w:rsidRPr="00AC6120">
        <w:rPr>
          <w:rFonts w:eastAsiaTheme="minorEastAsia"/>
          <w:b/>
          <w:lang w:eastAsia="zh-CN"/>
        </w:rPr>
        <w:t>S</w:t>
      </w:r>
      <w:r w:rsidRPr="00AC6120">
        <w:rPr>
          <w:b/>
        </w:rPr>
        <w:t>1</w:t>
      </w:r>
      <w:r w:rsidRPr="00D41326">
        <w:rPr>
          <w:b/>
        </w:rPr>
        <w:t xml:space="preserve">: </w:t>
      </w:r>
      <w:r w:rsidRPr="00D41326">
        <w:t>RdRP</w:t>
      </w:r>
      <w:r w:rsidRPr="00D41326">
        <w:rPr>
          <w:b/>
        </w:rPr>
        <w:t xml:space="preserve"> </w:t>
      </w:r>
      <w:r w:rsidRPr="00D41326">
        <w:t>amino acid sequences used for phylogeny of ssRNA viruses</w:t>
      </w:r>
      <w:r>
        <w:t>.</w:t>
      </w:r>
    </w:p>
    <w:tbl>
      <w:tblPr>
        <w:tblStyle w:val="TableGrid"/>
        <w:tblW w:w="5000" w:type="pct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61"/>
        <w:gridCol w:w="2286"/>
        <w:gridCol w:w="9097"/>
      </w:tblGrid>
      <w:tr w:rsidR="005B4E42" w:rsidRPr="003B1A07" w:rsidTr="005B4E42">
        <w:tc>
          <w:tcPr>
            <w:tcW w:w="1032" w:type="pct"/>
            <w:tcBorders>
              <w:bottom w:val="single" w:sz="4" w:space="0" w:color="auto"/>
            </w:tcBorders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b/>
                <w:sz w:val="18"/>
                <w:szCs w:val="18"/>
              </w:rPr>
              <w:t>ssRNA Virus Name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b/>
                <w:sz w:val="18"/>
                <w:szCs w:val="18"/>
              </w:rPr>
              <w:t>Accession</w:t>
            </w:r>
          </w:p>
        </w:tc>
        <w:tc>
          <w:tcPr>
            <w:tcW w:w="3172" w:type="pct"/>
            <w:tcBorders>
              <w:bottom w:val="single" w:sz="4" w:space="0" w:color="auto"/>
            </w:tcBorders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b/>
                <w:sz w:val="18"/>
                <w:szCs w:val="18"/>
              </w:rPr>
              <w:t>Trimmed Sequence for ‘CDD 01699’ RdRp domain</w:t>
            </w:r>
          </w:p>
        </w:tc>
      </w:tr>
      <w:tr w:rsidR="005B4E42" w:rsidRPr="003B1A07" w:rsidTr="005B4E42">
        <w:tc>
          <w:tcPr>
            <w:tcW w:w="1032" w:type="pct"/>
            <w:tcBorders>
              <w:top w:val="single" w:sz="4" w:space="0" w:color="auto"/>
            </w:tcBorders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Foxtail Mosaic Virus</w:t>
            </w:r>
          </w:p>
        </w:tc>
        <w:tc>
          <w:tcPr>
            <w:tcW w:w="797" w:type="pct"/>
            <w:tcBorders>
              <w:top w:val="single" w:sz="4" w:space="0" w:color="auto"/>
            </w:tcBorders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ABW25054.1</w:t>
            </w:r>
          </w:p>
        </w:tc>
        <w:tc>
          <w:tcPr>
            <w:tcW w:w="3172" w:type="pct"/>
            <w:tcBorders>
              <w:top w:val="single" w:sz="4" w:space="0" w:color="auto"/>
            </w:tcBorders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fnpelwwacadevqktylskpihalkngilrqspdfdwnklqiflksqwvkkidkigkidvnagqtiaafyqptvmlfgtmarymrrirdtyqpgeilinceknqkhiskwvesnwnhrlpaytndftaydqsqdgamlqfevlkalhhdiphevveayvalklnskmflgtlaimrltgegptfdantecniaytharfeipkdvaqmyagddcalncrpverqsflplvekftlkskpkvfeqkvgswpefcgnlitprgylkdpmklqhclqlaqrkkpsepgslkdvaeny</w:t>
            </w:r>
          </w:p>
        </w:tc>
      </w:tr>
      <w:tr w:rsidR="003B1A07" w:rsidRPr="003B1A07" w:rsidTr="005B4E42">
        <w:trPr>
          <w:trHeight w:val="422"/>
        </w:trPr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Indian Citrus Ringspot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NP_203553.1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tylskplaalanaaqrqdpdfdsnkiqlflksqwvkkveklgclkikpgqtiasfmqqtvmlygtmarymrririslcpshimincetnptqisswvrenwdfsgqshendfeafdqsqdanmlqfelikakfhsipeeiiagykhlkchahiflgtiaimrlsgegptfdantecsiaynhtryfvpkgcaqlyagdds</w:t>
            </w:r>
          </w:p>
        </w:tc>
      </w:tr>
      <w:tr w:rsidR="003B1A07" w:rsidRPr="003B1A07" w:rsidTr="005B4E42">
        <w:trPr>
          <w:trHeight w:val="1583"/>
        </w:trPr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Heterocapsa circularisquama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YP_386495.1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fvkdephtadkarremwrliwnvslvdsicqayfnrelnlqqnrdyqgghpvphtcgmghhdegikrlgeaieaafpdgivcssdasgwdmsvsrdglifdglvrairtqdpsatayhnigtsvcilldkfvqsahmictgtslwsvdvygitasglpdtttqnsfvrgmgaklagcfkaltagddllcdnrlrlpvltehgtitkgdvttanwrkgqpvgftshslvrgpdgqw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 xml:space="preserve">Turkey Astrovirus 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NP_853540.1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wwcflktevlklakieqddirmilctdpvftrigaafeqhqnslmkletenhhaqvgwspffggihrratrlygehryyveldwtrfdgtippelfrriklmrfflldpkyktpenrdrynwyvenlidkvvllptgevckiyggnpsgqfsttvdnnfvnvwltvfelaylfykehnrlpticeikkhtdwicygddrllavdkrfinsydtaaviamykdvfgmwvkpdnikvfpslegvsfcgmvwtkrkgqyvgkpnvdkilstls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Bat Coronavirus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ATO98216.1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fvvevvdkyfdcydggcinanqvivnnldksagfpfnkwgkarlyydsmsyedqdalfaytkrnviptitqmnlkyaisaknrartvagvsicstmtnrqfhqkllksiaatrgatvvigtskfyggwhnmlktvysdvetpnlmgwdypkcdrampnmlrimaslvlarkhstccnlshrfyrlanecaqvlsemvmcggslyvkpggtssgdattayansvfnicqavtanvnallstdgnkiadkyvrnlqhrlyeclyrnrdvdhefv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Turkey Coronavirus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CBL62866.1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aaslvlarkhtncctwseriyrlynecaqvlsetvlatggiyvkpggtssgdattayansvfniiqatsanvarllsvitrdivyddikslqyelyqqvyrrvnfdpafvekfysylcknfslmilsddgvvcynntlakqglvadisgfreilyyqnnvymadskcwvepdlekgphefcsqhtmlvevdgelkylpypdpsri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Phytophthora infestans RNA Virus 1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YP_003193667.1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dhrwyttgraklvkmgkpdkarlvlysgfsysllgfvysqvwtgfmnrqcrgwsavgmswmnggaakvasffedcfgiavsgfeymtldvaewdssvcrellhackrfhmrvlertlspenarykeyfgriydemieakvvlpgghsfrlhhgmksgwimtandntlmhefvvrtlqkigqipdmkrqlygddnlsrkpigmskqllvdgygmfgfrlshihvsrrlsevdflskfiifkdgfyfpwreqtetharl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lastRenderedPageBreak/>
              <w:t>Barley Yellow Mosaic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BAG70353.1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igqmnkglidkhvivgenddvydfmrehptftwlkdfmneyapsvlsysayykdlckynrakhvltynpeelhyatkglikmledagltqgsvrtpqqvisdiqwntsagpsyqgkkrdlcahlsddevlhlaevcrqqflegkstgvwngslkaelrtiekveaektrvftaspitslfamkfyvddfnkkfyatnlkaphtvginkfgrgwerlhdklnrpgwlhgsgdgsrfdssidpfffdvvktirkhflpsehhkaidliydeilntticlangmvikknvgnnsgqpstvvdntlvlmtaflyayihktgdrelallnerfifvcngddnkfaispqfdeefghdfspelvelgltyefdditsdicenpymsltmvktpfgvgfslpveriiaimqwskkggvlhsylagisaiyesfntpklfksiyayllwlteeheaeila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Bovine Diarrhea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AAF82566.1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hlveqlvrdlkagrkikyyetaipknekrdvsddwqagdlvvekrprviqypeaktrlaitkvmynwvkqqpvvipgyegktplfnifdkvrkewdsfnepvavsfdtkawdtqvtskdlqligeiqkyyykkewhkfidtitdhmtevpvitadgevyirngqrgsgqpdtsagnsmlnvltmmyafcestgvpyksfnrvarihvcgddgflitekglglkfankgmqilheagkpqkitegekmkvayrfediefcshtpvpvrwsdntsshmagrdtavilskma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Tomato Ringspot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ABG23688.1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eqartevplligmdvpkderlkpskvlekpktrtfvvlpmhynlllrkyvgilcssmqvnrhrlacavgtnpysrdwtdiyqrlaeknsvalncdysrfdgllnyqayvhivnfinrlyndehstvrgnllmamygrwsvcgqrvyevragmpsgcaltviinslfnelligyvyrvtvprslvnnfkqevclivygddnlisikpdtmkyfngeqikstlakyrititdgsdknspvlrakplkqldflkrgfrvesdgrvlapldlqaiysslyyi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Heterosigma akashiwo RNA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NP_944776.1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demiaclerglpvpclfvatkkdealrigkvprtfyaasmnvimavrkyfcpvlqalkanpihaeiaigtnafgkdwadiyshlashstetviagdyssfdmshnadavrcamqvlldlidesslysdvdklaartlveslgqsflafdgtwmqvigwvmsgvpltaelsstlnqiymrvvwkvvtqrpisdfrshvalivygddnnaavrdeprynfqsvavtmgkfrmtytntdkndemhiyqrledaeflkrlwvpgplkvyaplswdsinkrivwt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Acute Bee Paralysis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NP_066241.1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vrtpvmwvdtlkderrpiekvdqlktrvfsngpmdfsitfrmyylgfiahlmenritnevsigtnvysqdwnktvrklktmgpkviagdfstfdgslnvcimekfadlanefyddgsenalirhvllmdvynsthicgdsvymmthsqpsgnpattplncfinsmglrmvfelcskkysa</w:t>
            </w:r>
          </w:p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lngtkcyvmkdfskhvsivsygddnvinfsdevsewfnmetiteafeklgftytdelkgkngevpkwrtiedvqylkrkfrydskrkvweaplcmdtilempnwc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Cricket Paralysis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NP_647481.1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lrrdveelidncakgiikdvvfvdtlkderrpiekvdagktrvfsagpqhfvvafrkyflpfaaylmnnridneiavgtnvystdweriakrlkkhgnkviagdfgnfdgslvaqffgqscgksfypwfktfndvntedgkrnlmiciglwthivhsvhsygdnvymwthsqpsgnpftviinclynsmimrivwillarklapemqsmkkfrenvsmisygddnclnisdrvvewfnqitiseqmkeikheytdegktgdmvkfpslseihflkkrfvfshqlqrtvaplqkdviyemlnwt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Triatoma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NP_620562.1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leekvkevidlakqgvryshvfvdalkderkprekahktrafsgcpleylavckmyfqgivsvltkcknethisvgtnvyskdwdfmarylksksdgfvagdfegfdssqlvpilreignvfngiarqfpdwkpeddevrlvllqslwhsihinggdvvmwghalpsghyltapynslyatmlfsmafvilsrrngtrmgpsmlaskffkefgfvaygddhicavpkryqsffnqmtlekvflelgigyttedkreidvpirsldeiaylkrsfvldeerqqwiapltldtvletpswi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lastRenderedPageBreak/>
              <w:t>Black Queen Cell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NP_620564.1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lrekvqecieaarqgkildhyfidtlkderkpkhkahksrmfsngpidylvwskmyfnpivavlselknvdhisvgsnvystdwdviarylkskshhmvagdfegfdaseqsdilyaagevlqelskkifnstedemlqqraiihslvnslhinengivlqwckslpsghyltaiinsvfvnlvmclvfmeanqkysfttassffrecgivaygddhvvsvpekylsvfnqqtlpvlmskfgmfytietkddteidflsrrledvsylkrnfvydesrqryiaplsldvvlempmwt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Varroa Destructor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AGO86045.1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phtiftdclkdtclpvekcripgktrifsispvqftipfrqyyldfmasyraarlnaehgigidvnslewtnlatslskygthivtgdyknfgpgldsdvaasafeiiidwvlnyteeddkdemkrvmwtmaqeilapshlcrdlvyrvpcgipsgspitdilntisncllirlawqgitdlplsefsrhvvlvcygddlimnvsdemidkfnavtigdffsrykmeftdqdksgntvrwrtlqtatflkhgflkhptrpvflanldkvsiegttnwt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Antheraea pernyi iflavirus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YP_009002581.1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fvdclkdtcidikkcsipgktrifsispvqytiafkqyfgdfiasyqearlsaehgiginvdslewsqvanyittygdniiagdyknfgpslmlkcvekafdiimnwyerydndeerqlirrvllseilhaqhlclnvvygvpcgipsgspittplnslvnslylrcgwksitnqnfstmhenvriltygddvcinvsdmykdiyntetlslffkeynivftdidksdviikyrnlnnvsflkrsfilhpnskfiflapielqsirkcvnwi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Sacbrood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AAL79021.1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krkselrrqgvqpitpfidtlkderklpekvrkyggtrvfcnppidyivsmrqyymhfvaafmeqrfklmhavginvqstewtllaskllakgnnictidysnfgpgfnaqiakaamelmvrwtmehvegvneieaytllheclnsvhlvsntlyqqkcgspsgapitvvintlvnilyifvawetlvgskergqtwesfkqnvelfcygddlimsvtdkykdifnaltisqflaqygivatdankgeeveayttllnstflkhgfrphevyphlwqsalawssindttqwi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Chaetoceros tenuissimus RNA Virus I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BAG30951.1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eylagrraypvfkactkdeptkltkskvrvfqaapakvqynmrkyylsiakflsdhpllsecavginsqgpqwheldthiskfgrrgrtvagdfkaydqhmsarmvmlafkimikiaeksgnyssddikimkglmtdvafpvmmvngdlvqlfgsnpsgqnltvyinsivnalyhrcaffeiypdfeglfhevvalttygddvkfsvskmfdkynhtniqkifakrgieytmaekdaqsvpyldhvdadflkrqsewraeyswkgskgmwiaklsedsifkslhc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Rhizosolenia setigera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YP_006732323.1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larkarlawlddkrsydifktctkdeptkitkdkvrcfqaspvslqfnirkyfltlchflssaslvsecavginsqgrgwhelnqhmikygknrivagdfkaydqhmsarmtlmaakvfeyiaglagyteeelkimrgastevsypvmslngeliqlygsnpsgqnltvytnsivnslyhrcafrkiypnfsgryrdavalmtygddvkmsvspkfpdynhtriqsefnkqgieytmaekeaasvpfiqhedadflkrksrwepsysytegdgtinkgmwlamldeesifkslha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Marine RNA Virus JP-A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YP_001429581.1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ikacvkdzatkigkekvrvfeaadwafqlivrkyflpiarmlslfpltsecavgvnaqgpewdqlarhmkkfgadrifagdyskydlrmpaqlilaafkclidiaktcgqysvddikimqgvateiayscvsyngdliihcgsnpsgqnltvyincivnslllrcayyhmypaaegnpepfrhncavmtygddvkgsvrqecdwynhityaqflaerdmvftmpdkestptpymndldadflkrhnlynpetglihgvldqnsifkslhsv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Chaetoceros tenuissimus RNA Virus II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BAP99822.1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aifkacvkdeptplskdkvrvfqaaswafqllvrkyflplarlmslfplqsecavginahgpewdeyakfmkqhgddrilagdyskfdlrmpaqmlmatykvfcnvcekcgtyseddltimrgiateisysvvayngdliihngshpsgnnmtvygncgdnclnfrcgfaynglkngytlktlpkfksvcalgtygddakgsvkkgfdwfnhitfadymakndivftmpdkestptkymkdtdadflkrknvfneetglihgaldedsifkslhtv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Asterionellopsis glacialis Virus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YP_009047193.1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lweevkrledilasgkrintvfkgslkdeptkmtkdkvrvfaacnfatillvrkyylslaalvqrnqklfecavgvvqqspewtdifkhigkygwergiagdyakfdarmsarfmlaafkiliqvaeksgnysdrdlvimrglateityptydyfgtlvqffgsnpsghpltviinslvnslymryayytiakeeswwrtpafrevvslmtygddnimsvkkgypginhtriaevfasmgikytmadkdaesvpyidlstasflkhfavwddelklyrcpceegsiakmlha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lastRenderedPageBreak/>
              <w:t>Marine RNA Virus SF-1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AFM44930.2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mnkervhpvycghlkdepvtfekaisgktrvftasslahtlvvrmyllpiivhlqnnrftyelgpgtivqslewqkiheyitefgqdrivagdyskfdkrmpanvilaafeiienicaragydegdlnvvrgiaydtayplvdfhgdliefygsnpsghpltvivnglanslymrycyivlrpigaasrkfrenvklmtygddnimgvaetcpwfnhtaiqttlqnvdigytmadkdadsvpyihisqanflkrtwrwdedigalvapldrsslnkml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Marine RNA Virus JP-B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YP_001429583.1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ahlkdepvsfkkakvgktrvftgatmdwylivrkyllsfarllqnerfafeaapgtiaqslewhelydyvvkngedrviagdykafdkrmspkeilaafdiiiyfcqlsgnyseediqiirciaedtafalvdyngdlvqlygsnpsgnpltvilnsivnslrmryvyfmlnpehtvttfkdnvnlmtygddnimsvsrecdwfnhtsisetfatlnivytmadkesasvpfinikdasflkrtwrmddqlgcyvapleeesiekslm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Beihai Picorna-like Virus 63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YP_009333515.1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lkdeprtfeksqagktrifamssypmtlvnrmylmpfyalmceyreifgtrvginmhsneadkmyndlvsfsknimegdyggydtsmpvdigliansivfnvlkqlgynefalkivkgilcdnlyptmamegniiqvpgfqpsgkyataednslrglilmyyafaemctplgkgsihnktidynindffklikpetygddmlasvkdsislfynnityssfvsdvygmefttadkhghtskfvdctkisflkrsfvynpllgrivavldrdsfvkslsyi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Aurantiochytrium ssRNA Virus 01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YP_392465.1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lkdepraykkivdrktrvfcmspyestlvnrmylmpfytlmvehgdifrtaiginmhsqdvgdlvtrmtdfsdqfmegdyggydtsmpydiglaantvvyqvcqdlgydshalqmvrgilsdnlyptvvmrgdvfaapalqpsgkyataednslrglilmvyaisectdigdqctgrarttqfqpedfftqvlpviygddmlagvkpvaqqfynnntyqtfckevygleftnaqktaemanflewddtsflkrsfvfredlqvwvaqlelasimksicyy</w:t>
            </w:r>
          </w:p>
        </w:tc>
      </w:tr>
      <w:tr w:rsidR="003B1A07" w:rsidRPr="003B1A07" w:rsidTr="005B4E42">
        <w:tc>
          <w:tcPr>
            <w:tcW w:w="103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i/>
                <w:sz w:val="18"/>
                <w:szCs w:val="18"/>
              </w:rPr>
              <w:t>Wenzhou Picorna-like Virus 24</w:t>
            </w:r>
          </w:p>
        </w:tc>
        <w:tc>
          <w:tcPr>
            <w:tcW w:w="797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YP_009336770.1</w:t>
            </w:r>
          </w:p>
        </w:tc>
        <w:tc>
          <w:tcPr>
            <w:tcW w:w="3172" w:type="pct"/>
            <w:shd w:val="clear" w:color="auto" w:fill="auto"/>
          </w:tcPr>
          <w:p w:rsidR="003B1A07" w:rsidRPr="003B1A07" w:rsidRDefault="003B1A07" w:rsidP="003B1A07">
            <w:pPr>
              <w:adjustRightIn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3B1A07">
              <w:rPr>
                <w:rFonts w:ascii="Palatino Linotype" w:hAnsi="Palatino Linotype"/>
                <w:sz w:val="18"/>
                <w:szCs w:val="18"/>
              </w:rPr>
              <w:t>vtqcalkdevrsisknklaktrvfcvgdfsmlivsrmylgplftlmqqssesfgcaigintheqadklarfltgfsdrfmagdyseydtrmppiitlsantvlfmlarkygyddkqliivrgilsdslfplylmdgllmssagstpsgeygtaernslkglillmlgynilrptdipletfednvlpvtygddlvagikshicdwfnnvaygaytislgmnytdpkkrevmvpycsiedvtflkrsfvynpltdkwnmplewdsigksmsy</w:t>
            </w:r>
          </w:p>
        </w:tc>
      </w:tr>
    </w:tbl>
    <w:p w:rsidR="00BE314F" w:rsidRDefault="00BE314F" w:rsidP="00BE314F">
      <w:pPr>
        <w:pStyle w:val="MDPI41tablecaption"/>
        <w:jc w:val="center"/>
        <w:rPr>
          <w:b/>
        </w:rPr>
        <w:sectPr w:rsidR="00BE314F" w:rsidSect="00BE314F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 w:code="9"/>
          <w:pgMar w:top="1531" w:right="1417" w:bottom="1531" w:left="1077" w:header="1020" w:footer="850" w:gutter="0"/>
          <w:lnNumType w:countBy="1" w:restart="continuous"/>
          <w:cols w:space="425"/>
          <w:docGrid w:type="lines" w:linePitch="326"/>
        </w:sectPr>
      </w:pPr>
    </w:p>
    <w:p w:rsidR="003B1A07" w:rsidRDefault="00BE314F" w:rsidP="00BE314F">
      <w:pPr>
        <w:pStyle w:val="MDPI41tablecaption"/>
        <w:jc w:val="center"/>
      </w:pPr>
      <w:r w:rsidRPr="00BE314F">
        <w:rPr>
          <w:b/>
        </w:rPr>
        <w:lastRenderedPageBreak/>
        <w:t>S</w:t>
      </w:r>
      <w:r w:rsidRPr="00D41326">
        <w:rPr>
          <w:b/>
        </w:rPr>
        <w:t xml:space="preserve">upplemental Table </w:t>
      </w:r>
      <w:r w:rsidR="00AC6120">
        <w:rPr>
          <w:b/>
        </w:rPr>
        <w:t>S</w:t>
      </w:r>
      <w:r w:rsidRPr="00D41326">
        <w:rPr>
          <w:b/>
        </w:rPr>
        <w:t xml:space="preserve">2: </w:t>
      </w:r>
      <w:r w:rsidRPr="00D41326">
        <w:t>polB</w:t>
      </w:r>
      <w:r w:rsidRPr="00D41326">
        <w:rPr>
          <w:b/>
        </w:rPr>
        <w:t xml:space="preserve"> </w:t>
      </w:r>
      <w:r w:rsidRPr="00D41326">
        <w:t>amino acid sequences used for phylogeny of dsDNA viruses</w:t>
      </w:r>
      <w:r>
        <w:t>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1843"/>
        <w:gridCol w:w="850"/>
        <w:gridCol w:w="8674"/>
      </w:tblGrid>
      <w:tr w:rsidR="00BE314F" w:rsidRPr="00BE314F" w:rsidTr="00BE314F">
        <w:trPr>
          <w:jc w:val="center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b/>
                <w:sz w:val="20"/>
                <w:szCs w:val="18"/>
              </w:rPr>
              <w:t>ssRNA Virus Name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b/>
                <w:sz w:val="20"/>
                <w:szCs w:val="18"/>
              </w:rPr>
              <w:t>Accession</w:t>
            </w:r>
          </w:p>
        </w:tc>
        <w:tc>
          <w:tcPr>
            <w:tcW w:w="86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b/>
                <w:sz w:val="20"/>
                <w:szCs w:val="18"/>
              </w:rPr>
              <w:t>Sequence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Aureococcus anophagefferens Virus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YP_009052217</w:t>
            </w:r>
          </w:p>
        </w:tc>
        <w:tc>
          <w:tcPr>
            <w:tcW w:w="952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asfqiydwfpqdelinededsdnevsekqnyvihlfgvnkdgknvhckvkdftpyfyielpenwkkswtslfmeklkdslpksiqdefvcderqinravklkykfrnyqwktpkkfmqlvfksesaarflyyklkkpfsfttarllkhnfpiyeknvlpvlrfihlrkiqpsswirlenykqidsklaeskfeinyevnwrnvfpdevdgsasikiasfdiecdsshgdfpvakkdyqklasniyeeylrllrnnkkvnptlvkqwincafrditnekyddsmkssiqtiylknkthfktiteeeieklsmkilgilikkmkgketiesinnilndnlpsvkgdkviqigtviqnysnpsdikrhivtldgcsdltgievetaktvdelifkwvkmmkreqpnivtgynifgfdikflwecaeefgclkylrkigalknqectmetkelysaalghnflyyfnspgivyidlmkvvqkdhnlssyklddvstqfinsgitqfehfednvkvytkstfslkvgdyiaifkqtiignefvgekrkilemtenesfilegegndfpenpksfcwsvgkdnvspqdifdmqrgsdedrsvvaky</w:t>
            </w:r>
            <w:bookmarkStart w:id="0" w:name="_GoBack"/>
            <w:bookmarkEnd w:id="0"/>
            <w:r w:rsidRPr="00BE314F">
              <w:rPr>
                <w:rFonts w:ascii="Palatino Linotype" w:hAnsi="Palatino Linotype"/>
                <w:sz w:val="20"/>
                <w:szCs w:val="18"/>
              </w:rPr>
              <w:t>cvqdcelclnimqkleivtnnlgmsnvclvpfsylfmrgqmiktlslvssecqkenylipelprpkedtkdsyegaevleptpaiflnepvsvldysslypssmigsnishdsiikepkyqgetgaklleemgvkfedvyydnyinrlvgktwkktiveeepvvscrfiqptlledgsidnnsrgilprilmkllkarkdtrnliktekdafrrsvldglqlaykvtanslyggvgaevsslyykdiaasttaigrrhlhlakdyvkehfpkadivygdsvtgytpitikykeqifiekienvakifgedkwqkcidpgkqekeacelnecftwtskgwtklhrvirhilvkekkiirvlthtccvdvtddhslilksgeeispkdlkigdellqrdiefdeiieysndeyvkkqikylkenmksenesilslneidykgyvydlttdnhefqagigniivhntdsifvnfkpnasgkegiqesidrsveveegiqkllayphkleyektfspfillrkkgyignkyefdldkftqtsmgvvtkrrdnagivkyvydgiikrimndrdidsairfllttiddildgkfplqyfiitkrlnavyanpaaivhkvladriadrdpgdkpqsndripyvyiqtkeepklqgdrvehpnyiiehklkvdylfyitnqvskpccqvmglalehlrkygyrlpanhfelirekleregkkskseirerimeerakeaynvlfksrvkveegkkygqtsitsffkkk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Acanthocystis turfacea Chlorella virus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YP_001427279</w:t>
            </w:r>
          </w:p>
        </w:tc>
        <w:tc>
          <w:tcPr>
            <w:tcW w:w="9524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diypvdwrsgdengqfkitmfgktvdgksscvrirftpsfllempdswsaprqrlfitetvmkygaikdmclpvqrkslwgfdngksrnmaqfafptmeamrkakyglkgnhqvyessvdpiirlfhlrklspsgwvrvsqsypamtrvsrcdveiecnftqvgpsdvvttpplviaswdietysrerkfplasnpddyvtqiatsfqrygeaepfkrvvfclndtadvqgveivscsqeadvinawmdaitkektdvligynvfqydwkyvygraqmlvddataeetvfpeklgylledggkvverelasnafgqnffyyldtpgviqldllqwfrknrnlesyslnnvsklylgdqkddlpamkifekfegdaedraviakyaaqdtllplkllsklaifedvaemanavkipmdwvgfrgqqvrafsclfgkaremgyaipdnkawpaegkfegatvlepkkgayfepiaaldfaslypsiirahnmspetivmepkfanvpgveyyeiqtgigkfrysqksqgvvpallddlakfrknakklmaqahkegddfkealydasqrsykvvmnsvygflgaskgfipcvpiaasvtatgrnmidvaarralellpgsvvvygdtdsimvkmklpegkdqnnindhfevakwlageitkeykapndlefekiyypyilyskkryaaikfedpnekgkvdvkglalvrrdfspitrdilkesldtilfakdtptavkdtrekirkvldneypmekfvmsktlktgyknemqphlivankilertgvpvpsgarvpfvyvedddkidlkqsmraedptfaqnnglvvdrlfyidhqllkplvslfdplvddpekelfghedvvekiemlknvhnkqlkvtkrvkknasnrqheitsffktkgk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Bathycoccus sp. Virus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AHA82625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Vldaqkgayytpitaldfeglypsimmahnlcyssmvmdskyenipgityetfgfykfaqdvpsllpsillelkqfrkqakkdmaqssgalkemyngkqlaykvsmnsvygftgaskgmlpcvqiastvtlkgrsmidetkayveknfpgakvrygdtdsvmvefdvgnrtgkeaieysweigeraaeectklfkapnnlele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lastRenderedPageBreak/>
              <w:t>Chrysochromulina brevifilum virus PW1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egatvldatpgahfepiagldfaslyasimiahnydyativedpefdnlpgieyfdmdweeddidsdgneikrpvsvrfvqnrtgimpkildrlwkerkairkqmktlspddplyavyngvqlaikvsmnsiygftgarygrlpikkiaaavtacgrgmiahskkcaeewyecevvygdtdsiyvkfksdlkgrdhmnyvfkvapecadrisatfkkpidlefekvmypfilyskkryar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Chrysochromulina ericina virus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YP_009173620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sqwqfklfefdireeletdknefipgrdtkrfiiqmygidengktacifvkgfnpffyvkvldewdnskvtefvafvrkemgayfgdslvsakivyrhkfyefdnkklykfvqlkftsigafnkcknlwynetkygedrklkenglefldtkttlyeaqvppllrlfhirqikpsgwvalknghysqnrkqlttcdyeftvnykniypinderlekicvpfkilsldieassshgdfplarknylklatnivdylinnnietcdkdllsnliktgfsyrinkdiekiylkksiteeeldelidnlvdikpgkkenyidikdedensdssdiendgiveefttkkrqkvtgtknkdsnileiindltcnrntrilelakcfgqhnpnrdnkwegkfpelegdqvtiigstirrngedkpylqhaivvndcnsidnvviesykterdallawtnfvqrenpdiiigynhhgwdegfmydrsielncmtqfsklsrfknekcikeifqgknkpkkitieesstklasgqfdlryfkmsgrlqidflnlfrreeqlpsykldyvaghfigdnikkieydencsilysknltglskndyiviqeigystdqyangkkfkvldivddkiilndkitpdtnkilrwclgkddvgpqdifrltnegpegraivtkycikdcdlvqdlmrkndtmtsydemsnlcwvpksflvtrgqgikltsyvaqkcrekntlmpvidkgidgegyegaivlepkcnlylkkpvacvdysslypssiisenishdskvwtkeydlddnlinetgekdengkfiydelpeydyiditydtfkwirktpkaaatkvksgyktcryvqfqnnekailpsildellgarkstkrqmknetdpfmqnvldkrqlsikitanslygqagaktstfydkdiaasttatgrklliyakelieacydntieettnygevkcygeyiygdsvasytpiyvrynksiidicsveelaekygngwhlespkeycelnnieswtengwtechrvirhrlapykkmvrilthtglvdvtddhslvkntgeeispkdvsigtkllhctmsenesniesdisidearimgfffgdgscgiydcpsghkaswalnnsnkeliekyynlcksvypefewkvydtlnssgvykicfnkksgskskiqfiekyrsmlynkkskiipseiingsielrksfweglydadgdkdkngytridqksqisaayicwlansigyktslnirddktdiyritatknkqrrdgdkikkivniqnsaniqnsaniqnsvniqnsvniqnskdnqdyvydlttenhhfaagignmivhntdsvfftfnlkdldskeivgkkaleitielakkagwlatmflksphdleyektflpfcllskkryvgilyeedpnkgkrkemglvlkrrdncaqvkdvyggaidilmkdqvvhkavdfvkhslqdvidekisqqkliitkslrsyyknpkqiahnvlairigerdpgnkpkpgdrmefiyiknsdkkalqgdrietplfinennieidygfyitnqimkplqqlfalvledmedfvtkrgismkswkaeidklhekwtepdkfskkyeelrckevksilfdpyikllk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Chrysochromulina parva Virus BQ1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ALH45661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Egatvldatpgahfepiagldfaslypsvmiahnfdystiveseefdnlenityetikwdegevkfaqnykgimpkilerlwkerkairkqmkdlspedsmyavlngvqlaikvsmnsiygftgakygrlpnkliaasvtacgrqmiahskkcaeewyncevvygdtdsiyvkfksdfkgqehmdyvfrvapecanrisatfknpielefekvmypfilytkkrya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Dishui Lake Phycodnavirus 1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YP_009465906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vtfqviawddrdeddkhlisiygktedgksvcvttpytpyffvkfpsdwstsdahvfiqnlelkckgalvghefvdrkdmwgfqngelskfvrldfptlkarrlvdwkirdqfpkveafeanldpvlrfmhetniqatgwvraergtnpsfvahvdvdlwvddwrnlesverddvapfviasvdieaysqthkfpnaqiredacfqigvtlchigtdtpydeaifcygqtdpvdgvrtesftteagmlaafrdyiheknvdvvtgwnifgfdldylytralmtncqkffnlgrrrgfsskvvekklsssalgdnvlkllpmpgrfvydmfqevkknykldsyslnnvslvylndskidmparemfarferqnpkemsevaeycvkdtvlphrickrlcldvnllemakacwvplsylcergqqikvfsqvckkarelgflvktirskddpgsyvgatvldaqkgayyknpitaldfaslypsimmahnicystlvmdpqydnipgveydefhvagvtlryaqkvpsilpsilsdlkqfrkaakkqmanaegfmkqvfdgkqlamkismnsvygatgtsvgilpcvfkgcmala</w:t>
            </w:r>
            <w:r w:rsidRPr="00BE314F">
              <w:rPr>
                <w:rFonts w:ascii="Palatino Linotype" w:hAnsi="Palatino Linotype"/>
                <w:sz w:val="20"/>
                <w:szCs w:val="18"/>
              </w:rPr>
              <w:lastRenderedPageBreak/>
              <w:t>atvttkgrsmieetknyveanfpgavvrygdtdsvmvefdcqgrtgmdaieyswklgelassgatklfrapndlelekiyhpfllyskkryaakmyemgksgnvefkkvdikglslvrrdttkhcrsvcrelldvilnssdpqpaidlararaislltgevpnselilsqtlsesykvkgepvsvtdelaslrinqahvavmrkmrerrpgsepqtgdrvpylivrtddpkakafeksedpayveqnklpvdyfhyfenkfstpvsdlleplvegdakreifgeirgqhrpkttrerkkkesdptereknaistlfknyaasmnk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lastRenderedPageBreak/>
              <w:t>Ectocarpus siliculosus virus 1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NP_077578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elylhdirdnsgsfqnptmqlfameedgtnvfvsvknfktylyvgfdldisedsvrsnylekfkqekwernvykmsvvkrkrligfsngdlfpyilmeftgtisfyivrkhlhelcgerdpgpntfvdlnkypgmcvyesksvdsilkffhasgvrpssyfrmenyvrvadkarkthcakefivdfvnvrpvgeevvdrkpppmticsydletsglntnedyifqasmifsrlgdpcpdsegsatghavdsytdgvvicvgdtesvdgtpllivenelqlldkfreilvergcnilcgyntfkfdsaflykraerygfdgfkklsfikdlacdlevktlqsaalgknelkqiiipgrveidlfmvmrrsqklssyklnavcdkffggkkddvtyadilqactskdpkklgviakycyqdsglvlklldkikevydatemaklctvpltyivgrgqqikcmslilnrihgeyvcnyaaakkkmaadgkqvlnegykgasvidakkgfyekdpivtmdfaslypsimrlkqlcyttivrdvkyrgiegvnyedhqisdgvsvtfahrpgsrsilceleemlgeerkatkklmksekdpfayslldskqkaqkvtmnsiygftgtvnngmlplveiaaavtstgrdmikrtkeyaekehgcnviygdtdsvmvifpehrnienlgdkmrycfdmgtkvskeisemfghpillefeniyfkyllvskkryaglswetvegpptmtmkglvtvrrdnapfvgrcaseaihmlmdvdvtdgrgavkkhltetllrlergqisiedltirkelkqwvyktpsphatlalkilertkeqavfrefikpayetiggyddsllssvwtkmtnlksylsvrakreiamsdmvesirgdttspfkaeayavvalrqlyddvhsvlvgesfarvvglvmagigdvhklgerymafvrynivdwdpptlgeripyvittgkgdissraedprmvnvgrcrpdflyyidhqlrnpmvdllqhviespsslfvesqrrmsnlnhgrkeittffkkrkvteg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Emiliania huxleyi virus 86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AA_158859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egatvldaksgfytdpvatldfaslypsimlahnlcystfvekgtprvdgveyethkispteeytfalnvpgvlthmlkyllgarkkakkqmaaaktpeekaiynarqlalkiscnsiygfcgaeklgkyplgaiakcttfngrkminktsemaielfkpwiaeiiygdtd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Emiliania huxleyi virus 201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AET97918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silgkyglraqppneyvstdiniqlmaievedlpiestldeeynesviasdqfistlppenaheyvkrkavaylfgaeehtgatvcvkvdkfrpvlyyhtndsvstlknkideslnlkgdidakvikrkrtygfhpdkddstsheqirivevsfpsvskmkaacyrsgdkeppetrlpkpweqgvdpgsmfmerngltpcgwfkmkacktitkhkishctmefevsnpkniqpvdldkiapiliasydfemysetrgfpmadrqgdhiaiigvafwrlgtpvedtktvllclnecapvegsyvesynteaelynafrdlitvhsdadvctgynifgfdneyittrakmckasrfayngrlitvktesqakelessalgqnrmfpiewkgrcnfdlfnfiksnhklslyglgpvsqhfigetkvdlpyqemfdcvrpgatpeevaraaayckgdvllpirlmkalqvmpgmiemsrvtfttinqlvfrgqsikvmqqitryshqlghvvnpvprpintsgyegaividaksgfytdpvatldfaslypsimlahnlcystfvekgtprvdgveyethkispteeytfalnvpgvlthmlkyllgarkkakkqmaaaktpeekaiynarqlalkiscnsiygfcgaeklgkyplgaiakcttfngrkminktsemaielfkpwiaeiiygdtdsvfvrvkdkngkeltpsevfkvgedvaqkisdsfredielemekvysgfllitkkryfggmhepnkagdvvfskvdakgvelvrrdncpllknlykkivdflvfdkdplkalasvketlervvndevpyeeyiitkelrkeesyanpkqeqlmlakkisartnggvtpqpgdripfvirydkhakhicdraedidylrennipldrlyyitnkitkpiltifqafkehihdvqrtiqsamsrvqlqldkqptitsffnklpplpvinmdvddendhritwdddthttdmeieqptpkkgfkrpqppthnknllarkklrn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lastRenderedPageBreak/>
              <w:t>Feldmannia species virus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YP_002154715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tlklflhdaridnvaspsgsssirdttlvqifavaedgrptyvqvknfrpwfyvdlnefftfaqfksvvaeqywarnvvscelvarkrfigfadgksfdyvlmtftglipmycsrkylrtlkvhlhedsvdpllkffhssgikpssyfemdgfvvwngqgkthcsreyyvavqnlrpsadsgspppipmcsydiessgldpasdyvfqvslcfgflgedldsrsaisdsfvicvgdvesvegtpilcvqnelqllkkfreivverqvcilvgynsyqfdgqflykravdtynyqdfckigflrndkaslktkvlessalgknelsqfvipgrvefdalmtvrrnhklgsykldsvcrhffggkkddvsyeyilsaceskdpkklgviakyclqdawltlrlvsslkdvynglemsklcvvplsyiesrgqqikclslildrvhgefvcnkasrvlpggvkfqgatvidatkgfhnkdpvvcldfaslypsiirwknlcyttyldsdefanipgvhyerfeispgvyetfatrpghkgilsaieedlgearrqtkaamkvekdskklqllnskqlaqkvtmnslygfcgtvngclplvaiaaavtctgrsmikttadfirtemggtviygdtdsvmctfpapqtvrgqgkrallghayamglsaeekslslfghpvkleyekiyfpflliskkryacmsydrpdsepkmstsglvtvrrdnakvvrdcangvisilmegrgqgdvveyvktvlsklenseigvedltisnelkkhpdqyatpsahsvlagklnaraknqklyreivrpvveqggvpslgtaygvlegvrrkfsfdqrrdvsyeeflrdlangrvaeklkgsaprvseceslvgsteakliqegirtekilndmyrefsvfdrmyweaqslgsrvpyvivrgngsvnersedprfvemadhlridtkyyidqqlknpilgiveafpdgraslervfrefsrradnankgrreitsffersvrskv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Heterocapsa circularisquama virus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AB505427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trqkinhsicnnlknmpmidvenfkkkklfiieisqktceetmnyilsitcldnngnkyfydvtgiipcfdieyneivaneikkyekilnsnailntrngnivfegvhlkpfnyysnelithirlnfkninnyrtvnnilnknniikeyirnnetntnyynkaiqynnlinvekipektllmtwdietysydktripdglvesddcflicgtfhnynsdkilssfaistintetnvignrsiythtihklifnninnndinnkiynnitqflgiinypnltlkicknekesikcfmkmikeikpdiitgfndhtydwvyiknkienyytdltrdfyecfndskyytltndikpfisssvkisadiglmdinypkcnyaifidtrvefrkiypkdiesnlnyylrkmnlnskedlpykklfqiyenkdedgmllatlycltdayrcqellvkkqiinehynmaymtgitlknsicrangfkvfnyllkdgikenysfiynkfekdensteytggyvadptyglnidcpvigldfaslypniqrtlnlgpdtlirdfdipkylnsnipirkicdkyvvdhnekenlksimvkiltnlfdqrviikkkmlmykfdkekysnvdqyklhltlclfksyklnnkkinnnifdylginvlndvindldqkqkavkvlmnsfygllgsptsplyckfiaetitktgrtmliqvrnyvqnknydvhysdtdsvyvscnkhifndieskfinneitekelfykkiqitkdeikvllndinkylkdtyvysyikmayeevlypvffiskkmyfgvehmetinyddidnflfmrgyspvrrnttqltkniivdtvikqlfslntfsiyhktkkidifeiiknivfqivnnfknktypieyfikndryspgkknirintfvdklrqrfdslsndelkrkytppepyerfkyvyidksnkilyngsiekidglgnvmeypcylddfnsnlhykkyfesdlanelgclihpkdgkkyiiklfelfidnidnkyelnniknidydtlihkkndirtiklkqfrsdakiksiefinikkdllvnypllfkydiisnpytfinninndiskinfdfinqrksdlykkcykneyykpnlneltnalniqynilyeelddnirlycdlisnelnikieehcnnketivdydidksfqnivsfidvnkhsfdnleditdkyynivykikkqesysefikklkkh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Heterosigma akashiwo virus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BAE06251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eiiecqvfsfyptdflnnrnftvfafgrkedgssvgieivdfkpfmylhvperqqkfwtmnntedlrktlvteheikelrnintvmkkrlfpytnkdrelflmlefntewgirkcsmslrenyiyknfdvyesnispmlrlmhmreilpsgwvriknydqnnttkcdtnirinfmdiigferddiapckissfdiecmsfdaytqnqsifpsyerendtisqigmatwsygnneevlkrlytlgnaaeptdqtidiiqcdnegeliirwfhyiaeidpdiitgynifgfdweyikgrvdflgiedeilsvasridklksrfmtkelnssafgdnefkflempgriefdffsyikrehklesykldnvayhftkqkkhdvkpmdifiklmgtpedvrevaeycvqdtfliielmkklcvipnliemskvtrvpfeylilrgqqikvfsqifyeamkeniviptnilklqgkkdrneehekytgatvltansgcyfdcvsgldfaslypsimiaynmcyttlvlne</w:t>
            </w:r>
            <w:r w:rsidRPr="00BE314F">
              <w:rPr>
                <w:rFonts w:ascii="Palatino Linotype" w:hAnsi="Palatino Linotype"/>
                <w:sz w:val="20"/>
                <w:szCs w:val="18"/>
              </w:rPr>
              <w:lastRenderedPageBreak/>
              <w:t>relpreakietiewennrhrfvqnkegllpkilkklwitrkstkrlmnetenkemktilngkqlaikvsmnsvygfcgvmrgilpcvaiassvttkgrqmiehtqnmvkqlypdakviygdsvtketplmlrtmetcgnhkhevisienvftdnmrsidmysiigekehvmlsrneeiwtgenwsriirvirhktqkkiygvltengyvevtedhslissdyellkpkncivketqllqsfpdivenstiennmidipkgqpcrltvfgqvsamiiytylkrknysitlnvcnvnsnkfyisfmerprfkntkkniikkiffirntdneeyvydvetedgifhagigeiivkntdsvyvnfpstnndmqkvfdisieaaeaisktfpqpielefekvmypfilftkkryasliwtrvdkpdkidfkgiqvvrrdncsyvreslttiyncllyernvdkclgitdkiiddllkgrvpiekltvskslksnyksktmphfllaekmkqrdpmnyprpgervpyvfientearlqgekaenpeyakengliidtlyyldhqmkkplaelfnivlgegkynlyknhmgfikmkknhqererlreinrkkgqkelnlkwfskkk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lastRenderedPageBreak/>
              <w:t>Micromonas pusilla virus 12T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YP_007676285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vvfqaltweardeevpgdddgpvgehlisifgktedgksvcvttafepylyiklpeikyakeiyakikdsctgynvveskdiwgfqnnqkflfmrvtfsnlalrrktdyflkkpmilsngpfplrvyesnldpilrmmhrtgiqstgwldtgsdcvysdlahvdidlfcndwetlkpvkrddvapfvvasidiesnsstgkfpdadvdgdacfqiamslckmgsdesydktcfcfkktdphlegcniysydtelemleafrtymikedidvmtgwnifgfdleyiykraiknecsdsffnlgklkkyetyqgpkqktngsgmvykrlsssalgdnmlkllpmpgrfifdlfhevkkgykldsyklnnvsklylgdqkidmppremfarfaegdpvklrevaeycikdtllphrltkklcillnllemakatwvpisflvergqqikvfsqltkkarelgfmvptirygalppepyegatvleaqggayytpitaldfealypsimmahnlcystfvmdekrygniegityekfelngrtykfaqdvpsllpailselkefrkqakrdmaaatgfmkeiyngkqlaykismnsiygftgagkgilpcvpiastttykgrsmieetknyveknfpgakvrygdtdsvmvefdvggrtgveaieysweigeraadecsalfkkpnnlelekvyhpyflyskkryaaklwtkgkdgnmnmdyidikglqvvrrdntkfvrevckdlldvvmessdpepakqlalerainllegdvsneklvlsqqlgdsyknnnlshvkvrdkmrerkpgsepqsgdrvpyilvktdnprakayekaedpvfieennipidyhhyftnkflnpicdlleplvkdpkneifgeliaqhkpppkkrepalsgmkkeqlieeckklnletdgkvadlrqrikttredkvsidhlfknyd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Only Syngen Nebraska Virus 5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YP_009325633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smeifptdwrcedvtpdkgeaffrinifgktaegktvcvqtkftpyfllevpdswsiartnlfitetamkydavrpmclptrrknmwgfdggklrnlvqfvfktqaqmrkakyrlkdqyqlyessvdpiirvfhlrninpadwinisksypaqtrisnsdievetsfqhlgpsdnksvppliiaswdietyskdrkfpladnrtdyciqiattfqkygepepyrrtvvcykqtapvegveiiscleeadvmntwmkilqeektdvsigyntwqydlryvhgrsqmcvddmtgedkvklgnlgrllsgggdvverdlssnafgqnkfflldmpgvmqidllqwfrknrnlesyslnnvsklylgdqkndlpamqifekfegnaddraviaayaakdtdlplkllkkmailedltemanavkvpvdyinfrgqqirafsclvgkarqmnyaipddkawategkyegatvldakkgayftpiaaldfaslypsiirahnmspetlvmdkrfenipgveyyeietglgtfkyaqkndetgdgqgvvpallddlakfrklakknmaeakrngdefkealydaqqrsfkvvmnsvygflgaskgfipcvpiaasvtatgrkmiehtakravellpgsevvygdtdsvmvkmklpddkvhdmdeqfkmakwlageitkdfrapndlevslknserglynfviynpdftflnipgrpvpccssrksttrtsciarkgmlrlslrsqmkkvrltskvlrlmekfmmsktlktgyknecqphlhvankiyertgfpvpsgarvpfvyiedkynpdikqsykaedptfakdndlivdrlfyiehqllkpicslfepllddpekeifghslikekiddlkntfkadlkvakrvkknkannqkeitsffkkk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lastRenderedPageBreak/>
              <w:t>Organic Lake Phycodnavirus 1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ADX06143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ygldehrttysimvhnftpfvyikvsndwnkhktdefiehlkqhpnksiaygskdivsyewvkkkslygfdankyynfiyiscknmsfvyklrslyyekdtqqlnkgylyknaytkiyecmippllrffhiqnispsgwievkrfsrnkmkkthmdvdincdykniypldkeimvpykicsfdieansshgdfpeaakdykkvaydivyylehqnvqdydyilrellenvfgfkdtllidkcyveqsytyeqfeshmellfkrkiatnyvvanklkeifskddeddeessyvklkkinmndvltmlkditidkpnkivhltnvldetfpqlkgdqvtfigstfvnygeekpylnhciclndshnigdnvlecystekdvlcawsrlimkedpdiiigynifgfdypfmyeranqlncmdefmvlgrnkeqstklfetsivlasgpydlkmlpmsgrlqidlytymrkefnlpsykldyvssylicdkviryenneegqsriysknmkglerlhyvhfeihnhsselyldgkkfqiielyddgflineeldihekfswglskddvspkdifemtkkgphdrgiiakyciqdcnlvhqifqkvdvlttfsemsklcsvpiqflvlrgqgikltsyiskkcrekdtlmpliskgndvdayegaivlepkcglylnnpvacvdysslypssiisenishdskvwtkefdlndhikkdekgrekmtgikdehsnfiydnlpeyeyvdiqydtfeyvrntptsaatkqltgykicryaqfpdnkkailpsilqellaarkatkkqmqketdpfkknildkrqlsikitanslygqtgaktssfyemdvaasttsvgrtlliyakeiienvygntivdtkygkmksnaeyiygdtdsvfftfnfkdlknntlpdkqlldmtievakeaghlctsflkephdleyektfmpfcllskkryvgmlyeddinscsrksmgivlkrrdnapivkdvyggiidilmkekdieksilfldkmleniideniimdklvvtkslrsfyknptriahcvlanrmgardqkpspgdripfvyiknenkqlqgdkietpdfiksegleidyvfyitnqimkpiiqiyslvlndmkcfqrrkpsfiqevetlsknefdtdkrnkkiqsmkekeverllfkkyisfypeemdgmsyqyrtafdvckklgknekeivnailkhkknkk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Organic Lake Phycodnavirus 2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ADX06483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tlqikmidfqvsemkdefkiqmygldehrktysitvnhfnpfvyilvpniwsksktddfiqhfkdhddktiarsssenivsyelvkkktlygfdankyynfvyiscknmsfiyklkslyydketqqinegylyqnfrtkiyecmippllrffhiqkispsgwieintykkyttkrthmdmdigchykdiisldkddivpykicsfdieassshgdfpeaskdykkvaydmvyfledvpkddyaylleallenvfgfkdtlhidkcypkekytcsqfkihmeklykkkisttketeyklkkyfcnddeeniqvrkvkqadiltmlmddkldnpnkiahmitlldsifpelsgdqvtfigstfvnygqekpylnhciclndtstivdhqiiecydhekdvlcawskliqkedpdiiigynifgfdypfmferanqtncmvefmifgrhkeqsqelietsivlasgpfelkllpmsgrlqidlythmrkeynlpsykldyvssylmsdkvtryennsndtcmiytknmkglelysyvhfeiqnhsselyldgkkfkiiemnvegfviddvldikdsftwglskddvspkeifemtrkgkeergliakyciqdcnlvhqifqkidvmttftemsklcsvpitflvlrgqgikltsyiakkcrekdtlmpliskgnardayegaivlepkcglyldvpvacvdysslypssiisenishdskvwtkefnldhtiklnssgkeciygtkdeqgnfiydnlpdyeyvditydtfayvrktqsaaatkvltgykicryaqfpndekaimpsildellaarkstkkqmknehdpfkqnildkrqlsikitanslygqtgaktstfyemdvaasttaigrklliyakeviegvygnsevdtkygkmktraeyiygdtdsvfftfhfedlngvkikdkqalemtielakeaghlctsflknphdleyektfmpfcllskkryvgmlyeedpekgkrksmgivlkrrdnapivkdvyggiidilmkdknidksidfldtmlqsiidknvimdklvitkslrsfyknpnqiahcvlanrigirdpgnkpapgdripfvyiqttgkklqgerietpqfiqdeqlkidygfyisnqimkpiiqiyslvlydmtkfnrrkrsfiqeiktieeniedndkkqkkynr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Ostreococcus tauri virus 1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YP_003213031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mvvfqaltwesrdtddehlisifgkteegksvclttaftpyffiklpekidagkirriynildekckdslvaysvmkskdvwgfqnneefvfmkvnfkhlqarrlvdsflrkpldrtpelfnifgvrnvkvyesnldpvlrlmhrtgiqstgwldtgdkcirshlarvdmdlfcndwttlkpvarddiapfvvasvdiecnsstgkfpdadvtgdacfqiaislckfgsdepydktclcykktdpnlegstirsyeteremle</w:t>
            </w:r>
            <w:r w:rsidRPr="00BE314F">
              <w:rPr>
                <w:rFonts w:ascii="Palatino Linotype" w:hAnsi="Palatino Linotype"/>
                <w:sz w:val="20"/>
                <w:szCs w:val="18"/>
              </w:rPr>
              <w:lastRenderedPageBreak/>
              <w:t>afqkylhtkdvdiitgwnifgfdmeyiykraqvnrchyeffnlgklrdteselvikklsssalgdnllkllpmpgrfifdmfhevkkgykldsykldnvsklylgdqkidmapkemfaryreedpvklrevaeycikdtllphrlmkklctllnmvemakatwvpanflvergqqikvfsqltkkarelgfmvptirygaipeepyegatvleaqkgayytpitaldfealypsimmahnlcyssyvmdekrygsvpgityetfnigdrtykfaqdvpsllpailaelkqfrkqakrdmaaatgfmkevyngkqlaykvsmnsvygftgagkgilpcvpiastttskgrsmieetknyveknfpgakvrygdsvtpdtpllirengevkttridslvdlyevrddgkeiaeidaevwtecgftpikqivrhkttknihrvlthtgivdvtedhslllknkemikpsevclgtellhgnsleafgethtdvtpeeakvmgfffgdgscghydgkytwalnnadmtfleemselcpfetrvydtiqssgvyklnavgdvksisvryrslfynehkekvvppcilgaplhivqsfwdgyymadgdkdvhgytrmdikgkegsmgmyilgrrlgynvsmntrtdkpdifrqtwttssqrknpiaikklellgetegyvydlttgshhfhvgpgdlvvhntdsvmvefdvgdrkgeeaiayswevgeraaeecsalfkkpnnlelekvywpyflyskkryaaklwtqgkdgkmhmdyidikglqvvrrdntphvrevckelldvvltssdpgppkelakeraiellsgdvpndklilsqglsdtykvggknvsvtsadsvninqshvqvvtkmrqrkpgsepqsgdrvpylltktqdpkakayekaedpkyveehgvpvdyhyyflnkflnpvcdlldplyenvkeeifgeiinrhkppkppklpalstmkkddliaecqrlgleetgtlailrarlkdarhgsvedlfknyeltqskdess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lastRenderedPageBreak/>
              <w:t>Ostreococcus tauri virus 2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YP_004063640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vvfqaltwesrdtddehlisifgkteegksvclttaftpyffiklpenitapkiqriynildekckdslvaysvmkskdvwgfqnneefaymkvnfkhlqarrlvdsflrkpldrtpelfdifgvrnvkvyesnldpvlrlmhrtgiqstgwldtgdkcirshlarvdldlfcndwttlkpvvrddiapfvvasvdiecnsstgkfpdanvpgdacfqiaislckfgsdepydktclcykktdpnlegsnilsydteremleafqkylhksdvdiitgwnifgfdmeyiykraqvnrchyeffnlgklrdteselvikklsssalgdnllkllpmsgrfifdmfhevkkgykldsykldsvsklylgdqkidmapkemfarynegdpvklrevaeycikdtllphrlmkklctllnmvemakatwvpanflvergqqikvfsqltkkarelgfmvptirygaipeepyegatvleaqkgayytpitaldfealypsimmahnlcyssyvmdekkygavpgityetfkvgdrtykfaqdvpsllpaillelkqfrkqakrdmaaatgfmkevyngkqlaykismnsvygftgagkgilpcvpiastttckgramieetknyveknfpgakvrygdtdsvmvefdvgdrkgedaiayswevgeraaeecsalfkkpnnlelekvywpyflyskkryaaklwtqgkdgkmhmdyidikglqvvrrdntphvrevckelldvvltssdpgppkelakeraiellsgdvpnhklilsqglsdtykvggknvsvtskesvninqshvqvvtkmrqrkpgsepqsgdrvpylltktqdskakayekaedpkyveehgvpvdyhyyflnkflnpvcdlldplfenvkdeifgeiinqhkppkpkrepalstmkkddliaeckrlsldetgtlavlrarlkearqgsvedlfkkyeltqsknessredhads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Paramecium bursaria Chlorella virus 1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AAC00532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tditifptdwraedvvpdkgesffrinifgktaegktvcvqtkftpyfllevpeswspartnlfitetamkydavrpmclstkrknmwgfdggkmrnmvqfvfktqaqlrkakyrlkdqyqiyessvdpiirvfhlrninpadwirvskaypaqtrisnsdievetsfqhlgpvedktvpplviaswdietyskdrkfplaenptdyciqiattfqkygepepyrrvvvcykqtapvegveiiscleesdvmntwmkilqdektdvsigyntwqydlryvhgrtqmcvddmtgedkvklsnlgrllsgggevverdlssnafgqnkfflldmpgvmqidllqwfrknrnlesyslnnvsklylgdqkndlpamqifekfegnaedraiiaayaakdtdlplkllkkmailedltemanavkvpvdyinfrgqqirafsclvgkarqmnyaipddkawategkyegatvldakkgayftpiaaldfaslypsiirahnmspetlvmekrfenvpgveyyeietglgkfkyaqkndetgegqgvvpallddlakfrklakkhmaeakrngddfkealydaqqrsfkvvmnsvygflgaskgfipcvpiaasvtatgrkmiehtakravellpgseviygdtdsvmvkmklpddkvhdmdeqfkmakwlageitkd</w:t>
            </w:r>
            <w:r w:rsidRPr="00BE314F">
              <w:rPr>
                <w:rFonts w:ascii="Palatino Linotype" w:hAnsi="Palatino Linotype"/>
                <w:sz w:val="20"/>
                <w:szCs w:val="18"/>
              </w:rPr>
              <w:lastRenderedPageBreak/>
              <w:t>frapndlefekiyypyilyskkryaavkfeepdekgkvdvkglalvrrdfspitrdilkesldtilykkdtptavsetlerirkvldneypmekfmmskllktgyknecqphlhvankiyertgfpvpsgarvpfvyiedkknpdikqsfkaedptfaqdnglivdrlfyiehqllkpicslfepllddpekeifghrlikekienlknvfkadlkvakrvkkniannqreitsffkkk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lastRenderedPageBreak/>
              <w:t>Paramecium bursaria Chlorella virus AR158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YP_001498312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teltffptdwrsedvepdkgepyfrinifgktmdgkticvrakftpfflletpeswsaartnlfitetamkydairpsclptkrknmwgydggkmrpmvqfvfktlsqmrkakyrlkneyqiyessvdpiirifhlrninpadwvhvskafpvetrisnsdievetsfqhlgpsdvkevppliiaswdietyskdrkfplaenstdyciqiattfqkygepepyrrvvvcykqtapvegveiiscaeeadvmntwmkilqdektdisigyntwqydlryihgrsmmcvdditgednvrlknlgrllvgggevierdlssnafgqnkfflldmpgvmqidllqwfrknrnlesyslnnvsklylgdqkndlpamqifekfeggaddraiiaayaakdtdlplkllkkmaileditemanavkvpvdyinfrgqqvrafsclvgkarqmnyaipddkmwtvdgkyegatvldakkgayftpiaaldfaslypsiirahnmspetlvmdkrfenlpgieyyeietglgtfkyaqkndetgegqgvvpallddlakfrkqakkhmaeakknddefrealydaqqrsfkvvmnsvygflgasrgfipcvpiaasvtatgrkmiehtakrvtellpgseviygdtdsvmirmklpddkihdmdeqfkmakwlageitkdfkapndlefekiyypyilyskkryaaikfedpdekgkvdvkglalvrrdfspitreilkesldtilfkkdtptavtetvecirkvldneypmekftmsktlktgyknecqphlhvsnkifertgfpvpsgarvpfvyiedkknldtkqsfraedptfaqendlivdrlfyiehqlmkpicslfepllddpeteifghplikgkidelkstfkadlrdakrtkkniannqreitsffkkk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Paramecium bursaria Chlorella virus FR483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YP_000425655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sfdpgiistkracdtkfhniqyynlssdmtsltvfptdwrsgdegeqfrinlfgktpdgktacirirftpvfllelpaawspsrqklfitetaikygaikdmclpvkkksmwgfdggvmrnlaqfafptlekmrkakyglkrdyqiyesnvdpivrlfhirkinpagwvqikqsypvmtrisrsdievdcnfttvsvselttppplviaswdietyskerkfplssnptdyvtqiatsfqrygeeepyrrvvvcfkdtgkvdgveivscseeqdminawmtivseektdvligynvfqydwkyvsgraqmlvddasaddtvfvdtlgrllegggavverelasnafgqnffyyldtpgviqldllqwmrknrnlesyslnnvsklylgdqkddlpamqifekfeggpedraviakyaaqdtllplkllsklaifeditemanavkvpvdwigfrgqqvrafsclfgkaremnyaipddkawaaegkfegatvlepkkgayftpiaaldfaslypsiirahnmspetlvmdaryknlpgveyyeigtgigtfrysqqsqgvvpallddlakfrknakklmaaahkegddfkealydasqrsykvvmnsvygflgaskgflpcvpiaasvtatgrnmidvasrraiellpgseviygdtdsimvkmklpegknqedindhfevakwlageitkeyrapndlefekiyypyilyskkryaaikyedpeekgkvdvkglalvrrdfspitreilkesldtilfakdtptavkdtrekirkvldneypmekfvmsktlktgyknemqphlivankifdrtgfpvpsgarvpfvyvedkdnidakqsmraedpkyamdnglivdrlfyinhqllkpltslfeplvdhpekelfghvdvvgkivalatrhkaelkdtkrvkknkannqieitsffkpktlkl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Parameicum bursaria Chlorella virus NY2A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AAA88827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teltffptdwrsedvepdkgepyfrinifgktmdgktvcvrakftpfflletpeswsaartnlfitetamkydairpsclptkrknmwgydggkmrpmvqfvfktlsqmrkakyrlkneyqiyessvdpiirifhlrninpadwmhvskafpvetrisnsdievetsfqhlgpsdlkevppliiaswdietyskdrkfplaenpadyciqiattfqkygepepyrrvvvcykqtasvegveiiscaeeadvmntwmtilqdeitdvsigynlwqydlryihgrsmmcvdditgednvrlknlgrllvgggevierdlssnafgqnkfflldmpgvmqidllqwfrknrnlesyslnnvsklylgdqkndlpamqifekfeggaddraiiaayarkdtdlplkllkkmaileditemanavkvpvdyinfrgqqvrafsclvgkarqmnyaipddkmwtvdgkyegatvldakkgayftsiaaldfaslypsiirahnmspetlvmdkrfenlpgieyyeietglgtfkypqkndetgegqgvvpallddlakfrkqakkhmaeakknddefrealydaqqrsykivmnsv</w:t>
            </w:r>
            <w:r w:rsidRPr="00BE314F">
              <w:rPr>
                <w:rFonts w:ascii="Palatino Linotype" w:hAnsi="Palatino Linotype"/>
                <w:sz w:val="20"/>
                <w:szCs w:val="18"/>
              </w:rPr>
              <w:lastRenderedPageBreak/>
              <w:t>ygflgasrgfipcvpiaasvtatgrkmiehtakrvtellpgseviygdtdsvmirmklpddkihdmdeqfkmakwlageitkdfkapndlefekiyypyilyskkryaaikfedpdekgkvdvkglalvrrdfspitreilkesldtilfkkdtptavtetvecirkvldneypmekftmsktlktgyknecqphlhvsnkifertgfpvpsgarvpfvyiedkknldtkqsfraedptfaqendlivdrlfyiehqlmkpicslfepllddpeteifghplikgkidelkstfkadlrdakrtkkniannqreitsffkkk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lastRenderedPageBreak/>
              <w:t xml:space="preserve">Phaeocystis globosa virus 16T </w:t>
            </w:r>
            <w:r w:rsidRPr="00BE314F">
              <w:rPr>
                <w:rFonts w:ascii="Palatino Linotype" w:hAnsi="Palatino Linotype"/>
                <w:sz w:val="20"/>
                <w:szCs w:val="18"/>
              </w:rPr>
              <w:t>(Gp I)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YP_008052566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kakptvktksyklydfnvydgfskaenlgkngydkfkdnkkfiiqmfginvagetvslivedfnpfyyikvgddwgesdraefiahiknklgayyedsivasklvkrhklygfddnklhtfikisftntgaynrakkmfyvdstvdgvfkrelipdgylyeetkcylyeanippllklfhiqeispsgwiqiqsdkitkmrqksthcayeyitsykhlkkadkddivkysicsfdieassshgdfpvpikdykklatnileyynemedktkfdvtcfkklidagygyercpdiatvypklkniskeqldnifsnfmlyipakdqsrkdyikeneesdtdsdnddeddkkendgadeaaafhkrhkkvkkyhktanllqiihddkcendtklfelnkaltkfypelegdmvtfigmtflnysekkphtryiivkggcevpekykswvlennvkiiekttekgvlleftkimtlenphivtgyningfdfdfmfkrskeigcvedflklsknidevcmtkdwktgemeiaknkivlasgeynlsfinmpgriivdmcvvfrreytlssnkldyvssyfisdsvkkidvdkennqtriysknltgltvgcyvkfdevshstnnykkgqkyeildinldtasflidsaeeldlkkykinwglakddvsvqeifelanksdidrftvgkycigdcdnviwllikvdiitdkvemsnlcdvplnfllqrgqgiklqsyvskkcgekntlmpiveknlndggyegahvfnpktglyledpvacvdysslypssmisenlshdskvwtkeydlsdnlihstgekdadenfiydnlpnytyvdvkydtyeylrktpkaaekktvvgykicrfaqfpkgkaimpailedllsarkatkklmgkeedpfkqniydkrqlsikvtanslygqcgartsafyekdvaasctaigrkllfygkdviegcynnveitlsdgvkvvtkaecvygdtdsvffkfnlktpegkriinkqaliytielakqagelatkflkkphdleyektfwpfnllskkrydgmlyendpeycklksmgnvlkrrdnapivkdiyggvvgilmkdkslpksikfvkesvqnmidekypiekllvtkalrgyyknpkqiahkvladrigvreqgnkpgagdrmnyayiknpnkkalqgekietpefikdnelkldyghyitnqimkpllqlyaleleniqefkdkqfnikeyntdkkvilweeeiiklkekwpdpekyvkkyeelrckevkalifdkylkglk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Phaeocystis pouchetii virus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ABU23718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ttktviktksyklydfnvydgfskaenlgkngydkfkdnkkfiiqmfgintagqtasiivedfnpfyyikvgddwtesdrcefvshikgklgvyyedsivasklvkrhklygfddnklhtfikisftntgaynrakkmfyidsnvdgvfkrellpdgylyeetkcylyeanippllklfhiqeispsgwvqiqtdkitkmrqksthcayeyitsykhlkkadkddivkysicsfdieassshgdfpvpikdykklatnileyynemedktkfdvtcfkkhinagygyercpdiatvypklknisneqldnifsnfmlyipakdqsrkdyikeneesdsesdnddeedkkendgadeaaafhkrhkkvkkynktanilqiiqddkcehdtklfelnkaltkfypelegdmvtfigmtflnysdkkphtryiivkggcevpekykswvlennvkiiekttekgvlleftkimtlenphivtgyningfdfdfmfkrskeigctedflklsknidevcmtkdwktgemeiaknkivlasgeynlsfvnmpgriivdmcvvfrreytlssnkldyvssyfisdsvkkidvdkennqtriysknltgltvgcyvkfdevshstnnykkgqkfeildinldtasflidsaeeldlkkykinwglakddvsvqeifelanksdidrftvgkyclgdcdnviwllikvdiitdkvemsnlcdvplnfllqrgqgiklqsyvskkcgekntlmpiveknlndggyegahvfnpktglyledpvacvdysslypssmisenlshdskvwtkeydlsnnlihstgekdadenfiydnlpnytyvdvkydtyeylrktpkaaekktvvgykicrfaqfpkgkaimpailedllsarkatkklmgkeedpfkqniydkrqlsikvtanslygqcgartsafyekdvaasctaigrkllfygkdviegcynnveitlsdgvkvvtkaecvygdtdsvffkfnlktpegkriinkqaliytielakqagelatkflkkptrfrvrenilafqsiiqeki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lastRenderedPageBreak/>
              <w:t>Prymnesium kappa virus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AIS68742.1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Vlleftkviqtenphiitgynitgfdfefmfkrsqelncsneflklsrnigeicinkdwrtgkedietskivlasgeynlkfvkmpgriiidmytvfrkeyilsgykldytssyfisdtinnieinyqnnttkifsknltgltvgcyvkfeeisysvnnykkgk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Pyramimonas orientalis virus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ABU23717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nfrdhsisldesknacfqvidwyhfdytnedsnesqyiikmfgvteegyslcvnvtdfqphfyissktkdkftqtelddleeyiinklpynfknslsvkqvrkksiwgftnnvykqyiklsfqnimsmyitrkmlqyrikvgrvqvqfdlnesnidpflrfihiqnikpggwisideyttdvddeleskcqinittscenvqpldcnkvapvnimsfdiectsssgdfpvpiktykktaeeisdlynsfksdshhdgfipalykcfmgiytdekefmndcgtycnknllecntnnikfakvypkkkkidletifqklqgytdtivdilknrskhtvfqeendglepsvvnqlevllnsflpplkgdpiiqigstihqygstkcsyknvitldtcndipgvdvitcktetalikewcklihrvdpdimtgynifgfdfdyiykralelgcekyvlgcsrleghkskfkekmlassalgenllkyvemegrvfvdlmkvvqreynldsykldnvashfisgkvkthnkttlhldsaaginvgdyiklnntykcmvlsvdsniividteldekivtwglakddvspkeifacqkgtsadrakiakycvqdcalcnmliiklevfannmgmanvclvplsyifmrgqgikifslvakqcrddnfiiplikfdqdseevegyegaivldpipgiyveapisvmdyaslypssmisenishdsivldkkydnlpgveyvdvtydiftgvgdkktkvdektcryaqfknnekgvlprilmkllsqrkstrkqilhktvttndnrsftglvdenddsvtikttdnntitlsrneilssvdtyndfmkaildglqlaykitanslygqvgartspiymkelaasttatgrnlimkakefmetnygadvvygdtdsifvdfkvkekyglldkdalqksidisvkasdafkkelkaphdleyektffpfiilskkkyvgnlyehdvnkykqksmgivlkrrdnanivkivyggiidillnrqnisfainflkeslrklvngefhmddlvitktlrttykdptriahkvladrmrnrdpgsapqssdrvpyayiehdiknksllqgdkiehpsyikennvkidyifyitnqlmkpicqlmalalfqipksskpeiyerklksltldyegnkkraidkvsdlkqkeiqkllfdetlvhlnnkrmgnreileffsvtpv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Tetraselmis Virus 1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AUF82649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kfqivdwevsdvpeteipecfvtdthsrfqddeddaprylytvivygrtkegksvclkltqfqpyfylkvdgikdytphlsnisrhiisncfhlkreiqhivigkkcdfygfsanekkecvivtfdswramrsvasklrssafkyqnklitlyetrveplmrllhsreikstgwveiedskiefenwgatdicgttsyknvdplevddiapmlmasfdiectvesdifgdfpvaiksyrriannikdtleiamkydldpykakeliqivifytlgmkdvegrfadtvnwmnrnnascltqrvlgsvrtketlsttalynylyiivddlfsyatgdikyedksqpsgpveqidsllsktlpplkgdpviqigvtcntigntecsskwisvlnscdhipgvevesyeteeevimafaryirksspdlitgynifgfdmkylhertlelgisdkflrtisrlnthpakfvekrlsssalgdnvfwmldipgivsldlmkvvmrdhklesykldnvaqhftgekkrdvppkdifrlqngtskdrsvvadycvqdcalcnvlleklkvvvnaiamasmshvpisyiflrgqgvkilslvsyycrkrdmiikdlpkkleepdedaplwkrnryrqeaeaqefmekpddievqgaivlepdvgfyvddpvavcdyaslypssilshgispdawvkddsmrkhpdytykdvsyeiyegkgddkkvvgmetltfaikknvdvydpntlsiipaierillmgrksirkkakhkkvvtkdgteyvgdyseldgdrikingvvlknddvvsvnnfynqfmqdvldgqqlsykllansvygqlgartsdirdmklaacvtsvgrsliisakdfihknggtvvygdtdsvfctfpvydpvtgerlkgkdalpyviektqyigkeftktilppphdleyektfwpllllakkkyvgnmyeedpekfklkymgvvlkrrdnapivrrvistlldvllneidvtkaldnmlkviddvvnanvpieelvitktlraeykdrsriahavlaqrigerdpgnapqindripmvhirvpakkgekilqgdkvedpeyvqsaglepdmeyylenqimnptiqmlaallekipgynkpigyyerktdeytlqykndtsrnlteetirkkvreaidkirqeevrklvfepklakirnkykgqldlttmgfffkm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t>Yellowstone Lake Phycodnavirus 1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YP_009174732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Mttfqavawegsdhedgkfviriygrqadgksvalgttfrpyfyvklrvqhnfadfaalirkkfqpteikevrakdlwgfqnnllsrfariefdtmrqmrfcayglrksdtefgklklyetnidpvlrfmhvtgirstgwltcaatepdydttcdinlwapehtnikpvdrddv</w:t>
            </w:r>
            <w:r w:rsidRPr="00BE314F">
              <w:rPr>
                <w:rFonts w:ascii="Palatino Linotype" w:hAnsi="Palatino Linotype"/>
                <w:sz w:val="20"/>
                <w:szCs w:val="18"/>
              </w:rPr>
              <w:lastRenderedPageBreak/>
              <w:t>aplkimsfdiecysksgnfpdpmktedcvfqigmttrkfgsdepmerkclcfkntagpdaesfdtekkllqafdkyliktdpdiitgwnifgfdleflqvravknglaptwgrfkdspielvtknlsssalgnnmlkmvpmrgryvfdlfqdvkrehklesyslnnvskhflkdqkndmpvkeifsrfaegdparlgevaeyclkdtelphklldklcqiqnlvemakacwvplaflsergqqikvfsqmaykarelnfiiptfergpaldddkyqgatvldaqtgayyspitaldfaslypsimcahnlcystlvmdpkfdnlpgvtyeqfgphrfaqnvpsllpviltdlkayrkkakklmaqaegtpmeaiyngqqlaykismnsiygftgaskgmlplvaiastvtmrgrqmieetktyveenfpgakvrygdtdsvmvefdvqgrkgqeaidyswqlgeqaaeqctklfkapndlelekvycpyflyskkryaakmyeknklgeiafkkidvkglqvvrrdscpyvretlkqllnmvlesddpkpavnfakqsakdlkaglvpieklllskqlasdykvkmphvevrdkirarapgsepqqgdrvqfvivegrgrmfekaedpewvktnglkidyeyyfghqlkkpvcdlleplvggdpekvifapkvktmtdffslrpapkve</w:t>
            </w:r>
          </w:p>
        </w:tc>
      </w:tr>
      <w:tr w:rsidR="00BE314F" w:rsidRPr="00BE314F" w:rsidTr="00BE314F">
        <w:trPr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i/>
                <w:sz w:val="20"/>
                <w:szCs w:val="18"/>
              </w:rPr>
              <w:lastRenderedPageBreak/>
              <w:t>Yellowstone Lake Phycodnavirus 2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YP_009174598</w:t>
            </w:r>
          </w:p>
        </w:tc>
        <w:tc>
          <w:tcPr>
            <w:tcW w:w="8674" w:type="dxa"/>
            <w:shd w:val="clear" w:color="auto" w:fill="auto"/>
            <w:vAlign w:val="center"/>
          </w:tcPr>
          <w:p w:rsidR="00BE314F" w:rsidRPr="00BE314F" w:rsidRDefault="00BE314F" w:rsidP="00BE314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18"/>
              </w:rPr>
            </w:pPr>
            <w:r w:rsidRPr="00BE314F">
              <w:rPr>
                <w:rFonts w:ascii="Palatino Linotype" w:hAnsi="Palatino Linotype"/>
                <w:sz w:val="20"/>
                <w:szCs w:val="18"/>
              </w:rPr>
              <w:t>mqsqavawegddvddryivriygrcedgrsicvstpfepyffikirpshkfavlknalsrhfydlteiqeilakdlwgfrnglrerfvkltfktiksmricaamidrmkerddrwedlkafgqlkiyesnmdpvlrfmhvsgvrstgwfevaggtpdystscnvnlwvedyknitpvdrddvaplrvmsfdiecysstgefpnpnttrdvvfqigmttrtfgsdepmvrkclclkqtdaadcesfeterallerfekyltevdpdimtgwnifgfdleylqvrsvlcglaptwgrfkdspielvtknlsssalgnnllklvpmrgryvfdffqdvkrehklesyslnnvskhflkdqkndmpvkeifsrfaegdpkrlgevaeyciqdtvlphklldklcqlqnqiemakacwvplsflsergqqikvfsqmaykarqlgfiipvfkkplvsgpddgyqgatvldaqtgayygpitaldfaslypsimcahnlcyssmvmdpqfdnlegveyeqfgqfrfaqnvpsllpviltdlkafrkkakklmaaaegtpmeavyngqqlaykismnsiygftgaskgmlplvaiastvtmrgrqmieetknyveanfpgahvrygdtdsvmvefdvqgrkgqeaidyswqqgeqaaeqctklfkapndlelekvycpyflyskkryaakmyekgrdgavvfkkidvkglqvvrrdscpyvretlkkllemilesddprppvefakqaakaltngevptdkllmskqlaanykvrmphvevrdkirkrapgsepqqgdrvafvivegpknakmfekaedpewvlekkikidyqyyftnqlkkpvcdllepllgrdteklifqpkvrtitqfftpk</w:t>
            </w:r>
          </w:p>
        </w:tc>
      </w:tr>
    </w:tbl>
    <w:p w:rsidR="00BE314F" w:rsidRDefault="00BE314F" w:rsidP="00BE314F">
      <w:pPr>
        <w:pStyle w:val="MDPI41tablecaption"/>
        <w:autoSpaceDE w:val="0"/>
        <w:autoSpaceDN w:val="0"/>
        <w:spacing w:before="0" w:after="0" w:line="240" w:lineRule="auto"/>
        <w:ind w:left="0" w:right="0"/>
        <w:jc w:val="center"/>
      </w:pPr>
    </w:p>
    <w:sectPr w:rsidR="00BE314F" w:rsidSect="00BE314F">
      <w:pgSz w:w="16838" w:h="11906" w:orient="landscape" w:code="9"/>
      <w:pgMar w:top="1531" w:right="1417" w:bottom="1531" w:left="1077" w:header="1020" w:footer="850" w:gutter="0"/>
      <w:lnNumType w:countBy="1" w:restart="continuous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857" w:rsidRDefault="00760857">
      <w:pPr>
        <w:spacing w:line="240" w:lineRule="auto"/>
      </w:pPr>
      <w:r>
        <w:separator/>
      </w:r>
    </w:p>
  </w:endnote>
  <w:endnote w:type="continuationSeparator" w:id="0">
    <w:p w:rsidR="00760857" w:rsidRDefault="007608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F2D" w:rsidRPr="00CF0CC9" w:rsidRDefault="00627F2D" w:rsidP="00627F2D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F2D" w:rsidRPr="00372FCD" w:rsidRDefault="00627F2D" w:rsidP="00627F2D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985EB1">
      <w:rPr>
        <w:rFonts w:ascii="Palatino Linotype" w:hAnsi="Palatino Linotype"/>
        <w:i/>
        <w:sz w:val="16"/>
        <w:szCs w:val="16"/>
      </w:rPr>
      <w:t>Viruses</w:t>
    </w:r>
    <w:r>
      <w:rPr>
        <w:rFonts w:ascii="Palatino Linotype" w:hAnsi="Palatino Linotype"/>
        <w:i/>
        <w:sz w:val="16"/>
        <w:szCs w:val="16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2018</w:t>
    </w:r>
    <w:r w:rsidRPr="00B65510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宋体" w:hAnsi="Palatino Linotype"/>
        <w:i/>
        <w:iCs/>
        <w:sz w:val="16"/>
        <w:szCs w:val="16"/>
        <w:lang w:eastAsia="zh-CN"/>
      </w:rPr>
      <w:t>10</w:t>
    </w:r>
    <w:r w:rsidRPr="00B65510">
      <w:rPr>
        <w:rFonts w:ascii="Palatino Linotype" w:hAnsi="Palatino Linotype"/>
        <w:iCs/>
        <w:sz w:val="16"/>
        <w:szCs w:val="16"/>
      </w:rPr>
      <w:t>,</w:t>
    </w:r>
    <w:r w:rsidRPr="00B65510">
      <w:rPr>
        <w:rFonts w:ascii="Palatino Linotype" w:eastAsia="宋体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</w:rPr>
      <w:t>x</w:t>
    </w:r>
    <w:r w:rsidRPr="00B65510">
      <w:rPr>
        <w:rFonts w:ascii="Palatino Linotype" w:hAnsi="Palatino Linotype"/>
        <w:sz w:val="16"/>
        <w:szCs w:val="16"/>
        <w:lang w:val="fr-CH"/>
      </w:rPr>
      <w:t>; doi:</w:t>
    </w:r>
    <w:r w:rsidRPr="00FE515F">
      <w:rPr>
        <w:rFonts w:ascii="Palatino Linotype" w:hAnsi="Palatino Linotype"/>
        <w:sz w:val="16"/>
        <w:szCs w:val="16"/>
        <w:lang w:val="en-GB"/>
      </w:rPr>
      <w:t xml:space="preserve"> </w:t>
    </w:r>
    <w:r>
      <w:rPr>
        <w:rFonts w:ascii="Palatino Linotype" w:hAnsi="Palatino Linotype"/>
        <w:sz w:val="16"/>
        <w:szCs w:val="16"/>
        <w:lang w:val="en-GB"/>
      </w:rPr>
      <w:t xml:space="preserve">FOR PEER REVIEW 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r w:rsidRPr="00985EB1">
      <w:rPr>
        <w:rFonts w:ascii="Palatino Linotype" w:hAnsi="Palatino Linotype"/>
        <w:sz w:val="16"/>
        <w:szCs w:val="16"/>
      </w:rPr>
      <w:t>viruses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857" w:rsidRDefault="00760857">
      <w:pPr>
        <w:spacing w:line="240" w:lineRule="auto"/>
      </w:pPr>
      <w:r>
        <w:separator/>
      </w:r>
    </w:p>
  </w:footnote>
  <w:footnote w:type="continuationSeparator" w:id="0">
    <w:p w:rsidR="00760857" w:rsidRDefault="007608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F2D" w:rsidRDefault="00627F2D" w:rsidP="00627F2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F2D" w:rsidRPr="00EE746E" w:rsidRDefault="00627F2D" w:rsidP="00627F2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Viruses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AC6120">
      <w:rPr>
        <w:rFonts w:ascii="Palatino Linotype" w:hAnsi="Palatino Linotype"/>
        <w:noProof/>
        <w:sz w:val="16"/>
      </w:rPr>
      <w:t>15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AC6120">
      <w:rPr>
        <w:rFonts w:ascii="Palatino Linotype" w:hAnsi="Palatino Linotype"/>
        <w:noProof/>
        <w:sz w:val="16"/>
      </w:rPr>
      <w:t>15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F2D" w:rsidRDefault="00CB2BE3" w:rsidP="00627F2D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27F2D" w:rsidRDefault="00CB2BE3" w:rsidP="00627F2D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181401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40385" cy="357505"/>
                                <wp:effectExtent l="0" t="0" r="0" b="0"/>
                                <wp:docPr id="1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385" cy="357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627F2D" w:rsidRDefault="00CB2BE3" w:rsidP="00627F2D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181401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40385" cy="357505"/>
                          <wp:effectExtent l="0" t="0" r="0" b="0"/>
                          <wp:docPr id="1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385" cy="357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>
          <wp:extent cx="1645920" cy="429260"/>
          <wp:effectExtent l="0" t="0" r="0" b="0"/>
          <wp:docPr id="2" name="Picture 5" descr="C:\Users\home\Desktop\logos\带白边的logo\JCDD-Water\Viruses\viruses-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Viruses\viruses-high-0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26" t="11539" b="8524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BE3"/>
    <w:rsid w:val="000B4C54"/>
    <w:rsid w:val="00181401"/>
    <w:rsid w:val="0019424C"/>
    <w:rsid w:val="00194891"/>
    <w:rsid w:val="001E2AEB"/>
    <w:rsid w:val="00300EE6"/>
    <w:rsid w:val="00326141"/>
    <w:rsid w:val="00362F96"/>
    <w:rsid w:val="003B1A07"/>
    <w:rsid w:val="003B4E9D"/>
    <w:rsid w:val="00400246"/>
    <w:rsid w:val="00401D30"/>
    <w:rsid w:val="004F25AC"/>
    <w:rsid w:val="005105E8"/>
    <w:rsid w:val="005B4477"/>
    <w:rsid w:val="005B4E42"/>
    <w:rsid w:val="00627F2D"/>
    <w:rsid w:val="00692393"/>
    <w:rsid w:val="00760857"/>
    <w:rsid w:val="00775FBD"/>
    <w:rsid w:val="007A3C8B"/>
    <w:rsid w:val="007F7C8C"/>
    <w:rsid w:val="008B079D"/>
    <w:rsid w:val="008D460D"/>
    <w:rsid w:val="009F14D0"/>
    <w:rsid w:val="009F70E6"/>
    <w:rsid w:val="00A119D4"/>
    <w:rsid w:val="00A21C8B"/>
    <w:rsid w:val="00A271F1"/>
    <w:rsid w:val="00A760E7"/>
    <w:rsid w:val="00AC6120"/>
    <w:rsid w:val="00AE5CE9"/>
    <w:rsid w:val="00B14B94"/>
    <w:rsid w:val="00BA05A2"/>
    <w:rsid w:val="00BE2CFD"/>
    <w:rsid w:val="00BE314F"/>
    <w:rsid w:val="00C56EB6"/>
    <w:rsid w:val="00CB2BE3"/>
    <w:rsid w:val="00D32186"/>
    <w:rsid w:val="00DA5CF6"/>
    <w:rsid w:val="00E47A6A"/>
    <w:rsid w:val="00ED4580"/>
    <w:rsid w:val="00F01FF0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3F37D3"/>
  <w15:chartTrackingRefBased/>
  <w15:docId w15:val="{CAB9676D-FAC3-4911-B087-912A5535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40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181401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181401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81401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181401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181401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18140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181401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181401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18140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181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181401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181401"/>
    <w:pPr>
      <w:ind w:firstLine="0"/>
    </w:pPr>
  </w:style>
  <w:style w:type="paragraph" w:customStyle="1" w:styleId="MDPI33textspaceafter">
    <w:name w:val="MDPI_3.3_text_space_after"/>
    <w:basedOn w:val="MDPI31text"/>
    <w:qFormat/>
    <w:rsid w:val="00181401"/>
    <w:pPr>
      <w:spacing w:after="240"/>
    </w:pPr>
  </w:style>
  <w:style w:type="paragraph" w:customStyle="1" w:styleId="MDPI35textbeforelist">
    <w:name w:val="MDPI_3.5_text_before_list"/>
    <w:basedOn w:val="MDPI31text"/>
    <w:qFormat/>
    <w:rsid w:val="00181401"/>
    <w:pPr>
      <w:spacing w:after="120"/>
    </w:pPr>
  </w:style>
  <w:style w:type="paragraph" w:customStyle="1" w:styleId="MDPI36textafterlist">
    <w:name w:val="MDPI_3.6_text_after_list"/>
    <w:basedOn w:val="MDPI31text"/>
    <w:qFormat/>
    <w:rsid w:val="00181401"/>
    <w:pPr>
      <w:spacing w:before="120"/>
    </w:pPr>
  </w:style>
  <w:style w:type="paragraph" w:customStyle="1" w:styleId="MDPI37itemize">
    <w:name w:val="MDPI_3.7_itemize"/>
    <w:basedOn w:val="MDPI31text"/>
    <w:qFormat/>
    <w:rsid w:val="00181401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181401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181401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181401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181401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181401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FE7F32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181401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181401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181401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18140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181401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181401"/>
  </w:style>
  <w:style w:type="paragraph" w:customStyle="1" w:styleId="MDPI31text">
    <w:name w:val="MDPI_3.1_text"/>
    <w:qFormat/>
    <w:rsid w:val="0018140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181401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181401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181401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181401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401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8140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181401"/>
  </w:style>
  <w:style w:type="table" w:customStyle="1" w:styleId="MDPI41threelinetable">
    <w:name w:val="MDPI_4.1_three_line_table"/>
    <w:basedOn w:val="TableNormal"/>
    <w:uiPriority w:val="99"/>
    <w:rsid w:val="00FE7F3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等线 Light" w:hAnsi="等线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F14D0"/>
    <w:rPr>
      <w:color w:val="0563C1"/>
      <w:u w:val="single"/>
    </w:rPr>
  </w:style>
  <w:style w:type="table" w:styleId="TableGrid">
    <w:name w:val="Table Grid"/>
    <w:basedOn w:val="TableNormal"/>
    <w:uiPriority w:val="39"/>
    <w:rsid w:val="003B1A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AppData\Roaming\Skype\My%20Skype%20Received%20Files\viruses-template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viruses-template(1).dot</Template>
  <TotalTime>0</TotalTime>
  <Pages>15</Pages>
  <Words>5736</Words>
  <Characters>32698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38358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3</cp:revision>
  <dcterms:created xsi:type="dcterms:W3CDTF">2018-09-05T02:11:00Z</dcterms:created>
  <dcterms:modified xsi:type="dcterms:W3CDTF">2018-09-11T06:43:00Z</dcterms:modified>
</cp:coreProperties>
</file>