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E76" w:rsidRPr="000919AC" w:rsidRDefault="0077265E" w:rsidP="005E66A6">
      <w:pPr>
        <w:pStyle w:val="Header"/>
        <w:tabs>
          <w:tab w:val="clear" w:pos="8640"/>
          <w:tab w:val="right" w:pos="13860"/>
        </w:tabs>
        <w:ind w:left="720"/>
        <w:rPr>
          <w:sz w:val="28"/>
          <w:szCs w:val="28"/>
        </w:rPr>
      </w:pPr>
      <w:bookmarkStart w:id="0" w:name="_GoBack"/>
      <w:bookmarkEnd w:id="0"/>
      <w:r>
        <w:rPr>
          <w:noProof/>
          <w:color w:val="auto"/>
          <w:lang w:val="en-US"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-228600</wp:posOffset>
            </wp:positionV>
            <wp:extent cx="685800" cy="623570"/>
            <wp:effectExtent l="0" t="0" r="0" b="0"/>
            <wp:wrapNone/>
            <wp:docPr id="24" name="Picture 24" descr="Consort-Logo-Graphic-30-12-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onsort-Logo-Graphic-30-12-07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0" t="20689" r="87100" b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E76" w:rsidRPr="00995264">
        <w:rPr>
          <w:rFonts w:ascii="Calibri" w:hAnsi="Calibri"/>
          <w:b/>
          <w:bCs/>
          <w:color w:val="auto"/>
          <w:sz w:val="28"/>
          <w:szCs w:val="28"/>
        </w:rPr>
        <w:t xml:space="preserve">PRISMA 2009 </w:t>
      </w:r>
      <w:r w:rsidR="00C74E76">
        <w:rPr>
          <w:rFonts w:ascii="Calibri" w:hAnsi="Calibri"/>
          <w:b/>
          <w:bCs/>
          <w:color w:val="auto"/>
          <w:sz w:val="28"/>
          <w:szCs w:val="28"/>
        </w:rPr>
        <w:t>Flow Diagram</w:t>
      </w:r>
    </w:p>
    <w:p w:rsidR="00C543A3" w:rsidRDefault="0077265E"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4040505</wp:posOffset>
                </wp:positionV>
                <wp:extent cx="1714500" cy="924560"/>
                <wp:effectExtent l="9525" t="9525" r="9525" b="8890"/>
                <wp:wrapNone/>
                <wp:docPr id="2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2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B54" w:rsidRDefault="005E66A6" w:rsidP="00442B5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</w:t>
                            </w:r>
                            <w:r w:rsidR="00442B5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ull-text articles excluded</w:t>
                            </w:r>
                          </w:p>
                          <w:p w:rsidR="001E26CD" w:rsidRDefault="001E26CD" w:rsidP="00442B5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Off-topic (n = </w:t>
                            </w:r>
                            <w:r w:rsidR="00BC3F7E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25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442B54" w:rsidRPr="001E26CD" w:rsidRDefault="001E26CD" w:rsidP="001E26CD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Unavailable (n =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C74E76" w:rsidRPr="00442B54" w:rsidRDefault="00F36931" w:rsidP="00442B5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 w:rsidRPr="00442B5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(n = </w:t>
                            </w:r>
                            <w:r w:rsidR="00BC3F7E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27</w:t>
                            </w:r>
                            <w:r w:rsidR="005E66A6" w:rsidRPr="00442B5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33pt;margin-top:318.15pt;width:135pt;height:7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">
                <v:textbox inset=",7.2pt,,7.2pt">
                  <w:txbxContent>
                    <w:p w:rsidR="00442B54" w:rsidRDefault="005E66A6" w:rsidP="00442B5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F</w:t>
                      </w:r>
                      <w:r w:rsidR="00442B54">
                        <w:rPr>
                          <w:rFonts w:ascii="Calibri" w:hAnsi="Calibri"/>
                          <w:sz w:val="22"/>
                          <w:szCs w:val="22"/>
                        </w:rPr>
                        <w:t>ull-text articles excluded</w:t>
                      </w:r>
                    </w:p>
                    <w:p w:rsidR="001E26CD" w:rsidRDefault="001E26CD" w:rsidP="00442B54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Off-topic (n = </w:t>
                      </w:r>
                      <w:r w:rsidR="00BC3F7E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25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  <w:p w:rsidR="00442B54" w:rsidRPr="001E26CD" w:rsidRDefault="001E26CD" w:rsidP="001E26CD">
                      <w:pPr>
                        <w:numPr>
                          <w:ilvl w:val="0"/>
                          <w:numId w:val="2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Unavailable (n =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2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  <w:p w:rsidR="00C74E76" w:rsidRPr="00442B54" w:rsidRDefault="00F36931" w:rsidP="00442B5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 w:rsidRPr="00442B54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(n = </w:t>
                      </w:r>
                      <w:r w:rsidR="00BC3F7E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27</w:t>
                      </w:r>
                      <w:r w:rsidR="005E66A6" w:rsidRPr="00442B54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4502150</wp:posOffset>
                </wp:positionV>
                <wp:extent cx="575310" cy="635"/>
                <wp:effectExtent l="5715" t="61595" r="19050" b="52070"/>
                <wp:wrapNone/>
                <wp:docPr id="2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53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612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" o:spid="_x0000_s1026" type="#_x0000_t32" style="position:absolute;margin-left:103.2pt;margin-top:354.5pt;width:45.3pt;height:.05pt;flip:y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">
                <v:stroke endarrow="block"/>
                <v:shadow color="#ccc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4845685</wp:posOffset>
                </wp:positionV>
                <wp:extent cx="0" cy="897890"/>
                <wp:effectExtent l="57150" t="5080" r="57150" b="20955"/>
                <wp:wrapNone/>
                <wp:docPr id="1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7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472F1" id="AutoShape 19" o:spid="_x0000_s1026" type="#_x0000_t32" style="position:absolute;margin-left:3in;margin-top:381.55pt;width:0;height:70.7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">
                <v:stroke endarrow="block"/>
                <v:shadow color="#ccc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4502785</wp:posOffset>
                </wp:positionV>
                <wp:extent cx="628650" cy="0"/>
                <wp:effectExtent l="9525" t="52705" r="19050" b="61595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F7530" id="AutoShape 22" o:spid="_x0000_s1026" type="#_x0000_t32" style="position:absolute;margin-left:283.5pt;margin-top:354.55pt;width:49.5pt;height:0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">
                <v:stroke endarrow="block"/>
                <v:shadow color="#ccc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4159885</wp:posOffset>
                </wp:positionV>
                <wp:extent cx="1254760" cy="685800"/>
                <wp:effectExtent l="8255" t="5080" r="13335" b="13970"/>
                <wp:wrapNone/>
                <wp:docPr id="1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47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931" w:rsidRDefault="00F36931" w:rsidP="00F36931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</w:t>
                            </w:r>
                            <w:r w:rsidR="005D118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orward citation searching</w:t>
                            </w:r>
                          </w:p>
                          <w:p w:rsidR="005D118F" w:rsidRDefault="005D118F" w:rsidP="005D118F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</w:t>
                            </w:r>
                            <w:r w:rsidR="001E26C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n = </w:t>
                            </w:r>
                            <w:r w:rsidR="00696BC6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10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7" style="position:absolute;margin-left:4.4pt;margin-top:327.55pt;width:98.8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">
                <v:textbox inset=",7.2pt,,7.2pt">
                  <w:txbxContent>
                    <w:p w:rsidR="00F36931" w:rsidRDefault="00F36931" w:rsidP="00F36931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F</w:t>
                      </w:r>
                      <w:r w:rsidR="005D118F">
                        <w:rPr>
                          <w:rFonts w:ascii="Calibri" w:hAnsi="Calibri"/>
                          <w:sz w:val="22"/>
                          <w:szCs w:val="22"/>
                        </w:rPr>
                        <w:t>orward citation searching</w:t>
                      </w:r>
                    </w:p>
                    <w:p w:rsidR="005D118F" w:rsidRDefault="005D118F" w:rsidP="005D118F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</w:t>
                      </w:r>
                      <w:r w:rsidR="001E26CD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n = </w:t>
                      </w:r>
                      <w:r w:rsidR="00696BC6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10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4159885</wp:posOffset>
                </wp:positionV>
                <wp:extent cx="1714500" cy="685800"/>
                <wp:effectExtent l="9525" t="5080" r="9525" b="13970"/>
                <wp:wrapNone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ull-text articles assessed for eligibility</w:t>
                            </w:r>
                            <w:r w:rsidR="001E26C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696BC6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5</w:t>
                            </w:r>
                            <w:r w:rsidR="00785028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5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148.5pt;margin-top:327.55pt;width:13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">
                <v:textbox inset=",7.2pt,,7.2pt">
                  <w:txbxContent>
                    <w:p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F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ull-text articles assessed for eligibility</w:t>
                      </w:r>
                      <w:r w:rsidR="001E26CD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696BC6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5</w:t>
                      </w:r>
                      <w:r w:rsidR="00785028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5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3554730</wp:posOffset>
                </wp:positionV>
                <wp:extent cx="0" cy="605155"/>
                <wp:effectExtent l="57150" t="9525" r="57150" b="23495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5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CE010" id="AutoShape 18" o:spid="_x0000_s1026" type="#_x0000_t32" style="position:absolute;margin-left:3in;margin-top:279.9pt;width:0;height:47.6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">
                <v:stroke endarrow="block"/>
                <v:shadow color="#ccc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5743575</wp:posOffset>
                </wp:positionV>
                <wp:extent cx="1714500" cy="685800"/>
                <wp:effectExtent l="9525" t="7620" r="9525" b="1143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tudies included in qualitative synthesis</w:t>
                            </w:r>
                            <w:r w:rsidR="001E26C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BC3F7E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28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margin-left:148.5pt;margin-top:452.25pt;width:13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">
                <v:textbox inset=",7.2pt,,7.2pt">
                  <w:txbxContent>
                    <w:p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S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tudies included in qualitative synthesis</w:t>
                      </w:r>
                      <w:r w:rsidR="001E26CD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BC3F7E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28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2522220</wp:posOffset>
                </wp:positionV>
                <wp:extent cx="0" cy="461010"/>
                <wp:effectExtent l="57150" t="5715" r="57150" b="19050"/>
                <wp:wrapNone/>
                <wp:docPr id="1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F11A4" id="AutoShape 17" o:spid="_x0000_s1026" type="#_x0000_t32" style="position:absolute;margin-left:3in;margin-top:198.6pt;width:0;height:36.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">
                <v:stroke endarrow="block"/>
                <v:shadow color="#ccc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1950720</wp:posOffset>
                </wp:positionV>
                <wp:extent cx="2771775" cy="571500"/>
                <wp:effectExtent l="13970" t="5715" r="5080" b="13335"/>
                <wp:wrapNone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after duplicates removed</w:t>
                            </w:r>
                            <w:r w:rsidR="0078230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78230F" w:rsidRPr="007D2ECD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266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margin-left:106.85pt;margin-top:153.6pt;width:218.25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">
                <v:textbox inset=",7.2pt,,7.2pt">
                  <w:txbxContent>
                    <w:p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after duplicates removed</w:t>
                      </w:r>
                      <w:r w:rsidR="0078230F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78230F" w:rsidRPr="007D2ECD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266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3268980</wp:posOffset>
                </wp:positionV>
                <wp:extent cx="650875" cy="0"/>
                <wp:effectExtent l="6350" t="57150" r="19050" b="57150"/>
                <wp:wrapNone/>
                <wp:docPr id="1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CB830" id="AutoShape 21" o:spid="_x0000_s1026" type="#_x0000_t32" style="position:absolute;margin-left:281.75pt;margin-top:257.4pt;width:51.25pt;height:0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">
                <v:stroke endarrow="block"/>
                <v:shadow color="#ccc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2983230</wp:posOffset>
                </wp:positionV>
                <wp:extent cx="1714500" cy="571500"/>
                <wp:effectExtent l="9525" t="9525" r="9525" b="9525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ecords excluded</w:t>
                            </w:r>
                            <w:r w:rsidR="00785028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785028" w:rsidRPr="007D2ECD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221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margin-left:333pt;margin-top:234.9pt;width:13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">
                <v:textbox inset=",7.2pt,,7.2pt">
                  <w:txbxContent>
                    <w:p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>ecords excluded</w:t>
                      </w:r>
                      <w:r w:rsidR="00785028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785028" w:rsidRPr="007D2ECD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221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2983230</wp:posOffset>
                </wp:positionV>
                <wp:extent cx="1670050" cy="571500"/>
                <wp:effectExtent l="12700" t="9525" r="12700" b="952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screened</w:t>
                            </w:r>
                            <w:r w:rsidR="00A4584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A45847" w:rsidRPr="007D2ECD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266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2" style="position:absolute;margin-left:150.25pt;margin-top:234.9pt;width:131.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">
                <v:textbox inset=",7.2pt,,7.2pt">
                  <w:txbxContent>
                    <w:p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screened</w:t>
                      </w:r>
                      <w:r w:rsidR="00A45847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A45847" w:rsidRPr="007D2ECD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266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1497330</wp:posOffset>
                </wp:positionV>
                <wp:extent cx="0" cy="457200"/>
                <wp:effectExtent l="57150" t="9525" r="57150" b="1905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D7B93" id="AutoShape 7" o:spid="_x0000_s1026" type="#_x0000_t32" style="position:absolute;margin-left:306pt;margin-top:117.9pt;width:0;height:36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">
                <v:stroke endarrow="block"/>
                <v:shadow color="#ccc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1497330</wp:posOffset>
                </wp:positionV>
                <wp:extent cx="0" cy="457200"/>
                <wp:effectExtent l="57150" t="9525" r="57150" b="1905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C2842" id="AutoShape 6" o:spid="_x0000_s1026" type="#_x0000_t32" style="position:absolute;margin-left:126pt;margin-top:117.9pt;width:0;height:36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">
                <v:stroke endarrow="block"/>
                <v:shadow color="#ccc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811530</wp:posOffset>
                </wp:positionV>
                <wp:extent cx="2228850" cy="685800"/>
                <wp:effectExtent l="9525" t="9525" r="9525" b="952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dditional records identified through </w:t>
                            </w:r>
                            <w:r w:rsidR="00CB02E5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google scholar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</w:t>
                            </w:r>
                            <w:r w:rsidR="0078230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n = </w:t>
                            </w:r>
                            <w:r w:rsidR="0078230F" w:rsidRPr="007D2ECD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11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229.5pt;margin-top:63.9pt;width:175.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">
                <v:textbox inset=",7.2pt,,7.2pt">
                  <w:txbxContent>
                    <w:p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A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dditional records identified through </w:t>
                      </w:r>
                      <w:r w:rsidR="00CB02E5">
                        <w:rPr>
                          <w:rFonts w:ascii="Calibri" w:hAnsi="Calibri"/>
                          <w:sz w:val="22"/>
                          <w:szCs w:val="22"/>
                        </w:rPr>
                        <w:t>google scholar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</w:t>
                      </w:r>
                      <w:r w:rsidR="0078230F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n = </w:t>
                      </w:r>
                      <w:r w:rsidR="0078230F" w:rsidRPr="007D2ECD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11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1120140</wp:posOffset>
                </wp:positionV>
                <wp:extent cx="1371600" cy="297180"/>
                <wp:effectExtent l="9525" t="9525" r="7620" b="952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C74E76" w:rsidP="00C74E7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4" style="position:absolute;margin-left:-78.3pt;margin-top:88.2pt;width:108pt;height:23.4pt;rotation:-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" fillcolor="#ccecff">
                <v:textbox style="layout-flow:vertical;mso-layout-flow-alt:bottom-to-top" inset="3.6pt,,3.6pt">
                  <w:txbxContent>
                    <w:p w:rsidR="00C74E76" w:rsidRDefault="00C74E76" w:rsidP="00C74E76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4320540</wp:posOffset>
                </wp:positionV>
                <wp:extent cx="1371600" cy="297180"/>
                <wp:effectExtent l="9525" t="9525" r="7620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C74E76" w:rsidP="00C74E7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35" style="position:absolute;margin-left:-78.3pt;margin-top:340.2pt;width:108pt;height:23.4pt;rotation:-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" fillcolor="#ccecff">
                <v:textbox style="layout-flow:vertical;mso-layout-flow-alt:bottom-to-top" inset="3.6pt,,3.6pt">
                  <w:txbxContent>
                    <w:p w:rsidR="00C74E76" w:rsidRDefault="00C74E76" w:rsidP="00C74E76">
                      <w:pPr>
                        <w:pStyle w:val="Heading2"/>
                        <w:keepNext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5920740</wp:posOffset>
                </wp:positionV>
                <wp:extent cx="1371600" cy="297180"/>
                <wp:effectExtent l="9525" t="9525" r="7620" b="95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C74E76" w:rsidP="00C74E7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36" style="position:absolute;margin-left:-78.3pt;margin-top:466.2pt;width:108pt;height:23.4pt;rotation:-9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" fillcolor="#ccecff">
                <v:textbox style="layout-flow:vertical;mso-layout-flow-alt:bottom-to-top" inset="3.6pt,,3.6pt">
                  <w:txbxContent>
                    <w:p w:rsidR="00C74E76" w:rsidRDefault="00C74E76" w:rsidP="00C74E76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Included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2720340</wp:posOffset>
                </wp:positionV>
                <wp:extent cx="1371600" cy="297180"/>
                <wp:effectExtent l="9525" t="9525" r="7620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C74E76" w:rsidP="00C74E7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37" style="position:absolute;margin-left:-78.3pt;margin-top:214.2pt;width:108pt;height:23.4pt;rotation:-9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" fillcolor="#ccecff">
                <v:textbox style="layout-flow:vertical;mso-layout-flow-alt:bottom-to-top" inset="3.6pt,,3.6pt">
                  <w:txbxContent>
                    <w:p w:rsidR="00C74E76" w:rsidRDefault="00C74E76" w:rsidP="00C74E76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811530</wp:posOffset>
                </wp:positionV>
                <wp:extent cx="2228850" cy="682625"/>
                <wp:effectExtent l="9525" t="9525" r="952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E76" w:rsidRDefault="005E66A6" w:rsidP="00C74E7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</w:t>
                            </w:r>
                            <w:r w:rsidR="00C74E7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ecords identified through </w:t>
                            </w:r>
                            <w:r w:rsidR="00CB02E5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a scopus search </w:t>
                            </w:r>
                            <w:r w:rsidR="00CA708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CA7082" w:rsidRPr="007D2ECD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</w:rPr>
                              <w:t>256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8" style="position:absolute;margin-left:27pt;margin-top:63.9pt;width:175.5pt;height:53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">
                <v:textbox inset=",7.2pt,,7.2pt">
                  <w:txbxContent>
                    <w:p w:rsidR="00C74E76" w:rsidRDefault="005E66A6" w:rsidP="00C74E7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</w:t>
                      </w:r>
                      <w:r w:rsidR="00C74E7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ecords identified through </w:t>
                      </w:r>
                      <w:r w:rsidR="00CB02E5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a scopus search </w:t>
                      </w:r>
                      <w:r w:rsidR="00CA7082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CA7082" w:rsidRPr="007D2ECD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</w:rPr>
                        <w:t>256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3A3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673" w:rsidRDefault="000B2673">
      <w:r>
        <w:separator/>
      </w:r>
    </w:p>
  </w:endnote>
  <w:endnote w:type="continuationSeparator" w:id="0">
    <w:p w:rsidR="000B2673" w:rsidRDefault="000B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76" w:rsidRDefault="00C74E76" w:rsidP="00C74E76">
    <w:pPr>
      <w:widowControl w:val="0"/>
      <w:ind w:left="-720" w:right="-720"/>
      <w:jc w:val="center"/>
      <w:rPr>
        <w:rFonts w:ascii="Arial" w:hAnsi="Arial" w:cs="Arial"/>
        <w:sz w:val="16"/>
        <w:szCs w:val="16"/>
        <w:lang w:val="en-GB"/>
      </w:rPr>
    </w:pPr>
    <w:r w:rsidRPr="000919AC">
      <w:rPr>
        <w:rFonts w:ascii="Arial" w:hAnsi="Arial" w:cs="Arial"/>
        <w:i/>
        <w:iCs/>
        <w:sz w:val="16"/>
        <w:szCs w:val="16"/>
        <w:lang w:val="de-DE"/>
      </w:rPr>
      <w:t xml:space="preserve">From: </w:t>
    </w:r>
    <w:r w:rsidRPr="000919AC">
      <w:rPr>
        <w:rFonts w:ascii="Arial" w:hAnsi="Arial" w:cs="Arial"/>
        <w:sz w:val="16"/>
        <w:szCs w:val="16"/>
        <w:lang w:val="de-DE"/>
      </w:rPr>
      <w:t xml:space="preserve"> Moher D, Liberati A, Tetzlaff J, Altman DG, The PRISMA Group (2009)</w:t>
    </w:r>
    <w:r w:rsidRPr="000919AC">
      <w:rPr>
        <w:rFonts w:ascii="Arial" w:hAnsi="Arial" w:cs="Arial"/>
        <w:sz w:val="16"/>
        <w:szCs w:val="16"/>
        <w:lang w:val="en-GB"/>
      </w:rPr>
      <w:t xml:space="preserve">. </w:t>
    </w:r>
    <w:r w:rsidRPr="000919AC">
      <w:rPr>
        <w:rFonts w:ascii="Arial" w:hAnsi="Arial" w:cs="Arial"/>
        <w:i/>
        <w:iCs/>
        <w:sz w:val="16"/>
        <w:szCs w:val="16"/>
        <w:lang w:val="en-GB"/>
      </w:rPr>
      <w:t>P</w:t>
    </w:r>
    <w:r w:rsidRPr="000919AC">
      <w:rPr>
        <w:rFonts w:ascii="Arial" w:hAnsi="Arial" w:cs="Arial"/>
        <w:sz w:val="16"/>
        <w:szCs w:val="16"/>
        <w:lang w:val="en-GB"/>
      </w:rPr>
      <w:t xml:space="preserve">referred </w:t>
    </w:r>
    <w:r w:rsidRPr="000919AC">
      <w:rPr>
        <w:rFonts w:ascii="Arial" w:hAnsi="Arial" w:cs="Arial"/>
        <w:i/>
        <w:iCs/>
        <w:sz w:val="16"/>
        <w:szCs w:val="16"/>
        <w:lang w:val="en-GB"/>
      </w:rPr>
      <w:t>R</w:t>
    </w:r>
    <w:r w:rsidRPr="000919AC">
      <w:rPr>
        <w:rFonts w:ascii="Arial" w:hAnsi="Arial" w:cs="Arial"/>
        <w:sz w:val="16"/>
        <w:szCs w:val="16"/>
        <w:lang w:val="en-GB"/>
      </w:rPr>
      <w:t xml:space="preserve">eporting </w:t>
    </w:r>
    <w:r w:rsidRPr="000919AC">
      <w:rPr>
        <w:rFonts w:ascii="Arial" w:hAnsi="Arial" w:cs="Arial"/>
        <w:i/>
        <w:iCs/>
        <w:sz w:val="16"/>
        <w:szCs w:val="16"/>
        <w:lang w:val="en-GB"/>
      </w:rPr>
      <w:t>I</w:t>
    </w:r>
    <w:r w:rsidRPr="000919AC">
      <w:rPr>
        <w:rFonts w:ascii="Arial" w:hAnsi="Arial" w:cs="Arial"/>
        <w:sz w:val="16"/>
        <w:szCs w:val="16"/>
        <w:lang w:val="en-GB"/>
      </w:rPr>
      <w:t xml:space="preserve">tems for </w:t>
    </w:r>
    <w:r w:rsidRPr="000919AC">
      <w:rPr>
        <w:rFonts w:ascii="Arial" w:hAnsi="Arial" w:cs="Arial"/>
        <w:i/>
        <w:iCs/>
        <w:sz w:val="16"/>
        <w:szCs w:val="16"/>
        <w:lang w:val="en-GB"/>
      </w:rPr>
      <w:t>S</w:t>
    </w:r>
    <w:r w:rsidRPr="000919AC">
      <w:rPr>
        <w:rFonts w:ascii="Arial" w:hAnsi="Arial" w:cs="Arial"/>
        <w:sz w:val="16"/>
        <w:szCs w:val="16"/>
        <w:lang w:val="en-GB"/>
      </w:rPr>
      <w:t xml:space="preserve">ystematic Reviews and </w:t>
    </w:r>
    <w:r w:rsidRPr="000919AC">
      <w:rPr>
        <w:rFonts w:ascii="Arial" w:hAnsi="Arial" w:cs="Arial"/>
        <w:i/>
        <w:iCs/>
        <w:sz w:val="16"/>
        <w:szCs w:val="16"/>
        <w:lang w:val="en-GB"/>
      </w:rPr>
      <w:t>M</w:t>
    </w:r>
    <w:r w:rsidRPr="000919AC">
      <w:rPr>
        <w:rFonts w:ascii="Arial" w:hAnsi="Arial" w:cs="Arial"/>
        <w:sz w:val="16"/>
        <w:szCs w:val="16"/>
        <w:lang w:val="en-GB"/>
      </w:rPr>
      <w:t>eta-</w:t>
    </w:r>
    <w:r w:rsidRPr="000919AC">
      <w:rPr>
        <w:rFonts w:ascii="Arial" w:hAnsi="Arial" w:cs="Arial"/>
        <w:i/>
        <w:iCs/>
        <w:sz w:val="16"/>
        <w:szCs w:val="16"/>
        <w:lang w:val="en-GB"/>
      </w:rPr>
      <w:t>A</w:t>
    </w:r>
    <w:r w:rsidRPr="000919AC">
      <w:rPr>
        <w:rFonts w:ascii="Arial" w:hAnsi="Arial" w:cs="Arial"/>
        <w:sz w:val="16"/>
        <w:szCs w:val="16"/>
        <w:lang w:val="en-GB"/>
      </w:rPr>
      <w:t>nalyses: Th</w:t>
    </w:r>
    <w:r w:rsidR="00B63E5E">
      <w:rPr>
        <w:rFonts w:ascii="Arial" w:hAnsi="Arial" w:cs="Arial"/>
        <w:sz w:val="16"/>
        <w:szCs w:val="16"/>
        <w:lang w:val="en-GB"/>
      </w:rPr>
      <w:t>e PRISMA Statement. PLoS Med 6(7</w:t>
    </w:r>
    <w:r w:rsidRPr="000919AC">
      <w:rPr>
        <w:rFonts w:ascii="Arial" w:hAnsi="Arial" w:cs="Arial"/>
        <w:sz w:val="16"/>
        <w:szCs w:val="16"/>
        <w:lang w:val="en-GB"/>
      </w:rPr>
      <w:t>): e1000097. doi:10.1371/journal.pmed1000097</w:t>
    </w:r>
  </w:p>
  <w:p w:rsidR="00C74E76" w:rsidRDefault="00C74E76" w:rsidP="00C74E76">
    <w:pPr>
      <w:widowControl w:val="0"/>
      <w:ind w:left="-720" w:right="-720"/>
      <w:jc w:val="center"/>
    </w:pPr>
  </w:p>
  <w:p w:rsidR="00C74E76" w:rsidRPr="000919AC" w:rsidRDefault="00C74E76" w:rsidP="00C74E76">
    <w:pPr>
      <w:ind w:left="-720"/>
      <w:jc w:val="center"/>
      <w:rPr>
        <w:lang w:val="en"/>
      </w:rPr>
    </w:pPr>
    <w:r w:rsidRPr="00995264">
      <w:rPr>
        <w:rFonts w:ascii="Calibri" w:hAnsi="Calibri" w:cs="Arial"/>
        <w:b/>
        <w:bCs/>
        <w:color w:val="003366"/>
        <w:sz w:val="18"/>
        <w:szCs w:val="18"/>
        <w:lang w:val="en"/>
      </w:rPr>
      <w:t>For more information, visit</w:t>
    </w:r>
    <w:r w:rsidRPr="00995264">
      <w:rPr>
        <w:rFonts w:ascii="Calibri" w:hAnsi="Calibri" w:cs="Arial"/>
        <w:b/>
        <w:bCs/>
        <w:sz w:val="18"/>
        <w:szCs w:val="18"/>
        <w:lang w:val="en"/>
      </w:rPr>
      <w:t xml:space="preserve"> </w:t>
    </w:r>
    <w:hyperlink r:id="rId1" w:history="1">
      <w:r w:rsidRPr="00995264">
        <w:rPr>
          <w:rStyle w:val="Hyperlink"/>
          <w:rFonts w:ascii="Calibri" w:hAnsi="Calibri" w:cs="Arial"/>
          <w:b/>
          <w:bCs/>
          <w:sz w:val="18"/>
          <w:szCs w:val="18"/>
          <w:lang w:val="en"/>
        </w:rPr>
        <w:t>www.prisma-statement.org</w:t>
      </w:r>
    </w:hyperlink>
    <w:r w:rsidRPr="00995264">
      <w:rPr>
        <w:rFonts w:ascii="Calibri" w:hAnsi="Calibri" w:cs="Arial"/>
        <w:b/>
        <w:bCs/>
        <w:sz w:val="18"/>
        <w:szCs w:val="18"/>
        <w:lang w:val="en"/>
      </w:rPr>
      <w:t>.</w:t>
    </w:r>
  </w:p>
  <w:p w:rsidR="00C74E76" w:rsidRDefault="00C74E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673" w:rsidRDefault="000B2673">
      <w:r>
        <w:separator/>
      </w:r>
    </w:p>
  </w:footnote>
  <w:footnote w:type="continuationSeparator" w:id="0">
    <w:p w:rsidR="000B2673" w:rsidRDefault="000B2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7082E"/>
    <w:multiLevelType w:val="hybridMultilevel"/>
    <w:tmpl w:val="2B02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C04DF"/>
    <w:multiLevelType w:val="hybridMultilevel"/>
    <w:tmpl w:val="3496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76"/>
    <w:rsid w:val="0002134D"/>
    <w:rsid w:val="00082C18"/>
    <w:rsid w:val="000B2673"/>
    <w:rsid w:val="000B7E47"/>
    <w:rsid w:val="000C3B95"/>
    <w:rsid w:val="001124F6"/>
    <w:rsid w:val="00125AA0"/>
    <w:rsid w:val="001E26CD"/>
    <w:rsid w:val="00217686"/>
    <w:rsid w:val="0024026A"/>
    <w:rsid w:val="002E42AB"/>
    <w:rsid w:val="003263CA"/>
    <w:rsid w:val="0033267D"/>
    <w:rsid w:val="00342BE7"/>
    <w:rsid w:val="003738D2"/>
    <w:rsid w:val="003A33BD"/>
    <w:rsid w:val="003E65AA"/>
    <w:rsid w:val="003F033D"/>
    <w:rsid w:val="00442B54"/>
    <w:rsid w:val="004C0346"/>
    <w:rsid w:val="004E1045"/>
    <w:rsid w:val="004E37CE"/>
    <w:rsid w:val="00541CE1"/>
    <w:rsid w:val="005A0FF0"/>
    <w:rsid w:val="005A5C50"/>
    <w:rsid w:val="005D118F"/>
    <w:rsid w:val="005E66A6"/>
    <w:rsid w:val="006076C6"/>
    <w:rsid w:val="00613C1B"/>
    <w:rsid w:val="00663054"/>
    <w:rsid w:val="00663BC8"/>
    <w:rsid w:val="0067015D"/>
    <w:rsid w:val="00696BC6"/>
    <w:rsid w:val="006D603A"/>
    <w:rsid w:val="006F014F"/>
    <w:rsid w:val="00742263"/>
    <w:rsid w:val="00743754"/>
    <w:rsid w:val="0077265E"/>
    <w:rsid w:val="00775D28"/>
    <w:rsid w:val="0078230F"/>
    <w:rsid w:val="00785028"/>
    <w:rsid w:val="007933D9"/>
    <w:rsid w:val="007B16D6"/>
    <w:rsid w:val="007D2ECD"/>
    <w:rsid w:val="007D54F9"/>
    <w:rsid w:val="00811CF7"/>
    <w:rsid w:val="00823C44"/>
    <w:rsid w:val="008540A2"/>
    <w:rsid w:val="0085547B"/>
    <w:rsid w:val="008B372D"/>
    <w:rsid w:val="008D7742"/>
    <w:rsid w:val="008E59BA"/>
    <w:rsid w:val="008F2BBA"/>
    <w:rsid w:val="009675C8"/>
    <w:rsid w:val="009E0D96"/>
    <w:rsid w:val="009F1B53"/>
    <w:rsid w:val="009F47F2"/>
    <w:rsid w:val="009F489E"/>
    <w:rsid w:val="00A13C08"/>
    <w:rsid w:val="00A336FC"/>
    <w:rsid w:val="00A36F07"/>
    <w:rsid w:val="00A45847"/>
    <w:rsid w:val="00A465ED"/>
    <w:rsid w:val="00AE1CE5"/>
    <w:rsid w:val="00B53C3D"/>
    <w:rsid w:val="00B63E5E"/>
    <w:rsid w:val="00B93A79"/>
    <w:rsid w:val="00BC3F7E"/>
    <w:rsid w:val="00C01FDD"/>
    <w:rsid w:val="00C142F3"/>
    <w:rsid w:val="00C266FE"/>
    <w:rsid w:val="00C543A3"/>
    <w:rsid w:val="00C63328"/>
    <w:rsid w:val="00C6430F"/>
    <w:rsid w:val="00C74E76"/>
    <w:rsid w:val="00CA7082"/>
    <w:rsid w:val="00CB02E5"/>
    <w:rsid w:val="00CB3624"/>
    <w:rsid w:val="00CD216D"/>
    <w:rsid w:val="00CE0C1F"/>
    <w:rsid w:val="00DC52EE"/>
    <w:rsid w:val="00DD0802"/>
    <w:rsid w:val="00DE53F4"/>
    <w:rsid w:val="00DF36FE"/>
    <w:rsid w:val="00E070CB"/>
    <w:rsid w:val="00E52A7A"/>
    <w:rsid w:val="00E65038"/>
    <w:rsid w:val="00E65ADE"/>
    <w:rsid w:val="00ED3E91"/>
    <w:rsid w:val="00EE67B7"/>
    <w:rsid w:val="00F3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95074397-0FAB-4B18-B5EF-BDBCDE82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E76"/>
    <w:rPr>
      <w:color w:val="000000"/>
      <w:kern w:val="28"/>
      <w:lang w:val="en-CA" w:eastAsia="en-CA"/>
    </w:rPr>
  </w:style>
  <w:style w:type="paragraph" w:styleId="Heading2">
    <w:name w:val="heading 2"/>
    <w:basedOn w:val="Normal"/>
    <w:next w:val="Normal"/>
    <w:qFormat/>
    <w:rsid w:val="00C74E76"/>
    <w:pPr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74E7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paragraph" w:styleId="Footer">
    <w:name w:val="footer"/>
    <w:basedOn w:val="Normal"/>
    <w:rsid w:val="00C74E76"/>
    <w:pPr>
      <w:tabs>
        <w:tab w:val="center" w:pos="4320"/>
        <w:tab w:val="right" w:pos="8640"/>
      </w:tabs>
    </w:pPr>
  </w:style>
  <w:style w:type="character" w:styleId="Hyperlink">
    <w:name w:val="Hyperlink"/>
    <w:rsid w:val="00C74E76"/>
    <w:rPr>
      <w:color w:val="0066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ort-statemen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DE3EC-E7ED-4E69-BE66-7400DCE2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PRISMA 2009 Flow Diagram</vt:lpstr>
    </vt:vector>
  </TitlesOfParts>
  <Company>OHRI</Company>
  <LinksUpToDate>false</LinksUpToDate>
  <CharactersWithSpaces>47</CharactersWithSpaces>
  <SharedDoc>false</SharedDoc>
  <HLinks>
    <vt:vector size="6" baseType="variant">
      <vt:variant>
        <vt:i4>5439564</vt:i4>
      </vt:variant>
      <vt:variant>
        <vt:i4>0</vt:i4>
      </vt:variant>
      <vt:variant>
        <vt:i4>0</vt:i4>
      </vt:variant>
      <vt:variant>
        <vt:i4>5</vt:i4>
      </vt:variant>
      <vt:variant>
        <vt:lpwstr>http://www.consort-statement.org/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PRISMA 2009 Flow Diagram</dc:title>
  <dc:subject/>
  <dc:creator>mocampo</dc:creator>
  <cp:keywords/>
  <dc:description/>
  <cp:lastModifiedBy>Paul BAUSTERT</cp:lastModifiedBy>
  <cp:revision>2</cp:revision>
  <dcterms:created xsi:type="dcterms:W3CDTF">2019-07-19T17:15:00Z</dcterms:created>
  <dcterms:modified xsi:type="dcterms:W3CDTF">2019-07-19T17:15:00Z</dcterms:modified>
</cp:coreProperties>
</file>