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07BAA" w14:textId="28FB972A" w:rsidR="00715F4B" w:rsidRDefault="00715F4B" w:rsidP="005619BF">
      <w:pPr>
        <w:pStyle w:val="MDPI41tablecaption"/>
        <w:rPr>
          <w:rFonts w:eastAsia="바탕"/>
        </w:rPr>
      </w:pPr>
      <w:r w:rsidRPr="005619BF">
        <w:rPr>
          <w:rFonts w:eastAsia="휴먼명조"/>
          <w:b/>
          <w:bCs/>
        </w:rPr>
        <w:t xml:space="preserve">Table </w:t>
      </w:r>
      <w:r w:rsidRPr="005619BF">
        <w:rPr>
          <w:rFonts w:eastAsia="휴먼명조"/>
          <w:b/>
          <w:bCs/>
          <w:lang w:eastAsia="ko-KR"/>
        </w:rPr>
        <w:t>S</w:t>
      </w:r>
      <w:r w:rsidRPr="005619BF">
        <w:rPr>
          <w:rFonts w:eastAsia="휴먼명조"/>
          <w:b/>
          <w:bCs/>
        </w:rPr>
        <w:t>1.</w:t>
      </w:r>
      <w:r>
        <w:rPr>
          <w:rFonts w:eastAsia="휴먼명조"/>
        </w:rPr>
        <w:t xml:space="preserve"> Composition</w:t>
      </w:r>
      <w:r w:rsidR="00280BD7">
        <w:rPr>
          <w:rFonts w:eastAsia="휴먼명조"/>
        </w:rPr>
        <w:t>s</w:t>
      </w:r>
      <w:r>
        <w:rPr>
          <w:rFonts w:eastAsia="휴먼명조"/>
        </w:rPr>
        <w:t xml:space="preserve"> of </w:t>
      </w:r>
      <w:r w:rsidR="00280BD7">
        <w:rPr>
          <w:rFonts w:eastAsia="휴먼명조"/>
        </w:rPr>
        <w:t xml:space="preserve">the </w:t>
      </w:r>
      <w:r>
        <w:rPr>
          <w:rFonts w:eastAsia="휴먼명조"/>
        </w:rPr>
        <w:t xml:space="preserve">experimental diets </w:t>
      </w:r>
      <w:r>
        <w:rPr>
          <w:rFonts w:eastAsia="바탕"/>
        </w:rPr>
        <w:t>(g/kg diet)</w:t>
      </w:r>
      <w:r>
        <w:rPr>
          <w:rFonts w:eastAsia="한양신명조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4"/>
        <w:gridCol w:w="2236"/>
        <w:gridCol w:w="2309"/>
      </w:tblGrid>
      <w:tr w:rsidR="00715F4B" w14:paraId="3A73D97E" w14:textId="77777777" w:rsidTr="00715F4B">
        <w:trPr>
          <w:trHeight w:val="370"/>
        </w:trPr>
        <w:tc>
          <w:tcPr>
            <w:tcW w:w="2834" w:type="dxa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4064D09F" w14:textId="77777777" w:rsidR="00715F4B" w:rsidRDefault="00715F4B" w:rsidP="005619BF">
            <w:pPr>
              <w:pStyle w:val="MDPI42tablebody"/>
              <w:rPr>
                <w:rFonts w:eastAsia="굴림"/>
              </w:rPr>
            </w:pPr>
          </w:p>
        </w:tc>
        <w:tc>
          <w:tcPr>
            <w:tcW w:w="2236" w:type="dxa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6A42F83" w14:textId="77777777" w:rsidR="00715F4B" w:rsidRDefault="00715F4B" w:rsidP="005619BF">
            <w:pPr>
              <w:pStyle w:val="MDPI42tablebody"/>
              <w:rPr>
                <w:rFonts w:eastAsia="바탕"/>
              </w:rPr>
            </w:pPr>
            <w:r>
              <w:rPr>
                <w:rFonts w:eastAsia="휴먼명조"/>
              </w:rPr>
              <w:t>S</w:t>
            </w:r>
            <w:r>
              <w:rPr>
                <w:rFonts w:eastAsia="휴먼명조"/>
                <w:vertAlign w:val="superscript"/>
              </w:rPr>
              <w:t xml:space="preserve">1 </w:t>
            </w:r>
            <w:r>
              <w:rPr>
                <w:rFonts w:eastAsia="휴먼명조"/>
              </w:rPr>
              <w:t>and OVX</w:t>
            </w:r>
          </w:p>
        </w:tc>
        <w:tc>
          <w:tcPr>
            <w:tcW w:w="2309" w:type="dxa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13BFA6EF" w14:textId="77777777" w:rsidR="00715F4B" w:rsidRDefault="00715F4B" w:rsidP="005619BF">
            <w:pPr>
              <w:pStyle w:val="MDPI42tablebody"/>
              <w:rPr>
                <w:rFonts w:eastAsia="바탕"/>
              </w:rPr>
            </w:pPr>
            <w:r>
              <w:rPr>
                <w:rFonts w:eastAsia="휴먼명조"/>
              </w:rPr>
              <w:t>OVX+0.5A</w:t>
            </w:r>
          </w:p>
        </w:tc>
      </w:tr>
      <w:tr w:rsidR="00715F4B" w14:paraId="16F0BDFD" w14:textId="77777777" w:rsidTr="00715F4B">
        <w:trPr>
          <w:trHeight w:val="370"/>
        </w:trPr>
        <w:tc>
          <w:tcPr>
            <w:tcW w:w="2834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096B993C" w14:textId="77777777" w:rsidR="00715F4B" w:rsidRDefault="00715F4B" w:rsidP="005619BF">
            <w:pPr>
              <w:pStyle w:val="MDPI42tablebody"/>
              <w:rPr>
                <w:rFonts w:eastAsia="바탕"/>
              </w:rPr>
            </w:pPr>
            <w:r>
              <w:rPr>
                <w:rFonts w:eastAsia="휴먼명조"/>
              </w:rPr>
              <w:t>Cornstarch</w:t>
            </w:r>
          </w:p>
        </w:tc>
        <w:tc>
          <w:tcPr>
            <w:tcW w:w="2236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7FE239D5" w14:textId="77777777" w:rsidR="00715F4B" w:rsidRDefault="00715F4B" w:rsidP="005619BF">
            <w:pPr>
              <w:pStyle w:val="MDPI42tablebody"/>
              <w:rPr>
                <w:rFonts w:eastAsia="바탕"/>
              </w:rPr>
            </w:pPr>
            <w:r>
              <w:rPr>
                <w:rFonts w:eastAsia="휴먼명조"/>
              </w:rPr>
              <w:t>470.692</w:t>
            </w:r>
          </w:p>
        </w:tc>
        <w:tc>
          <w:tcPr>
            <w:tcW w:w="2309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24D19292" w14:textId="77777777" w:rsidR="00715F4B" w:rsidRDefault="00715F4B" w:rsidP="005619BF">
            <w:pPr>
              <w:pStyle w:val="MDPI42tablebody"/>
              <w:rPr>
                <w:rFonts w:eastAsia="바탕"/>
              </w:rPr>
            </w:pPr>
            <w:r>
              <w:rPr>
                <w:rFonts w:eastAsia="휴먼명조"/>
              </w:rPr>
              <w:t>465.692</w:t>
            </w:r>
          </w:p>
        </w:tc>
      </w:tr>
      <w:tr w:rsidR="00715F4B" w14:paraId="7CEE2B70" w14:textId="77777777" w:rsidTr="00715F4B">
        <w:trPr>
          <w:trHeight w:val="37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5494F" w14:textId="77777777" w:rsidR="00715F4B" w:rsidRDefault="00715F4B" w:rsidP="005619BF">
            <w:pPr>
              <w:pStyle w:val="MDPI42tablebody"/>
              <w:rPr>
                <w:rFonts w:eastAsia="바탕"/>
              </w:rPr>
            </w:pPr>
            <w:r>
              <w:rPr>
                <w:rFonts w:eastAsia="휴먼명조"/>
              </w:rPr>
              <w:t>Casein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A3098" w14:textId="77777777" w:rsidR="00715F4B" w:rsidRDefault="00715F4B" w:rsidP="005619BF">
            <w:pPr>
              <w:pStyle w:val="MDPI42tablebody"/>
              <w:rPr>
                <w:rFonts w:eastAsia="바탕"/>
                <w:lang w:eastAsia="ko-KR"/>
              </w:rPr>
            </w:pPr>
            <w:r>
              <w:rPr>
                <w:rFonts w:eastAsia="휴먼명조"/>
              </w:rPr>
              <w:t>140</w:t>
            </w:r>
            <w:r>
              <w:rPr>
                <w:rFonts w:eastAsia="휴먼명조" w:hint="eastAsia"/>
                <w:lang w:eastAsia="ko-KR"/>
              </w:rPr>
              <w:t>.000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70958" w14:textId="77777777" w:rsidR="00715F4B" w:rsidRDefault="00715F4B" w:rsidP="005619BF">
            <w:pPr>
              <w:pStyle w:val="MDPI42tablebody"/>
              <w:rPr>
                <w:rFonts w:eastAsia="바탕"/>
                <w:lang w:eastAsia="ko-KR"/>
              </w:rPr>
            </w:pPr>
            <w:r>
              <w:rPr>
                <w:rFonts w:eastAsia="휴먼명조"/>
              </w:rPr>
              <w:t>140</w:t>
            </w:r>
            <w:r>
              <w:rPr>
                <w:rFonts w:eastAsia="휴먼명조" w:hint="eastAsia"/>
                <w:lang w:eastAsia="ko-KR"/>
              </w:rPr>
              <w:t>.000</w:t>
            </w:r>
          </w:p>
        </w:tc>
      </w:tr>
      <w:tr w:rsidR="00715F4B" w14:paraId="4DF7AC4F" w14:textId="77777777" w:rsidTr="00715F4B">
        <w:trPr>
          <w:trHeight w:val="37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569E9" w14:textId="77777777" w:rsidR="00715F4B" w:rsidRDefault="00715F4B" w:rsidP="005619BF">
            <w:pPr>
              <w:pStyle w:val="MDPI42tablebody"/>
              <w:rPr>
                <w:rFonts w:eastAsia="바탕"/>
              </w:rPr>
            </w:pPr>
            <w:r>
              <w:rPr>
                <w:rFonts w:eastAsia="휴먼명조"/>
              </w:rPr>
              <w:t>Sucrose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D0428" w14:textId="77777777" w:rsidR="00715F4B" w:rsidRDefault="00715F4B" w:rsidP="005619BF">
            <w:pPr>
              <w:pStyle w:val="MDPI42tablebody"/>
              <w:rPr>
                <w:rFonts w:eastAsia="바탕"/>
                <w:lang w:eastAsia="ko-KR"/>
              </w:rPr>
            </w:pPr>
            <w:r>
              <w:rPr>
                <w:rFonts w:eastAsia="휴먼명조"/>
              </w:rPr>
              <w:t>100</w:t>
            </w:r>
            <w:r>
              <w:rPr>
                <w:rFonts w:eastAsia="휴먼명조" w:hint="eastAsia"/>
                <w:lang w:eastAsia="ko-KR"/>
              </w:rPr>
              <w:t>.000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55DAF" w14:textId="77777777" w:rsidR="00715F4B" w:rsidRDefault="00715F4B" w:rsidP="005619BF">
            <w:pPr>
              <w:pStyle w:val="MDPI42tablebody"/>
              <w:rPr>
                <w:rFonts w:eastAsia="바탕"/>
                <w:lang w:eastAsia="ko-KR"/>
              </w:rPr>
            </w:pPr>
            <w:r>
              <w:rPr>
                <w:rFonts w:eastAsia="휴먼명조"/>
              </w:rPr>
              <w:t>100</w:t>
            </w:r>
            <w:r>
              <w:rPr>
                <w:rFonts w:eastAsia="휴먼명조" w:hint="eastAsia"/>
                <w:lang w:eastAsia="ko-KR"/>
              </w:rPr>
              <w:t>.000</w:t>
            </w:r>
          </w:p>
        </w:tc>
      </w:tr>
      <w:tr w:rsidR="00715F4B" w14:paraId="1441CC58" w14:textId="77777777" w:rsidTr="00715F4B">
        <w:trPr>
          <w:trHeight w:val="37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A3335" w14:textId="77777777" w:rsidR="00715F4B" w:rsidRDefault="00715F4B" w:rsidP="005619BF">
            <w:pPr>
              <w:pStyle w:val="MDPI42tablebody"/>
              <w:rPr>
                <w:rFonts w:eastAsia="바탕"/>
              </w:rPr>
            </w:pPr>
            <w:r>
              <w:rPr>
                <w:rFonts w:eastAsia="휴먼명조"/>
              </w:rPr>
              <w:t>Beef tallow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B504C" w14:textId="77777777" w:rsidR="00715F4B" w:rsidRDefault="00715F4B" w:rsidP="005619BF">
            <w:pPr>
              <w:pStyle w:val="MDPI42tablebody"/>
              <w:rPr>
                <w:rFonts w:eastAsia="바탕"/>
                <w:lang w:eastAsia="ko-KR"/>
              </w:rPr>
            </w:pPr>
            <w:r>
              <w:rPr>
                <w:rFonts w:eastAsia="휴먼명조"/>
              </w:rPr>
              <w:t>180</w:t>
            </w:r>
            <w:r>
              <w:rPr>
                <w:rFonts w:eastAsia="휴먼명조" w:hint="eastAsia"/>
                <w:lang w:eastAsia="ko-KR"/>
              </w:rPr>
              <w:t>.000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4377E" w14:textId="77777777" w:rsidR="00715F4B" w:rsidRDefault="00715F4B" w:rsidP="005619BF">
            <w:pPr>
              <w:pStyle w:val="MDPI42tablebody"/>
              <w:rPr>
                <w:rFonts w:eastAsia="바탕"/>
                <w:lang w:eastAsia="ko-KR"/>
              </w:rPr>
            </w:pPr>
            <w:r>
              <w:rPr>
                <w:rFonts w:eastAsia="휴먼명조"/>
              </w:rPr>
              <w:t>180</w:t>
            </w:r>
            <w:r>
              <w:rPr>
                <w:rFonts w:eastAsia="휴먼명조" w:hint="eastAsia"/>
                <w:lang w:eastAsia="ko-KR"/>
              </w:rPr>
              <w:t>.000</w:t>
            </w:r>
          </w:p>
        </w:tc>
      </w:tr>
      <w:tr w:rsidR="00715F4B" w14:paraId="76C78907" w14:textId="77777777" w:rsidTr="00715F4B">
        <w:trPr>
          <w:trHeight w:val="37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91134" w14:textId="77777777" w:rsidR="00715F4B" w:rsidRDefault="00715F4B" w:rsidP="005619BF">
            <w:pPr>
              <w:pStyle w:val="MDPI42tablebody"/>
              <w:rPr>
                <w:rFonts w:eastAsia="바탕"/>
              </w:rPr>
            </w:pPr>
            <w:r>
              <w:rPr>
                <w:rFonts w:eastAsia="휴먼명조"/>
              </w:rPr>
              <w:t>Cholesterol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5CB6F" w14:textId="77777777" w:rsidR="00715F4B" w:rsidRDefault="00715F4B" w:rsidP="005619BF">
            <w:pPr>
              <w:pStyle w:val="MDPI42tablebody"/>
              <w:rPr>
                <w:rFonts w:eastAsia="바탕"/>
                <w:lang w:eastAsia="ko-KR"/>
              </w:rPr>
            </w:pPr>
            <w:r>
              <w:rPr>
                <w:rFonts w:eastAsia="휴먼명조"/>
              </w:rPr>
              <w:t>10</w:t>
            </w:r>
            <w:r>
              <w:rPr>
                <w:rFonts w:eastAsia="휴먼명조" w:hint="eastAsia"/>
                <w:lang w:eastAsia="ko-KR"/>
              </w:rPr>
              <w:t>.000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FA4F78" w14:textId="77777777" w:rsidR="00715F4B" w:rsidRDefault="00715F4B" w:rsidP="005619BF">
            <w:pPr>
              <w:pStyle w:val="MDPI42tablebody"/>
              <w:rPr>
                <w:rFonts w:eastAsia="바탕"/>
                <w:lang w:eastAsia="ko-KR"/>
              </w:rPr>
            </w:pPr>
            <w:r>
              <w:rPr>
                <w:rFonts w:eastAsia="휴먼명조"/>
              </w:rPr>
              <w:t>10</w:t>
            </w:r>
            <w:r>
              <w:rPr>
                <w:rFonts w:eastAsia="휴먼명조" w:hint="eastAsia"/>
                <w:lang w:eastAsia="ko-KR"/>
              </w:rPr>
              <w:t>.000</w:t>
            </w:r>
          </w:p>
        </w:tc>
      </w:tr>
      <w:tr w:rsidR="00715F4B" w14:paraId="2012E90E" w14:textId="77777777" w:rsidTr="00715F4B">
        <w:trPr>
          <w:trHeight w:val="37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0DAF6" w14:textId="77777777" w:rsidR="00715F4B" w:rsidRDefault="00715F4B" w:rsidP="005619BF">
            <w:pPr>
              <w:pStyle w:val="MDPI42tablebody"/>
              <w:rPr>
                <w:rFonts w:eastAsia="바탕"/>
              </w:rPr>
            </w:pPr>
            <w:r>
              <w:rPr>
                <w:rFonts w:eastAsia="휴먼명조"/>
              </w:rPr>
              <w:t>Fiber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CEE4D" w14:textId="77777777" w:rsidR="00715F4B" w:rsidRDefault="00715F4B" w:rsidP="005619BF">
            <w:pPr>
              <w:pStyle w:val="MDPI42tablebody"/>
              <w:rPr>
                <w:rFonts w:eastAsia="바탕"/>
                <w:lang w:eastAsia="ko-KR"/>
              </w:rPr>
            </w:pPr>
            <w:r>
              <w:rPr>
                <w:rFonts w:eastAsia="휴먼명조"/>
              </w:rPr>
              <w:t>50</w:t>
            </w:r>
            <w:r>
              <w:rPr>
                <w:rFonts w:eastAsia="휴먼명조" w:hint="eastAsia"/>
                <w:lang w:eastAsia="ko-KR"/>
              </w:rPr>
              <w:t>.000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8EDF22" w14:textId="77777777" w:rsidR="00715F4B" w:rsidRDefault="00715F4B" w:rsidP="005619BF">
            <w:pPr>
              <w:pStyle w:val="MDPI42tablebody"/>
              <w:rPr>
                <w:rFonts w:eastAsia="바탕"/>
                <w:lang w:eastAsia="ko-KR"/>
              </w:rPr>
            </w:pPr>
            <w:r>
              <w:rPr>
                <w:rFonts w:eastAsia="휴먼명조"/>
              </w:rPr>
              <w:t>50</w:t>
            </w:r>
            <w:r>
              <w:rPr>
                <w:rFonts w:eastAsia="휴먼명조" w:hint="eastAsia"/>
                <w:lang w:eastAsia="ko-KR"/>
              </w:rPr>
              <w:t>.000</w:t>
            </w:r>
          </w:p>
        </w:tc>
      </w:tr>
      <w:tr w:rsidR="00715F4B" w14:paraId="154CE8ED" w14:textId="77777777" w:rsidTr="00715F4B">
        <w:trPr>
          <w:trHeight w:val="37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37F6D" w14:textId="77777777" w:rsidR="00715F4B" w:rsidRDefault="00715F4B" w:rsidP="005619BF">
            <w:pPr>
              <w:pStyle w:val="MDPI42tablebody"/>
              <w:rPr>
                <w:rFonts w:eastAsia="바탕"/>
              </w:rPr>
            </w:pPr>
            <w:r>
              <w:rPr>
                <w:rFonts w:eastAsia="휴먼명조"/>
              </w:rPr>
              <w:t>Mineral mixture</w:t>
            </w:r>
            <w:r>
              <w:rPr>
                <w:rFonts w:eastAsia="휴먼명조"/>
                <w:vertAlign w:val="superscript"/>
              </w:rPr>
              <w:t>2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C3B10" w14:textId="77777777" w:rsidR="00715F4B" w:rsidRDefault="00715F4B" w:rsidP="005619BF">
            <w:pPr>
              <w:pStyle w:val="MDPI42tablebody"/>
              <w:rPr>
                <w:rFonts w:eastAsia="바탕"/>
                <w:lang w:eastAsia="ko-KR"/>
              </w:rPr>
            </w:pPr>
            <w:r>
              <w:rPr>
                <w:rFonts w:eastAsia="휴먼명조"/>
              </w:rPr>
              <w:t>35</w:t>
            </w:r>
            <w:r>
              <w:rPr>
                <w:rFonts w:eastAsia="휴먼명조" w:hint="eastAsia"/>
                <w:lang w:eastAsia="ko-KR"/>
              </w:rPr>
              <w:t>.000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28CB6" w14:textId="77777777" w:rsidR="00715F4B" w:rsidRDefault="00715F4B" w:rsidP="005619BF">
            <w:pPr>
              <w:pStyle w:val="MDPI42tablebody"/>
              <w:rPr>
                <w:rFonts w:eastAsia="바탕"/>
                <w:lang w:eastAsia="ko-KR"/>
              </w:rPr>
            </w:pPr>
            <w:r>
              <w:rPr>
                <w:rFonts w:eastAsia="휴먼명조"/>
              </w:rPr>
              <w:t>35</w:t>
            </w:r>
            <w:r>
              <w:rPr>
                <w:rFonts w:eastAsia="휴먼명조" w:hint="eastAsia"/>
                <w:lang w:eastAsia="ko-KR"/>
              </w:rPr>
              <w:t>.000</w:t>
            </w:r>
          </w:p>
        </w:tc>
      </w:tr>
      <w:tr w:rsidR="00715F4B" w14:paraId="5B17E4FE" w14:textId="77777777" w:rsidTr="00715F4B">
        <w:trPr>
          <w:trHeight w:val="37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09886" w14:textId="77777777" w:rsidR="00715F4B" w:rsidRDefault="00715F4B" w:rsidP="005619BF">
            <w:pPr>
              <w:pStyle w:val="MDPI42tablebody"/>
              <w:rPr>
                <w:rFonts w:eastAsia="바탕"/>
              </w:rPr>
            </w:pPr>
            <w:r>
              <w:rPr>
                <w:rFonts w:eastAsia="휴먼명조"/>
              </w:rPr>
              <w:t>Vitamin mixture</w:t>
            </w:r>
            <w:r>
              <w:rPr>
                <w:rFonts w:eastAsia="휴먼명조"/>
                <w:vertAlign w:val="superscript"/>
              </w:rPr>
              <w:t>3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83102" w14:textId="77777777" w:rsidR="00715F4B" w:rsidRDefault="00715F4B" w:rsidP="005619BF">
            <w:pPr>
              <w:pStyle w:val="MDPI42tablebody"/>
              <w:rPr>
                <w:rFonts w:eastAsia="바탕"/>
                <w:lang w:eastAsia="ko-KR"/>
              </w:rPr>
            </w:pPr>
            <w:r>
              <w:rPr>
                <w:rFonts w:eastAsia="휴먼명조"/>
              </w:rPr>
              <w:t>10</w:t>
            </w:r>
            <w:r>
              <w:rPr>
                <w:rFonts w:eastAsia="휴먼명조" w:hint="eastAsia"/>
                <w:lang w:eastAsia="ko-KR"/>
              </w:rPr>
              <w:t>.000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CFBE2" w14:textId="77777777" w:rsidR="00715F4B" w:rsidRDefault="00715F4B" w:rsidP="005619BF">
            <w:pPr>
              <w:pStyle w:val="MDPI42tablebody"/>
              <w:rPr>
                <w:rFonts w:eastAsia="바탕"/>
                <w:lang w:eastAsia="ko-KR"/>
              </w:rPr>
            </w:pPr>
            <w:r>
              <w:rPr>
                <w:rFonts w:eastAsia="휴먼명조"/>
              </w:rPr>
              <w:t>10</w:t>
            </w:r>
            <w:r>
              <w:rPr>
                <w:rFonts w:eastAsia="휴먼명조" w:hint="eastAsia"/>
                <w:lang w:eastAsia="ko-KR"/>
              </w:rPr>
              <w:t>.000</w:t>
            </w:r>
          </w:p>
        </w:tc>
      </w:tr>
      <w:tr w:rsidR="00715F4B" w14:paraId="5F0CF0DB" w14:textId="77777777" w:rsidTr="00715F4B">
        <w:trPr>
          <w:trHeight w:val="37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8C096" w14:textId="43061358" w:rsidR="00715F4B" w:rsidRDefault="00715F4B" w:rsidP="005619BF">
            <w:pPr>
              <w:pStyle w:val="MDPI42tablebody"/>
              <w:rPr>
                <w:rFonts w:eastAsia="바탕"/>
              </w:rPr>
            </w:pPr>
            <w:r>
              <w:rPr>
                <w:rFonts w:eastAsia="휴먼명조"/>
              </w:rPr>
              <w:t>L-cystein</w:t>
            </w:r>
            <w:r w:rsidR="00280BD7">
              <w:rPr>
                <w:rFonts w:eastAsia="휴먼명조"/>
              </w:rPr>
              <w:t>e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C10BF0" w14:textId="77777777" w:rsidR="00715F4B" w:rsidRDefault="00715F4B" w:rsidP="005619BF">
            <w:pPr>
              <w:pStyle w:val="MDPI42tablebody"/>
              <w:rPr>
                <w:rFonts w:eastAsia="바탕"/>
                <w:lang w:eastAsia="ko-KR"/>
              </w:rPr>
            </w:pPr>
            <w:r>
              <w:rPr>
                <w:rFonts w:eastAsia="휴먼명조"/>
              </w:rPr>
              <w:t>1.8</w:t>
            </w:r>
            <w:r>
              <w:rPr>
                <w:rFonts w:eastAsia="휴먼명조" w:hint="eastAsia"/>
                <w:lang w:eastAsia="ko-KR"/>
              </w:rPr>
              <w:t>00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F3E10A" w14:textId="77777777" w:rsidR="00715F4B" w:rsidRDefault="00715F4B" w:rsidP="005619BF">
            <w:pPr>
              <w:pStyle w:val="MDPI42tablebody"/>
              <w:rPr>
                <w:rFonts w:eastAsia="바탕"/>
                <w:lang w:eastAsia="ko-KR"/>
              </w:rPr>
            </w:pPr>
            <w:r>
              <w:rPr>
                <w:rFonts w:eastAsia="휴먼명조"/>
              </w:rPr>
              <w:t>1.8</w:t>
            </w:r>
            <w:r>
              <w:rPr>
                <w:rFonts w:eastAsia="휴먼명조" w:hint="eastAsia"/>
                <w:lang w:eastAsia="ko-KR"/>
              </w:rPr>
              <w:t>00</w:t>
            </w:r>
          </w:p>
        </w:tc>
      </w:tr>
      <w:tr w:rsidR="00715F4B" w14:paraId="6248033F" w14:textId="77777777" w:rsidTr="00715F4B">
        <w:trPr>
          <w:trHeight w:val="37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0F28E" w14:textId="77777777" w:rsidR="00715F4B" w:rsidRDefault="00715F4B" w:rsidP="005619BF">
            <w:pPr>
              <w:pStyle w:val="MDPI42tablebody"/>
              <w:rPr>
                <w:rFonts w:eastAsia="바탕"/>
              </w:rPr>
            </w:pPr>
            <w:r>
              <w:rPr>
                <w:rFonts w:eastAsia="휴먼명조"/>
              </w:rPr>
              <w:t>Choline bitartrate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5E1C5" w14:textId="77777777" w:rsidR="00715F4B" w:rsidRDefault="00715F4B" w:rsidP="005619BF">
            <w:pPr>
              <w:pStyle w:val="MDPI42tablebody"/>
              <w:rPr>
                <w:rFonts w:eastAsia="바탕"/>
                <w:lang w:eastAsia="ko-KR"/>
              </w:rPr>
            </w:pPr>
            <w:r>
              <w:rPr>
                <w:rFonts w:eastAsia="휴먼명조"/>
              </w:rPr>
              <w:t>2.5</w:t>
            </w:r>
            <w:r>
              <w:rPr>
                <w:rFonts w:eastAsia="휴먼명조" w:hint="eastAsia"/>
                <w:lang w:eastAsia="ko-KR"/>
              </w:rPr>
              <w:t>00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2EE2D" w14:textId="77777777" w:rsidR="00715F4B" w:rsidRDefault="00715F4B" w:rsidP="005619BF">
            <w:pPr>
              <w:pStyle w:val="MDPI42tablebody"/>
              <w:rPr>
                <w:rFonts w:eastAsia="바탕"/>
                <w:lang w:eastAsia="ko-KR"/>
              </w:rPr>
            </w:pPr>
            <w:r>
              <w:rPr>
                <w:rFonts w:eastAsia="휴먼명조"/>
              </w:rPr>
              <w:t>2.5</w:t>
            </w:r>
            <w:r>
              <w:rPr>
                <w:rFonts w:eastAsia="휴먼명조" w:hint="eastAsia"/>
                <w:lang w:eastAsia="ko-KR"/>
              </w:rPr>
              <w:t>00</w:t>
            </w:r>
          </w:p>
        </w:tc>
      </w:tr>
      <w:tr w:rsidR="00715F4B" w14:paraId="71253FE1" w14:textId="77777777" w:rsidTr="00715F4B">
        <w:trPr>
          <w:trHeight w:val="37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16BFD" w14:textId="77777777" w:rsidR="00715F4B" w:rsidRDefault="00715F4B" w:rsidP="005619BF">
            <w:pPr>
              <w:pStyle w:val="MDPI42tablebody"/>
              <w:rPr>
                <w:rFonts w:eastAsia="바탕"/>
              </w:rPr>
            </w:pPr>
            <w:r>
              <w:rPr>
                <w:rFonts w:eastAsia="휴먼명조"/>
              </w:rPr>
              <w:t>TBHQ</w:t>
            </w:r>
            <w:r>
              <w:rPr>
                <w:rFonts w:eastAsia="휴먼명조"/>
                <w:vertAlign w:val="superscript"/>
              </w:rPr>
              <w:t>4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8BC86" w14:textId="77777777" w:rsidR="00715F4B" w:rsidRDefault="00715F4B" w:rsidP="005619BF">
            <w:pPr>
              <w:pStyle w:val="MDPI42tablebody"/>
              <w:rPr>
                <w:rFonts w:eastAsia="바탕"/>
              </w:rPr>
            </w:pPr>
            <w:r>
              <w:rPr>
                <w:rFonts w:eastAsia="휴먼명조"/>
              </w:rPr>
              <w:t>0.008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B54503" w14:textId="77777777" w:rsidR="00715F4B" w:rsidRDefault="00715F4B" w:rsidP="005619BF">
            <w:pPr>
              <w:pStyle w:val="MDPI42tablebody"/>
              <w:rPr>
                <w:rFonts w:eastAsia="바탕"/>
              </w:rPr>
            </w:pPr>
            <w:r>
              <w:rPr>
                <w:rFonts w:eastAsia="휴먼명조"/>
              </w:rPr>
              <w:t>0.008</w:t>
            </w:r>
          </w:p>
        </w:tc>
      </w:tr>
      <w:tr w:rsidR="00715F4B" w14:paraId="19B5CEEE" w14:textId="77777777" w:rsidTr="00715F4B">
        <w:trPr>
          <w:trHeight w:val="370"/>
        </w:trPr>
        <w:tc>
          <w:tcPr>
            <w:tcW w:w="2834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D1098FE" w14:textId="38B5FABD" w:rsidR="00715F4B" w:rsidRDefault="00280BD7" w:rsidP="005619BF">
            <w:pPr>
              <w:pStyle w:val="MDPI42tablebody"/>
              <w:rPr>
                <w:rFonts w:eastAsia="바탕"/>
              </w:rPr>
            </w:pPr>
            <w:r>
              <w:rPr>
                <w:rFonts w:eastAsia="휴먼명조"/>
              </w:rPr>
              <w:t xml:space="preserve">Aqueous </w:t>
            </w:r>
            <w:r w:rsidR="00715F4B">
              <w:rPr>
                <w:rFonts w:eastAsia="휴먼명조"/>
                <w:i/>
                <w:iCs/>
              </w:rPr>
              <w:t>A</w:t>
            </w:r>
            <w:r>
              <w:rPr>
                <w:rFonts w:eastAsia="휴먼명조"/>
                <w:i/>
                <w:iCs/>
              </w:rPr>
              <w:t>.</w:t>
            </w:r>
            <w:r w:rsidR="00715F4B">
              <w:rPr>
                <w:rFonts w:eastAsia="휴먼명조"/>
                <w:i/>
                <w:iCs/>
              </w:rPr>
              <w:t xml:space="preserve"> </w:t>
            </w:r>
            <w:proofErr w:type="spellStart"/>
            <w:r w:rsidR="00715F4B">
              <w:rPr>
                <w:rFonts w:eastAsia="휴먼명조"/>
                <w:i/>
                <w:iCs/>
              </w:rPr>
              <w:t>pilosa</w:t>
            </w:r>
            <w:proofErr w:type="spellEnd"/>
            <w:r w:rsidR="00715F4B">
              <w:rPr>
                <w:rFonts w:eastAsia="휴먼명조"/>
                <w:i/>
                <w:iCs/>
              </w:rPr>
              <w:t xml:space="preserve"> </w:t>
            </w:r>
            <w:r w:rsidR="00715F4B">
              <w:rPr>
                <w:rFonts w:eastAsia="휴먼명조"/>
              </w:rPr>
              <w:t>ext</w:t>
            </w:r>
            <w:r>
              <w:rPr>
                <w:rFonts w:eastAsia="휴먼명조"/>
              </w:rPr>
              <w:t>ract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0CA24A9" w14:textId="77777777" w:rsidR="00715F4B" w:rsidRDefault="00715F4B" w:rsidP="005619BF">
            <w:pPr>
              <w:pStyle w:val="MDPI42tablebody"/>
              <w:rPr>
                <w:rFonts w:eastAsia="바탕"/>
              </w:rPr>
            </w:pPr>
            <w:r>
              <w:rPr>
                <w:rFonts w:eastAsia="휴먼명조"/>
              </w:rPr>
              <w:t>-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5ED3FD0" w14:textId="77777777" w:rsidR="00715F4B" w:rsidRDefault="00715F4B" w:rsidP="005619BF">
            <w:pPr>
              <w:pStyle w:val="MDPI42tablebody"/>
              <w:rPr>
                <w:rFonts w:eastAsia="바탕"/>
                <w:lang w:eastAsia="ko-KR"/>
              </w:rPr>
            </w:pPr>
            <w:r>
              <w:rPr>
                <w:rFonts w:eastAsia="휴먼명조"/>
              </w:rPr>
              <w:t>5</w:t>
            </w:r>
            <w:r>
              <w:rPr>
                <w:rFonts w:eastAsia="휴먼명조" w:hint="eastAsia"/>
                <w:lang w:eastAsia="ko-KR"/>
              </w:rPr>
              <w:t>.000</w:t>
            </w:r>
          </w:p>
        </w:tc>
      </w:tr>
    </w:tbl>
    <w:p w14:paraId="6ED0350F" w14:textId="5DFF0DE7" w:rsidR="00715F4B" w:rsidRPr="005619BF" w:rsidRDefault="00715F4B" w:rsidP="008D016C">
      <w:pPr>
        <w:pStyle w:val="MDPI42tablebody"/>
        <w:rPr>
          <w:rFonts w:eastAsia="바탕"/>
          <w:sz w:val="18"/>
          <w:szCs w:val="18"/>
        </w:rPr>
      </w:pPr>
      <w:r w:rsidRPr="005619BF">
        <w:rPr>
          <w:rFonts w:eastAsia="휴먼명조"/>
          <w:sz w:val="18"/>
          <w:szCs w:val="18"/>
          <w:vertAlign w:val="superscript"/>
        </w:rPr>
        <w:t>1</w:t>
      </w:r>
      <w:r w:rsidRPr="005619BF">
        <w:rPr>
          <w:rFonts w:eastAsia="휴먼명조"/>
          <w:sz w:val="18"/>
          <w:szCs w:val="18"/>
        </w:rPr>
        <w:t xml:space="preserve"> Abbreviations: S, sham-operated + </w:t>
      </w:r>
      <w:r w:rsidR="00280BD7">
        <w:rPr>
          <w:rFonts w:eastAsia="휴먼명조"/>
          <w:sz w:val="18"/>
          <w:szCs w:val="18"/>
        </w:rPr>
        <w:t>HFD</w:t>
      </w:r>
      <w:r w:rsidRPr="005619BF">
        <w:rPr>
          <w:rFonts w:eastAsia="휴먼명조"/>
          <w:sz w:val="18"/>
          <w:szCs w:val="18"/>
        </w:rPr>
        <w:t xml:space="preserve">; OVX, </w:t>
      </w:r>
      <w:proofErr w:type="spellStart"/>
      <w:r w:rsidRPr="005619BF">
        <w:rPr>
          <w:rFonts w:eastAsia="휴먼명조"/>
          <w:sz w:val="18"/>
          <w:szCs w:val="18"/>
        </w:rPr>
        <w:t>ovariectomized</w:t>
      </w:r>
      <w:proofErr w:type="spellEnd"/>
      <w:r w:rsidRPr="005619BF">
        <w:rPr>
          <w:rFonts w:eastAsia="휴먼명조"/>
          <w:sz w:val="18"/>
          <w:szCs w:val="18"/>
        </w:rPr>
        <w:t xml:space="preserve"> + </w:t>
      </w:r>
      <w:r w:rsidR="00280BD7">
        <w:rPr>
          <w:rFonts w:eastAsia="휴먼명조"/>
          <w:sz w:val="18"/>
          <w:szCs w:val="18"/>
        </w:rPr>
        <w:t>HFD</w:t>
      </w:r>
      <w:r w:rsidRPr="005619BF">
        <w:rPr>
          <w:rFonts w:eastAsia="휴먼명조"/>
          <w:sz w:val="18"/>
          <w:szCs w:val="18"/>
        </w:rPr>
        <w:t xml:space="preserve">; OVX+0.5A, </w:t>
      </w:r>
      <w:proofErr w:type="spellStart"/>
      <w:r w:rsidRPr="005619BF">
        <w:rPr>
          <w:rFonts w:eastAsia="휴먼명조"/>
          <w:sz w:val="18"/>
          <w:szCs w:val="18"/>
        </w:rPr>
        <w:t>ovariectomized</w:t>
      </w:r>
      <w:proofErr w:type="spellEnd"/>
      <w:r w:rsidRPr="005619BF">
        <w:rPr>
          <w:rFonts w:eastAsia="휴먼명조"/>
          <w:sz w:val="18"/>
          <w:szCs w:val="18"/>
        </w:rPr>
        <w:t xml:space="preserve"> + </w:t>
      </w:r>
      <w:r w:rsidR="00280BD7">
        <w:rPr>
          <w:rFonts w:eastAsia="휴먼명조"/>
          <w:sz w:val="18"/>
          <w:szCs w:val="18"/>
        </w:rPr>
        <w:t>HFD</w:t>
      </w:r>
      <w:r w:rsidRPr="005619BF">
        <w:rPr>
          <w:rFonts w:eastAsia="휴먼명조"/>
          <w:sz w:val="18"/>
          <w:szCs w:val="18"/>
        </w:rPr>
        <w:t xml:space="preserve"> with 0.5%</w:t>
      </w:r>
      <w:r w:rsidR="00280BD7">
        <w:rPr>
          <w:rFonts w:eastAsia="휴먼명조"/>
          <w:sz w:val="18"/>
          <w:szCs w:val="18"/>
        </w:rPr>
        <w:t xml:space="preserve"> aqueous</w:t>
      </w:r>
      <w:r w:rsidRPr="005619BF">
        <w:rPr>
          <w:rFonts w:eastAsia="휴먼명조"/>
          <w:sz w:val="18"/>
          <w:szCs w:val="18"/>
        </w:rPr>
        <w:t xml:space="preserve"> </w:t>
      </w:r>
      <w:r w:rsidRPr="005619BF">
        <w:rPr>
          <w:rFonts w:eastAsia="휴먼명조"/>
          <w:i/>
          <w:iCs/>
          <w:sz w:val="18"/>
          <w:szCs w:val="18"/>
        </w:rPr>
        <w:t>A</w:t>
      </w:r>
      <w:r w:rsidR="00280BD7">
        <w:rPr>
          <w:rFonts w:eastAsia="휴먼명조"/>
          <w:i/>
          <w:iCs/>
          <w:sz w:val="18"/>
          <w:szCs w:val="18"/>
        </w:rPr>
        <w:t>.</w:t>
      </w:r>
      <w:r w:rsidRPr="005619BF">
        <w:rPr>
          <w:rFonts w:eastAsia="휴먼명조"/>
          <w:i/>
          <w:iCs/>
          <w:sz w:val="18"/>
          <w:szCs w:val="18"/>
        </w:rPr>
        <w:t xml:space="preserve"> </w:t>
      </w:r>
      <w:proofErr w:type="spellStart"/>
      <w:r w:rsidRPr="005619BF">
        <w:rPr>
          <w:rFonts w:eastAsia="휴먼명조"/>
          <w:i/>
          <w:iCs/>
          <w:sz w:val="18"/>
          <w:szCs w:val="18"/>
        </w:rPr>
        <w:t>pilosa</w:t>
      </w:r>
      <w:proofErr w:type="spellEnd"/>
      <w:r w:rsidRPr="005619BF">
        <w:rPr>
          <w:rFonts w:eastAsia="휴먼명조"/>
          <w:i/>
          <w:iCs/>
          <w:sz w:val="18"/>
          <w:szCs w:val="18"/>
        </w:rPr>
        <w:t xml:space="preserve"> </w:t>
      </w:r>
      <w:r w:rsidRPr="005619BF">
        <w:rPr>
          <w:rFonts w:eastAsia="휴먼명조"/>
          <w:sz w:val="18"/>
          <w:szCs w:val="18"/>
        </w:rPr>
        <w:t>ext</w:t>
      </w:r>
      <w:r w:rsidR="00280BD7">
        <w:rPr>
          <w:rFonts w:eastAsia="휴먼명조"/>
          <w:sz w:val="18"/>
          <w:szCs w:val="18"/>
        </w:rPr>
        <w:t>ract</w:t>
      </w:r>
    </w:p>
    <w:p w14:paraId="44906DEB" w14:textId="1CC53F72" w:rsidR="00715F4B" w:rsidRPr="005619BF" w:rsidRDefault="00715F4B" w:rsidP="008D016C">
      <w:pPr>
        <w:pStyle w:val="MDPI42tablebody"/>
        <w:rPr>
          <w:rFonts w:eastAsia="바탕"/>
          <w:sz w:val="18"/>
          <w:szCs w:val="18"/>
        </w:rPr>
      </w:pPr>
      <w:r w:rsidRPr="005619BF">
        <w:rPr>
          <w:rFonts w:eastAsia="휴먼명조"/>
          <w:sz w:val="18"/>
          <w:szCs w:val="18"/>
          <w:vertAlign w:val="superscript"/>
        </w:rPr>
        <w:t>2</w:t>
      </w:r>
      <w:r w:rsidRPr="005619BF">
        <w:rPr>
          <w:rFonts w:eastAsia="휴먼명조"/>
          <w:sz w:val="18"/>
          <w:szCs w:val="18"/>
        </w:rPr>
        <w:t xml:space="preserve"> Mineral mixture: AIN-93M mineral mixture</w:t>
      </w:r>
      <w:r w:rsidR="00280BD7">
        <w:rPr>
          <w:rFonts w:eastAsia="휴먼명조"/>
          <w:sz w:val="18"/>
          <w:szCs w:val="18"/>
        </w:rPr>
        <w:t xml:space="preserve"> </w:t>
      </w:r>
      <w:r w:rsidRPr="005619BF">
        <w:rPr>
          <w:rFonts w:eastAsia="휴먼명조"/>
          <w:sz w:val="18"/>
          <w:szCs w:val="18"/>
        </w:rPr>
        <w:t>(ICN, CA, USA)</w:t>
      </w:r>
    </w:p>
    <w:p w14:paraId="73D5B8BE" w14:textId="561FBACD" w:rsidR="00715F4B" w:rsidRPr="005619BF" w:rsidRDefault="00715F4B" w:rsidP="008D016C">
      <w:pPr>
        <w:pStyle w:val="MDPI42tablebody"/>
        <w:rPr>
          <w:rFonts w:eastAsia="바탕"/>
          <w:sz w:val="18"/>
          <w:szCs w:val="18"/>
        </w:rPr>
      </w:pPr>
      <w:r w:rsidRPr="005619BF">
        <w:rPr>
          <w:rFonts w:eastAsia="휴먼명조"/>
          <w:sz w:val="18"/>
          <w:szCs w:val="18"/>
          <w:vertAlign w:val="superscript"/>
        </w:rPr>
        <w:t>3</w:t>
      </w:r>
      <w:r w:rsidRPr="005619BF">
        <w:rPr>
          <w:rFonts w:eastAsia="휴먼명조"/>
          <w:sz w:val="18"/>
          <w:szCs w:val="18"/>
        </w:rPr>
        <w:t xml:space="preserve"> Vitamin mixture: AIN-93VX vitamin mixture</w:t>
      </w:r>
      <w:r w:rsidR="00280BD7">
        <w:rPr>
          <w:rFonts w:eastAsia="휴먼명조"/>
          <w:sz w:val="18"/>
          <w:szCs w:val="18"/>
        </w:rPr>
        <w:t xml:space="preserve"> </w:t>
      </w:r>
      <w:r w:rsidRPr="005619BF">
        <w:rPr>
          <w:rFonts w:eastAsia="휴먼명조"/>
          <w:sz w:val="18"/>
          <w:szCs w:val="18"/>
        </w:rPr>
        <w:t>(ICN, CA, USA)</w:t>
      </w:r>
    </w:p>
    <w:p w14:paraId="1C6E91B8" w14:textId="14FD2187" w:rsidR="004048D4" w:rsidRPr="005619BF" w:rsidRDefault="00715F4B" w:rsidP="008D016C">
      <w:pPr>
        <w:pStyle w:val="MDPI42tablebody"/>
        <w:rPr>
          <w:rFonts w:ascii="굴림" w:eastAsia="굴림" w:hAnsi="굴림" w:cs="굴림"/>
          <w:sz w:val="18"/>
          <w:szCs w:val="18"/>
        </w:rPr>
      </w:pPr>
      <w:r w:rsidRPr="005619BF">
        <w:rPr>
          <w:rFonts w:eastAsia="휴먼명조"/>
          <w:sz w:val="18"/>
          <w:szCs w:val="18"/>
          <w:vertAlign w:val="superscript"/>
        </w:rPr>
        <w:t>4</w:t>
      </w:r>
      <w:r w:rsidRPr="005619BF">
        <w:rPr>
          <w:rFonts w:eastAsia="휴먼명조"/>
          <w:sz w:val="18"/>
          <w:szCs w:val="18"/>
        </w:rPr>
        <w:t xml:space="preserve"> TBHQ: </w:t>
      </w:r>
      <w:proofErr w:type="spellStart"/>
      <w:r w:rsidR="00280BD7">
        <w:rPr>
          <w:rFonts w:eastAsia="휴먼명조"/>
          <w:sz w:val="18"/>
          <w:szCs w:val="18"/>
        </w:rPr>
        <w:t>t</w:t>
      </w:r>
      <w:r w:rsidRPr="005619BF">
        <w:rPr>
          <w:rFonts w:eastAsia="휴먼명조"/>
          <w:sz w:val="18"/>
          <w:szCs w:val="18"/>
        </w:rPr>
        <w:t>ert-butylhydroquinone</w:t>
      </w:r>
      <w:bookmarkStart w:id="0" w:name="_GoBack"/>
      <w:bookmarkEnd w:id="0"/>
      <w:proofErr w:type="spellEnd"/>
    </w:p>
    <w:sectPr w:rsidR="004048D4" w:rsidRPr="005619BF" w:rsidSect="002549C8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EF861" w14:textId="77777777" w:rsidR="00923C56" w:rsidRDefault="00923C56">
      <w:pPr>
        <w:spacing w:line="240" w:lineRule="auto"/>
      </w:pPr>
      <w:r>
        <w:separator/>
      </w:r>
    </w:p>
  </w:endnote>
  <w:endnote w:type="continuationSeparator" w:id="0">
    <w:p w14:paraId="74B0A205" w14:textId="77777777" w:rsidR="00923C56" w:rsidRDefault="00923C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58AEC" w14:textId="77777777" w:rsidR="00C35CA2" w:rsidRPr="00885BB0" w:rsidRDefault="00C35CA2" w:rsidP="00C90B3B">
    <w:pPr>
      <w:pStyle w:val="a4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41EBB" w14:textId="77777777" w:rsidR="00C35CA2" w:rsidRPr="008B308E" w:rsidRDefault="00C35CA2" w:rsidP="00830F91">
    <w:pPr>
      <w:pStyle w:val="MDPIfooterfirstpage"/>
      <w:spacing w:line="240" w:lineRule="auto"/>
      <w:jc w:val="both"/>
      <w:rPr>
        <w:lang w:val="fr-CH"/>
      </w:rPr>
    </w:pPr>
    <w:r w:rsidRPr="00141586">
      <w:rPr>
        <w:i/>
        <w:szCs w:val="16"/>
      </w:rPr>
      <w:t>Nutrients</w:t>
    </w:r>
    <w:r w:rsidRPr="00A70616">
      <w:rPr>
        <w:iCs/>
        <w:szCs w:val="16"/>
      </w:rPr>
      <w:t xml:space="preserve"> </w:t>
    </w:r>
    <w:r w:rsidRPr="008313A9">
      <w:rPr>
        <w:b/>
        <w:bCs/>
        <w:iCs/>
        <w:szCs w:val="16"/>
      </w:rPr>
      <w:t>20</w:t>
    </w:r>
    <w:r>
      <w:rPr>
        <w:b/>
        <w:bCs/>
        <w:iCs/>
        <w:szCs w:val="16"/>
      </w:rPr>
      <w:t>20</w:t>
    </w:r>
    <w:r w:rsidRPr="008313A9">
      <w:rPr>
        <w:bCs/>
        <w:iCs/>
        <w:szCs w:val="16"/>
      </w:rPr>
      <w:t xml:space="preserve">, </w:t>
    </w:r>
    <w:r w:rsidRPr="008313A9">
      <w:rPr>
        <w:bCs/>
        <w:i/>
        <w:iCs/>
        <w:szCs w:val="16"/>
      </w:rPr>
      <w:t>1</w:t>
    </w:r>
    <w:r>
      <w:rPr>
        <w:bCs/>
        <w:i/>
        <w:iCs/>
        <w:szCs w:val="16"/>
      </w:rPr>
      <w:t>2</w:t>
    </w:r>
    <w:r w:rsidRPr="008313A9">
      <w:rPr>
        <w:bCs/>
        <w:iCs/>
        <w:szCs w:val="16"/>
      </w:rPr>
      <w:t xml:space="preserve">, </w:t>
    </w:r>
    <w:r>
      <w:rPr>
        <w:bCs/>
        <w:iCs/>
        <w:szCs w:val="16"/>
      </w:rPr>
      <w:t xml:space="preserve">x; </w:t>
    </w:r>
    <w:proofErr w:type="spellStart"/>
    <w:r>
      <w:rPr>
        <w:bCs/>
        <w:iCs/>
        <w:szCs w:val="16"/>
      </w:rPr>
      <w:t>doi</w:t>
    </w:r>
    <w:proofErr w:type="spellEnd"/>
    <w:r>
      <w:rPr>
        <w:bCs/>
        <w:iCs/>
        <w:szCs w:val="16"/>
      </w:rPr>
      <w:t>: FOR PEER REVIEW</w:t>
    </w:r>
    <w:r w:rsidRPr="008B308E">
      <w:rPr>
        <w:lang w:val="fr-CH"/>
      </w:rPr>
      <w:tab/>
      <w:t>www.mdpi.com/journal/</w:t>
    </w:r>
    <w:r>
      <w:t>nutrients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F6B9B" w14:textId="77777777" w:rsidR="00923C56" w:rsidRDefault="00923C56">
      <w:pPr>
        <w:spacing w:line="240" w:lineRule="auto"/>
      </w:pPr>
      <w:r>
        <w:separator/>
      </w:r>
    </w:p>
  </w:footnote>
  <w:footnote w:type="continuationSeparator" w:id="0">
    <w:p w14:paraId="3741038D" w14:textId="77777777" w:rsidR="00923C56" w:rsidRDefault="00923C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664EC" w14:textId="77777777" w:rsidR="00C35CA2" w:rsidRDefault="00C35CA2" w:rsidP="00C90B3B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456ED" w14:textId="77777777" w:rsidR="00C35CA2" w:rsidRPr="00310EBF" w:rsidRDefault="00C35CA2" w:rsidP="00830F91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Nutrients </w:t>
    </w:r>
    <w:r w:rsidRPr="008313A9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8313A9">
      <w:rPr>
        <w:rFonts w:ascii="Palatino Linotype" w:hAnsi="Palatino Linotype"/>
        <w:sz w:val="16"/>
      </w:rPr>
      <w:t xml:space="preserve">, </w:t>
    </w:r>
    <w:r w:rsidRPr="008313A9"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i/>
        <w:sz w:val="16"/>
      </w:rPr>
      <w:t>2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9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15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61BA4" w14:textId="77777777" w:rsidR="00C35CA2" w:rsidRDefault="00C35CA2" w:rsidP="00C90B3B">
    <w:pPr>
      <w:pStyle w:val="MDPIheaderjournallogo"/>
    </w:pPr>
    <w:r>
      <w:rPr>
        <w:i w:val="0"/>
        <w:noProof/>
        <w:szCs w:val="16"/>
        <w:lang w:eastAsia="ko-KR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62ECC6F1" wp14:editId="3098E8C3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673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73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35EFD5" w14:textId="77777777" w:rsidR="00C35CA2" w:rsidRDefault="00C35CA2" w:rsidP="00C90B3B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eastAsia="ko-KR"/>
                            </w:rPr>
                            <w:drawing>
                              <wp:inline distT="0" distB="0" distL="0" distR="0" wp14:anchorId="2B55165E" wp14:editId="7A47EEE2">
                                <wp:extent cx="548640" cy="358140"/>
                                <wp:effectExtent l="0" t="0" r="3810" b="3810"/>
                                <wp:docPr id="4" name="Picture 5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8640" cy="3581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ECC6F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3.0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" stroked="f">
              <v:textbox inset="0,0,0,0">
                <w:txbxContent>
                  <w:p w14:paraId="1235EFD5" w14:textId="77777777" w:rsidR="00C35CA2" w:rsidRDefault="00C35CA2" w:rsidP="00C90B3B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eastAsia="ko-KR"/>
                      </w:rPr>
                      <w:drawing>
                        <wp:inline distT="0" distB="0" distL="0" distR="0" wp14:anchorId="2B55165E" wp14:editId="7A47EEE2">
                          <wp:extent cx="548640" cy="358140"/>
                          <wp:effectExtent l="0" t="0" r="3810" b="3810"/>
                          <wp:docPr id="4" name="Picture 5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864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ko-KR"/>
      </w:rPr>
      <w:drawing>
        <wp:inline distT="0" distB="0" distL="0" distR="0" wp14:anchorId="7526592D" wp14:editId="5B381978">
          <wp:extent cx="1704340" cy="431800"/>
          <wp:effectExtent l="0" t="0" r="0" b="6350"/>
          <wp:docPr id="5" name="Picture 7" descr="C:\Users\home\Desktop\logos\Nutrient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home\Desktop\logos\Nutrients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proofState w:spelling="clean" w:grammar="clean"/>
  <w:attachedTemplate r:id="rId1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5as29ttiw0ewde5pfyxsrr32evext9z9ttf&quot;&gt;My EndNote Library(9.23 whole)&lt;record-ids&gt;&lt;item&gt;295&lt;/item&gt;&lt;item&gt;296&lt;/item&gt;&lt;item&gt;297&lt;/item&gt;&lt;item&gt;298&lt;/item&gt;&lt;item&gt;299&lt;/item&gt;&lt;item&gt;300&lt;/item&gt;&lt;item&gt;301&lt;/item&gt;&lt;item&gt;302&lt;/item&gt;&lt;item&gt;303&lt;/item&gt;&lt;item&gt;304&lt;/item&gt;&lt;item&gt;307&lt;/item&gt;&lt;item&gt;308&lt;/item&gt;&lt;item&gt;309&lt;/item&gt;&lt;item&gt;310&lt;/item&gt;&lt;item&gt;311&lt;/item&gt;&lt;item&gt;312&lt;/item&gt;&lt;item&gt;313&lt;/item&gt;&lt;item&gt;314&lt;/item&gt;&lt;item&gt;315&lt;/item&gt;&lt;item&gt;316&lt;/item&gt;&lt;/record-ids&gt;&lt;/item&gt;&lt;/Libraries&gt;"/>
  </w:docVars>
  <w:rsids>
    <w:rsidRoot w:val="00FB4558"/>
    <w:rsid w:val="000330FF"/>
    <w:rsid w:val="00046331"/>
    <w:rsid w:val="0006593E"/>
    <w:rsid w:val="00070240"/>
    <w:rsid w:val="00077A11"/>
    <w:rsid w:val="000B0E81"/>
    <w:rsid w:val="000B6163"/>
    <w:rsid w:val="000C2560"/>
    <w:rsid w:val="000F03E2"/>
    <w:rsid w:val="001303BB"/>
    <w:rsid w:val="001400E4"/>
    <w:rsid w:val="00192EF9"/>
    <w:rsid w:val="001E2AEB"/>
    <w:rsid w:val="001E4BE2"/>
    <w:rsid w:val="001E4E49"/>
    <w:rsid w:val="001E6537"/>
    <w:rsid w:val="00202E01"/>
    <w:rsid w:val="00204E2E"/>
    <w:rsid w:val="0021329E"/>
    <w:rsid w:val="002549C8"/>
    <w:rsid w:val="00280BD7"/>
    <w:rsid w:val="0029512B"/>
    <w:rsid w:val="002A74AB"/>
    <w:rsid w:val="002E4B3B"/>
    <w:rsid w:val="00320BF5"/>
    <w:rsid w:val="00326141"/>
    <w:rsid w:val="003403D0"/>
    <w:rsid w:val="00350B4B"/>
    <w:rsid w:val="00355677"/>
    <w:rsid w:val="00385727"/>
    <w:rsid w:val="003934AC"/>
    <w:rsid w:val="003968F4"/>
    <w:rsid w:val="003C2DD9"/>
    <w:rsid w:val="003E2042"/>
    <w:rsid w:val="003E4154"/>
    <w:rsid w:val="00401D30"/>
    <w:rsid w:val="004048D4"/>
    <w:rsid w:val="00426C90"/>
    <w:rsid w:val="00435811"/>
    <w:rsid w:val="00442E79"/>
    <w:rsid w:val="004434AE"/>
    <w:rsid w:val="00447943"/>
    <w:rsid w:val="004834D7"/>
    <w:rsid w:val="00492BB1"/>
    <w:rsid w:val="004A5D9A"/>
    <w:rsid w:val="004B543E"/>
    <w:rsid w:val="004C025E"/>
    <w:rsid w:val="004C3BAD"/>
    <w:rsid w:val="005619BF"/>
    <w:rsid w:val="0057069C"/>
    <w:rsid w:val="0058522B"/>
    <w:rsid w:val="005A1C5E"/>
    <w:rsid w:val="005A79DF"/>
    <w:rsid w:val="005C74F1"/>
    <w:rsid w:val="005D1FF5"/>
    <w:rsid w:val="005D7342"/>
    <w:rsid w:val="00602BA7"/>
    <w:rsid w:val="00612EEA"/>
    <w:rsid w:val="006474CB"/>
    <w:rsid w:val="00650AD0"/>
    <w:rsid w:val="00654F5F"/>
    <w:rsid w:val="00657213"/>
    <w:rsid w:val="00657B19"/>
    <w:rsid w:val="00692393"/>
    <w:rsid w:val="006C5F1D"/>
    <w:rsid w:val="006D5B1F"/>
    <w:rsid w:val="006E533A"/>
    <w:rsid w:val="006F0855"/>
    <w:rsid w:val="0071155D"/>
    <w:rsid w:val="00715F4B"/>
    <w:rsid w:val="00721BCF"/>
    <w:rsid w:val="007775E8"/>
    <w:rsid w:val="00797D64"/>
    <w:rsid w:val="007B643B"/>
    <w:rsid w:val="007F2C27"/>
    <w:rsid w:val="00803135"/>
    <w:rsid w:val="00830F91"/>
    <w:rsid w:val="008313A9"/>
    <w:rsid w:val="00831BDE"/>
    <w:rsid w:val="008348D6"/>
    <w:rsid w:val="0084006D"/>
    <w:rsid w:val="008427A3"/>
    <w:rsid w:val="00850CDD"/>
    <w:rsid w:val="008658E8"/>
    <w:rsid w:val="00891137"/>
    <w:rsid w:val="00893D98"/>
    <w:rsid w:val="008949C9"/>
    <w:rsid w:val="008B5FC5"/>
    <w:rsid w:val="008D016C"/>
    <w:rsid w:val="008E0DD3"/>
    <w:rsid w:val="00915BFC"/>
    <w:rsid w:val="00923C56"/>
    <w:rsid w:val="00927F6C"/>
    <w:rsid w:val="00930AA6"/>
    <w:rsid w:val="00935BB3"/>
    <w:rsid w:val="00935EB2"/>
    <w:rsid w:val="009529D3"/>
    <w:rsid w:val="00990F1D"/>
    <w:rsid w:val="00991CBB"/>
    <w:rsid w:val="0099746A"/>
    <w:rsid w:val="009B682C"/>
    <w:rsid w:val="009C4687"/>
    <w:rsid w:val="009C50EC"/>
    <w:rsid w:val="009D2169"/>
    <w:rsid w:val="009F3336"/>
    <w:rsid w:val="009F70E6"/>
    <w:rsid w:val="00A207F7"/>
    <w:rsid w:val="00A24152"/>
    <w:rsid w:val="00A5707C"/>
    <w:rsid w:val="00AA778D"/>
    <w:rsid w:val="00AE6C73"/>
    <w:rsid w:val="00AF3A21"/>
    <w:rsid w:val="00B42244"/>
    <w:rsid w:val="00B751BD"/>
    <w:rsid w:val="00B864CB"/>
    <w:rsid w:val="00B919EF"/>
    <w:rsid w:val="00BD0170"/>
    <w:rsid w:val="00BD0997"/>
    <w:rsid w:val="00BD2F41"/>
    <w:rsid w:val="00BD3278"/>
    <w:rsid w:val="00BE05D8"/>
    <w:rsid w:val="00C001E9"/>
    <w:rsid w:val="00C1192A"/>
    <w:rsid w:val="00C31AF5"/>
    <w:rsid w:val="00C35CA2"/>
    <w:rsid w:val="00C6014B"/>
    <w:rsid w:val="00C64435"/>
    <w:rsid w:val="00C658BF"/>
    <w:rsid w:val="00C75285"/>
    <w:rsid w:val="00C77084"/>
    <w:rsid w:val="00C86505"/>
    <w:rsid w:val="00C876E2"/>
    <w:rsid w:val="00C90B3B"/>
    <w:rsid w:val="00CC03C7"/>
    <w:rsid w:val="00CC0501"/>
    <w:rsid w:val="00CC56A8"/>
    <w:rsid w:val="00CE591F"/>
    <w:rsid w:val="00D16989"/>
    <w:rsid w:val="00D21E27"/>
    <w:rsid w:val="00D42B68"/>
    <w:rsid w:val="00D439EB"/>
    <w:rsid w:val="00D9141E"/>
    <w:rsid w:val="00DA21B8"/>
    <w:rsid w:val="00DA6C33"/>
    <w:rsid w:val="00DB56C1"/>
    <w:rsid w:val="00DD1D1E"/>
    <w:rsid w:val="00DD3F21"/>
    <w:rsid w:val="00E23D9F"/>
    <w:rsid w:val="00E40DC6"/>
    <w:rsid w:val="00E77CCB"/>
    <w:rsid w:val="00E80413"/>
    <w:rsid w:val="00EA04CA"/>
    <w:rsid w:val="00EB4746"/>
    <w:rsid w:val="00EC3032"/>
    <w:rsid w:val="00EC71B4"/>
    <w:rsid w:val="00EF2641"/>
    <w:rsid w:val="00F041B5"/>
    <w:rsid w:val="00F249F9"/>
    <w:rsid w:val="00F300E3"/>
    <w:rsid w:val="00F65AD5"/>
    <w:rsid w:val="00FA2128"/>
    <w:rsid w:val="00FB4558"/>
    <w:rsid w:val="00FC780D"/>
    <w:rsid w:val="00FE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2285C"/>
  <w15:docId w15:val="{2FDDA405-ADE0-4572-8785-047431015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9C8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2549C8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2549C8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2549C8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a"/>
    <w:qFormat/>
    <w:rsid w:val="002549C8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2549C8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2549C8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a"/>
    <w:qFormat/>
    <w:rsid w:val="002549C8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2549C8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a1"/>
    <w:uiPriority w:val="99"/>
    <w:rsid w:val="002549C8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59"/>
    <w:rsid w:val="002549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Char"/>
    <w:uiPriority w:val="99"/>
    <w:rsid w:val="002549C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">
    <w:name w:val="바닥글 Char"/>
    <w:link w:val="a4"/>
    <w:uiPriority w:val="99"/>
    <w:rsid w:val="002549C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a5">
    <w:name w:val="header"/>
    <w:basedOn w:val="a"/>
    <w:link w:val="Char0"/>
    <w:uiPriority w:val="99"/>
    <w:rsid w:val="002549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머리글 Char"/>
    <w:link w:val="a5"/>
    <w:uiPriority w:val="99"/>
    <w:rsid w:val="002549C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2549C8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2549C8"/>
    <w:pPr>
      <w:ind w:firstLine="0"/>
    </w:pPr>
  </w:style>
  <w:style w:type="paragraph" w:customStyle="1" w:styleId="MDPI33textspaceafter">
    <w:name w:val="MDPI_3.3_text_space_after"/>
    <w:basedOn w:val="MDPI31text"/>
    <w:qFormat/>
    <w:rsid w:val="002549C8"/>
    <w:pPr>
      <w:spacing w:after="240"/>
    </w:pPr>
  </w:style>
  <w:style w:type="paragraph" w:customStyle="1" w:styleId="MDPI35textbeforelist">
    <w:name w:val="MDPI_3.5_text_before_list"/>
    <w:basedOn w:val="MDPI31text"/>
    <w:qFormat/>
    <w:rsid w:val="002549C8"/>
    <w:pPr>
      <w:spacing w:after="120"/>
    </w:pPr>
  </w:style>
  <w:style w:type="paragraph" w:customStyle="1" w:styleId="MDPI36textafterlist">
    <w:name w:val="MDPI_3.6_text_after_list"/>
    <w:basedOn w:val="MDPI31text"/>
    <w:qFormat/>
    <w:rsid w:val="002549C8"/>
    <w:pPr>
      <w:spacing w:before="120"/>
    </w:pPr>
  </w:style>
  <w:style w:type="paragraph" w:customStyle="1" w:styleId="MDPI37itemize">
    <w:name w:val="MDPI_3.7_itemize"/>
    <w:basedOn w:val="MDPI31text"/>
    <w:qFormat/>
    <w:rsid w:val="002549C8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2549C8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2549C8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2549C8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2549C8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2549C8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8949C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2549C8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2549C8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2549C8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2549C8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2549C8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2549C8"/>
  </w:style>
  <w:style w:type="paragraph" w:customStyle="1" w:styleId="MDPIfooterfirstpage">
    <w:name w:val="MDPI_footer_firstpage"/>
    <w:basedOn w:val="a"/>
    <w:qFormat/>
    <w:rsid w:val="002549C8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2549C8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2549C8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2549C8"/>
    <w:pPr>
      <w:outlineLvl w:val="0"/>
    </w:pPr>
    <w:rPr>
      <w:b/>
    </w:rPr>
  </w:style>
  <w:style w:type="paragraph" w:customStyle="1" w:styleId="MDPI22heading2">
    <w:name w:val="MDPI_2.2_heading2"/>
    <w:basedOn w:val="a"/>
    <w:qFormat/>
    <w:rsid w:val="002549C8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2549C8"/>
    <w:pPr>
      <w:numPr>
        <w:numId w:val="3"/>
      </w:numPr>
      <w:spacing w:before="0" w:line="260" w:lineRule="atLeast"/>
      <w:ind w:left="425" w:hanging="425"/>
    </w:pPr>
  </w:style>
  <w:style w:type="paragraph" w:styleId="a6">
    <w:name w:val="Balloon Text"/>
    <w:basedOn w:val="a"/>
    <w:link w:val="Char1"/>
    <w:uiPriority w:val="99"/>
    <w:semiHidden/>
    <w:unhideWhenUsed/>
    <w:rsid w:val="002549C8"/>
    <w:pPr>
      <w:spacing w:line="240" w:lineRule="auto"/>
    </w:pPr>
    <w:rPr>
      <w:sz w:val="18"/>
      <w:szCs w:val="18"/>
    </w:rPr>
  </w:style>
  <w:style w:type="character" w:customStyle="1" w:styleId="Char1">
    <w:name w:val="풍선 도움말 텍스트 Char"/>
    <w:link w:val="a6"/>
    <w:uiPriority w:val="99"/>
    <w:semiHidden/>
    <w:rsid w:val="002549C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a7">
    <w:name w:val="line number"/>
    <w:basedOn w:val="a0"/>
    <w:uiPriority w:val="99"/>
    <w:semiHidden/>
    <w:unhideWhenUsed/>
    <w:rsid w:val="002549C8"/>
  </w:style>
  <w:style w:type="table" w:customStyle="1" w:styleId="MDPI41threelinetable">
    <w:name w:val="MDPI_4.1_three_line_table"/>
    <w:basedOn w:val="a1"/>
    <w:uiPriority w:val="99"/>
    <w:rsid w:val="008949C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Tahoma" w:hAnsi="Tahoma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a8">
    <w:name w:val="Hyperlink"/>
    <w:uiPriority w:val="99"/>
    <w:unhideWhenUsed/>
    <w:rsid w:val="00AF3A21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891137"/>
    <w:rPr>
      <w:color w:val="605E5C"/>
      <w:shd w:val="clear" w:color="auto" w:fill="E1DFDD"/>
    </w:rPr>
  </w:style>
  <w:style w:type="table" w:customStyle="1" w:styleId="PlainTable41">
    <w:name w:val="Plain Table 41"/>
    <w:basedOn w:val="a1"/>
    <w:uiPriority w:val="44"/>
    <w:rsid w:val="008313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1">
    <w:name w:val="메모 참조1"/>
    <w:uiPriority w:val="99"/>
    <w:semiHidden/>
    <w:unhideWhenUsed/>
    <w:rsid w:val="008348D6"/>
    <w:rPr>
      <w:sz w:val="18"/>
      <w:szCs w:val="18"/>
    </w:rPr>
  </w:style>
  <w:style w:type="paragraph" w:customStyle="1" w:styleId="10">
    <w:name w:val="메모 텍스트1"/>
    <w:basedOn w:val="a"/>
    <w:link w:val="Char2"/>
    <w:uiPriority w:val="99"/>
    <w:semiHidden/>
    <w:unhideWhenUsed/>
    <w:rsid w:val="008348D6"/>
    <w:pPr>
      <w:spacing w:line="480" w:lineRule="auto"/>
      <w:jc w:val="left"/>
    </w:pPr>
    <w:rPr>
      <w:rFonts w:eastAsia="맑은 고딕"/>
      <w:color w:val="auto"/>
      <w:szCs w:val="24"/>
      <w:lang w:val="en-GB" w:eastAsia="en-US"/>
    </w:rPr>
  </w:style>
  <w:style w:type="character" w:customStyle="1" w:styleId="Char2">
    <w:name w:val="메모 텍스트 Char"/>
    <w:link w:val="10"/>
    <w:uiPriority w:val="99"/>
    <w:semiHidden/>
    <w:rsid w:val="008348D6"/>
    <w:rPr>
      <w:rFonts w:ascii="Times New Roman" w:eastAsia="맑은 고딕" w:hAnsi="Times New Roman"/>
      <w:sz w:val="24"/>
      <w:szCs w:val="24"/>
      <w:lang w:val="en-GB" w:eastAsia="en-US"/>
    </w:rPr>
  </w:style>
  <w:style w:type="paragraph" w:customStyle="1" w:styleId="a9">
    <w:name w:val="바탕글"/>
    <w:basedOn w:val="a"/>
    <w:rsid w:val="00D439EB"/>
    <w:pPr>
      <w:widowControl w:val="0"/>
      <w:shd w:val="clear" w:color="auto" w:fill="FFFFFF"/>
      <w:wordWrap w:val="0"/>
      <w:autoSpaceDE w:val="0"/>
      <w:autoSpaceDN w:val="0"/>
      <w:snapToGrid w:val="0"/>
      <w:spacing w:line="384" w:lineRule="auto"/>
      <w:textAlignment w:val="baseline"/>
    </w:pPr>
    <w:rPr>
      <w:rFonts w:ascii="굴림" w:eastAsia="굴림" w:hAnsi="굴림" w:cs="굴림"/>
      <w:sz w:val="20"/>
      <w:lang w:eastAsia="ko-KR"/>
    </w:rPr>
  </w:style>
  <w:style w:type="paragraph" w:customStyle="1" w:styleId="EndNoteBibliographyTitle">
    <w:name w:val="EndNote Bibliography Title"/>
    <w:basedOn w:val="a"/>
    <w:link w:val="EndNoteBibliographyTitleChar"/>
    <w:rsid w:val="00A207F7"/>
    <w:pPr>
      <w:jc w:val="center"/>
    </w:pPr>
    <w:rPr>
      <w:rFonts w:ascii="Palatino Linotype" w:hAnsi="Palatino Linotype"/>
      <w:noProof/>
      <w:sz w:val="18"/>
      <w:lang w:val="de-DE"/>
    </w:rPr>
  </w:style>
  <w:style w:type="character" w:customStyle="1" w:styleId="EndNoteBibliographyTitleChar">
    <w:name w:val="EndNote Bibliography Title Char"/>
    <w:basedOn w:val="Char2"/>
    <w:link w:val="EndNoteBibliographyTitle"/>
    <w:rsid w:val="00A207F7"/>
    <w:rPr>
      <w:rFonts w:ascii="Palatino Linotype" w:eastAsia="Times New Roman" w:hAnsi="Palatino Linotype"/>
      <w:noProof/>
      <w:color w:val="000000"/>
      <w:sz w:val="18"/>
      <w:szCs w:val="24"/>
      <w:lang w:val="de-DE" w:eastAsia="de-DE"/>
    </w:rPr>
  </w:style>
  <w:style w:type="paragraph" w:customStyle="1" w:styleId="EndNoteBibliography">
    <w:name w:val="EndNote Bibliography"/>
    <w:basedOn w:val="a"/>
    <w:link w:val="EndNoteBibliographyChar"/>
    <w:rsid w:val="00A207F7"/>
    <w:pPr>
      <w:spacing w:line="240" w:lineRule="atLeast"/>
    </w:pPr>
    <w:rPr>
      <w:rFonts w:ascii="Palatino Linotype" w:hAnsi="Palatino Linotype"/>
      <w:noProof/>
      <w:sz w:val="18"/>
      <w:lang w:val="de-DE"/>
    </w:rPr>
  </w:style>
  <w:style w:type="character" w:customStyle="1" w:styleId="EndNoteBibliographyChar">
    <w:name w:val="EndNote Bibliography Char"/>
    <w:basedOn w:val="Char2"/>
    <w:link w:val="EndNoteBibliography"/>
    <w:rsid w:val="00A207F7"/>
    <w:rPr>
      <w:rFonts w:ascii="Palatino Linotype" w:eastAsia="Times New Roman" w:hAnsi="Palatino Linotype"/>
      <w:noProof/>
      <w:color w:val="000000"/>
      <w:sz w:val="18"/>
      <w:szCs w:val="24"/>
      <w:lang w:val="de-DE" w:eastAsia="de-DE"/>
    </w:rPr>
  </w:style>
  <w:style w:type="character" w:styleId="aa">
    <w:name w:val="annotation reference"/>
    <w:basedOn w:val="a0"/>
    <w:uiPriority w:val="99"/>
    <w:semiHidden/>
    <w:unhideWhenUsed/>
    <w:rsid w:val="002A74AB"/>
    <w:rPr>
      <w:sz w:val="16"/>
      <w:szCs w:val="16"/>
    </w:rPr>
  </w:style>
  <w:style w:type="paragraph" w:styleId="ab">
    <w:name w:val="annotation text"/>
    <w:basedOn w:val="a"/>
    <w:link w:val="Char10"/>
    <w:uiPriority w:val="99"/>
    <w:semiHidden/>
    <w:unhideWhenUsed/>
    <w:rsid w:val="002A74AB"/>
    <w:pPr>
      <w:spacing w:line="240" w:lineRule="auto"/>
    </w:pPr>
    <w:rPr>
      <w:sz w:val="20"/>
    </w:rPr>
  </w:style>
  <w:style w:type="character" w:customStyle="1" w:styleId="Char10">
    <w:name w:val="메모 텍스트 Char1"/>
    <w:basedOn w:val="a0"/>
    <w:link w:val="ab"/>
    <w:uiPriority w:val="99"/>
    <w:semiHidden/>
    <w:rsid w:val="002A74AB"/>
    <w:rPr>
      <w:rFonts w:ascii="Times New Roman" w:eastAsia="Times New Roman" w:hAnsi="Times New Roman"/>
      <w:color w:val="000000"/>
      <w:lang w:eastAsia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2A74AB"/>
    <w:rPr>
      <w:b/>
      <w:bCs/>
    </w:rPr>
  </w:style>
  <w:style w:type="character" w:customStyle="1" w:styleId="Char3">
    <w:name w:val="메모 주제 Char"/>
    <w:basedOn w:val="Char10"/>
    <w:link w:val="ac"/>
    <w:uiPriority w:val="99"/>
    <w:semiHidden/>
    <w:rsid w:val="002A74AB"/>
    <w:rPr>
      <w:rFonts w:ascii="Times New Roman" w:eastAsia="Times New Roman" w:hAnsi="Times New Roman"/>
      <w:b/>
      <w:bCs/>
      <w:color w:val="000000"/>
      <w:lang w:eastAsia="de-DE"/>
    </w:rPr>
  </w:style>
  <w:style w:type="paragraph" w:styleId="ad">
    <w:name w:val="Revision"/>
    <w:hidden/>
    <w:uiPriority w:val="99"/>
    <w:semiHidden/>
    <w:rsid w:val="00990F1D"/>
    <w:rPr>
      <w:rFonts w:ascii="Times New Roman" w:eastAsia="Times New Roman" w:hAnsi="Times New Roman"/>
      <w:color w:val="000000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Temp\nutrients-template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nutrients-template</Template>
  <TotalTime>2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도 영진</cp:lastModifiedBy>
  <cp:revision>4</cp:revision>
  <dcterms:created xsi:type="dcterms:W3CDTF">2020-04-20T10:40:00Z</dcterms:created>
  <dcterms:modified xsi:type="dcterms:W3CDTF">2020-04-22T01:01:00Z</dcterms:modified>
</cp:coreProperties>
</file>