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1984C" w14:textId="30A1833D" w:rsidR="00423766" w:rsidRDefault="00624CE6" w:rsidP="00E31015">
      <w:pPr>
        <w:pStyle w:val="MDPI12title"/>
        <w:rPr>
          <w:rFonts w:eastAsia="MS Mincho"/>
          <w:snapToGrid/>
        </w:rPr>
      </w:pPr>
      <w:r w:rsidRPr="00BE36C7">
        <w:t>Supplem</w:t>
      </w:r>
      <w:bookmarkStart w:id="0" w:name="_GoBack"/>
      <w:bookmarkEnd w:id="0"/>
      <w:r w:rsidRPr="00BE36C7">
        <w:t>entary</w:t>
      </w:r>
      <w:r w:rsidRPr="00BE36C7">
        <w:rPr>
          <w:spacing w:val="-42"/>
        </w:rPr>
        <w:t xml:space="preserve"> </w:t>
      </w:r>
      <w:r w:rsidRPr="00430778">
        <w:rPr>
          <w:szCs w:val="36"/>
        </w:rPr>
        <w:t>Materials</w:t>
      </w:r>
      <w:r w:rsidR="00430778" w:rsidRPr="00430778">
        <w:rPr>
          <w:szCs w:val="36"/>
        </w:rPr>
        <w:t xml:space="preserve">: </w:t>
      </w:r>
      <w:r w:rsidR="00E31015" w:rsidRPr="00E31015">
        <w:rPr>
          <w:rFonts w:eastAsia="MS Mincho"/>
          <w:snapToGrid/>
          <w:lang w:val="en-GB"/>
        </w:rPr>
        <w:t xml:space="preserve">Distribution of Toxigenic </w:t>
      </w:r>
      <w:proofErr w:type="spellStart"/>
      <w:r w:rsidR="00E31015" w:rsidRPr="00E31015">
        <w:rPr>
          <w:rFonts w:eastAsia="MS Mincho"/>
          <w:i/>
          <w:snapToGrid/>
          <w:lang w:val="en-GB"/>
        </w:rPr>
        <w:t>Halomicronema</w:t>
      </w:r>
      <w:proofErr w:type="spellEnd"/>
      <w:r w:rsidR="00E31015" w:rsidRPr="00E31015">
        <w:rPr>
          <w:rFonts w:eastAsia="MS Mincho"/>
          <w:snapToGrid/>
          <w:lang w:val="en-GB"/>
        </w:rPr>
        <w:t xml:space="preserve"> spp. in Adjacent Environments on the Island of Ischia: Comparison of Strains from Thermal Waters and Free Living in </w:t>
      </w:r>
      <w:r w:rsidR="00E31015" w:rsidRPr="00E31015">
        <w:rPr>
          <w:rFonts w:eastAsia="MS Mincho"/>
          <w:i/>
          <w:snapToGrid/>
          <w:lang w:val="en-GB"/>
        </w:rPr>
        <w:t>Posidonia Oceanica</w:t>
      </w:r>
      <w:r w:rsidR="00E31015" w:rsidRPr="00E31015">
        <w:rPr>
          <w:rFonts w:eastAsia="MS Mincho"/>
          <w:snapToGrid/>
          <w:lang w:val="en-GB"/>
        </w:rPr>
        <w:t xml:space="preserve"> Meadows</w:t>
      </w:r>
    </w:p>
    <w:p w14:paraId="59866970" w14:textId="3602D78E" w:rsidR="00B34EFB" w:rsidRDefault="00E31015" w:rsidP="00E31015">
      <w:pPr>
        <w:pStyle w:val="MDPI13authornames"/>
      </w:pPr>
      <w:r w:rsidRPr="00E31015">
        <w:rPr>
          <w:rFonts w:eastAsia="MS Mincho"/>
          <w:lang w:val="it-IT"/>
        </w:rPr>
        <w:t xml:space="preserve">Valerio Zupo, Mirko Mutalipassi, Nadia Ruocco, Francesca Glaviano, Antonino Pollio, </w:t>
      </w:r>
      <w:r>
        <w:rPr>
          <w:rFonts w:eastAsia="MS Mincho"/>
          <w:lang w:val="it-IT"/>
        </w:rPr>
        <w:br/>
      </w:r>
      <w:r w:rsidRPr="00E31015">
        <w:rPr>
          <w:rFonts w:eastAsia="MS Mincho"/>
          <w:lang w:val="it-IT"/>
        </w:rPr>
        <w:t>Antonio Luca Langellotti, Giovanna Romano and Maria Costantini</w:t>
      </w:r>
    </w:p>
    <w:p w14:paraId="736814AB" w14:textId="2EDB11D2" w:rsidR="00E31015" w:rsidRDefault="00E31015" w:rsidP="00E31015">
      <w:pPr>
        <w:pStyle w:val="MDPI41tablecaption"/>
        <w:rPr>
          <w:rFonts w:eastAsia="Calibri"/>
          <w:lang w:val="en-GB"/>
        </w:rPr>
      </w:pPr>
      <w:r w:rsidRPr="00E31015">
        <w:rPr>
          <w:rFonts w:eastAsia="Calibri"/>
          <w:b/>
          <w:lang w:val="en-GB"/>
        </w:rPr>
        <w:t xml:space="preserve">Table 1. </w:t>
      </w:r>
      <w:r w:rsidRPr="00E31015">
        <w:rPr>
          <w:rFonts w:eastAsia="Calibri"/>
          <w:lang w:val="en-GB"/>
        </w:rPr>
        <w:t xml:space="preserve">Specie names (including </w:t>
      </w:r>
      <w:proofErr w:type="spellStart"/>
      <w:r w:rsidRPr="00E31015">
        <w:rPr>
          <w:rFonts w:eastAsia="Calibri"/>
          <w:i/>
          <w:lang w:val="en-GB"/>
        </w:rPr>
        <w:t>Cyano_Pos</w:t>
      </w:r>
      <w:proofErr w:type="spellEnd"/>
      <w:r w:rsidRPr="00E31015">
        <w:rPr>
          <w:rFonts w:eastAsia="Calibri"/>
          <w:lang w:val="en-GB"/>
        </w:rPr>
        <w:t xml:space="preserve"> and </w:t>
      </w:r>
      <w:proofErr w:type="spellStart"/>
      <w:r w:rsidRPr="00E31015">
        <w:rPr>
          <w:rFonts w:eastAsia="Calibri"/>
          <w:i/>
          <w:lang w:val="en-GB"/>
        </w:rPr>
        <w:t>Halomicronema</w:t>
      </w:r>
      <w:proofErr w:type="spellEnd"/>
      <w:r w:rsidRPr="00E31015">
        <w:rPr>
          <w:rFonts w:eastAsia="Calibri"/>
          <w:lang w:val="en-GB"/>
        </w:rPr>
        <w:t xml:space="preserve"> sp., </w:t>
      </w:r>
      <w:proofErr w:type="spellStart"/>
      <w:r w:rsidRPr="00E31015">
        <w:rPr>
          <w:rFonts w:eastAsia="Calibri"/>
          <w:lang w:val="en-GB"/>
        </w:rPr>
        <w:t>analyzed</w:t>
      </w:r>
      <w:proofErr w:type="spellEnd"/>
      <w:r w:rsidRPr="00E31015">
        <w:rPr>
          <w:rFonts w:eastAsia="Calibri"/>
          <w:lang w:val="en-GB"/>
        </w:rPr>
        <w:t xml:space="preserve"> in the present work), acronyms (used in the phylogenetic tree of Figure 3) and accession numbers of cyanobacteria used for phylogenetic analysis of 16S rRNA gene sequences.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4459"/>
        <w:gridCol w:w="3066"/>
        <w:gridCol w:w="2540"/>
      </w:tblGrid>
      <w:tr w:rsidR="00E31015" w:rsidRPr="00E31015" w14:paraId="190260BB" w14:textId="77777777" w:rsidTr="00E31015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B9A48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4"/>
                <w:lang w:eastAsia="en-GB"/>
              </w:rPr>
              <w:t>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A94E0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4"/>
                <w:lang w:eastAsia="en-GB"/>
              </w:rPr>
              <w:t>Acronym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E0B3F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4"/>
                <w:lang w:eastAsia="en-GB"/>
              </w:rPr>
              <w:t>Accession number</w:t>
            </w:r>
          </w:p>
        </w:tc>
      </w:tr>
      <w:tr w:rsidR="00E31015" w:rsidRPr="00E31015" w14:paraId="6DFE9BD4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AE8B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Cyanobacterium_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BE5A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Cyano_Pos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2A7C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</w:p>
        </w:tc>
      </w:tr>
      <w:tr w:rsidR="00E31015" w:rsidRPr="00E31015" w14:paraId="64081039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0A7A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Gloeobacter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violaceus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PCC 7421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CAE8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G. violaceus PCC 7421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DEED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AF132790.1 </w:t>
            </w:r>
          </w:p>
        </w:tc>
      </w:tr>
      <w:tr w:rsidR="00E31015" w:rsidRPr="00E31015" w14:paraId="397F0E27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34AA7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Halomicronema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3AA62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C308B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</w:p>
        </w:tc>
      </w:tr>
      <w:tr w:rsidR="00E31015" w:rsidRPr="00E31015" w14:paraId="245AF535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B6D9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Halomicronema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SCyano39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8404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H. sp. SCyano39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577C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DQ058860.1 </w:t>
            </w:r>
          </w:p>
        </w:tc>
      </w:tr>
      <w:tr w:rsidR="00E31015" w:rsidRPr="00E31015" w14:paraId="4019842F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BED4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Halomicronema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PCyano40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BD49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H. sp. PCyano40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4D11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DQ058890.1 </w:t>
            </w:r>
          </w:p>
        </w:tc>
      </w:tr>
      <w:tr w:rsidR="00E31015" w:rsidRPr="00E31015" w14:paraId="38EAF23C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C4FC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Halomicronema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excentricum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TFEP1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1BD16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H.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excentricum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97B0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>AF320093.1</w:t>
            </w:r>
          </w:p>
        </w:tc>
      </w:tr>
      <w:tr w:rsidR="00E31015" w:rsidRPr="00E31015" w14:paraId="6258810E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C396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Halomicronema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Goniastrea-1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1886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H. sp. Goniastrea-1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AE04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AB257773.1 </w:t>
            </w:r>
          </w:p>
        </w:tc>
      </w:tr>
      <w:tr w:rsidR="00E31015" w:rsidRPr="00E31015" w14:paraId="064FECDB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D95D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Halomicronema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metazoicum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ITAC101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B879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H.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metazoicum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ITAC101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E52E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GU220365.1 </w:t>
            </w:r>
          </w:p>
        </w:tc>
      </w:tr>
      <w:tr w:rsidR="00E31015" w:rsidRPr="00E31015" w14:paraId="727A5286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4A8D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Nodosolinea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nodulosa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UTEX 2910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D784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N.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nodulosa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UTEX 2910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CA0D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EF122600.1 </w:t>
            </w:r>
          </w:p>
        </w:tc>
      </w:tr>
      <w:tr w:rsidR="00E31015" w:rsidRPr="00E31015" w14:paraId="37F6CD79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DDFB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Oscillatoria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neglecta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IAM M-82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D767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O.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neglecta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IAM M-82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04F80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AB003168.1 </w:t>
            </w:r>
          </w:p>
        </w:tc>
      </w:tr>
      <w:tr w:rsidR="00E31015" w:rsidRPr="00E31015" w14:paraId="188ED906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6AFC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Plectonema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F3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F8BA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Plectonema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F3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AD5E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AF091110.1 </w:t>
            </w:r>
          </w:p>
        </w:tc>
      </w:tr>
      <w:tr w:rsidR="00E31015" w:rsidRPr="00E31015" w14:paraId="00583938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87E8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Pseudanabaena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PCC7403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A91F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Pseudanabaena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PCC7403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DBF0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AB039019.1 </w:t>
            </w:r>
          </w:p>
        </w:tc>
      </w:tr>
      <w:tr w:rsidR="00E31015" w:rsidRPr="00E31015" w14:paraId="3C31A398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C134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Pseudanabaena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constantiae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DA01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P. </w:t>
            </w: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constantiae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5917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DQ393595.1 </w:t>
            </w:r>
          </w:p>
        </w:tc>
      </w:tr>
      <w:tr w:rsidR="00E31015" w:rsidRPr="00E31015" w14:paraId="000EF255" w14:textId="77777777" w:rsidTr="00E31015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DC8B2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Synechococcus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943A2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</w:pPr>
            <w:proofErr w:type="spellStart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>Synechococcus</w:t>
            </w:r>
            <w:proofErr w:type="spellEnd"/>
            <w:r w:rsidRPr="00E3101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4"/>
                <w:lang w:eastAsia="en-GB"/>
              </w:rPr>
              <w:t xml:space="preserve"> sp.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47810" w14:textId="77777777" w:rsidR="00E31015" w:rsidRPr="00E31015" w:rsidRDefault="00E31015" w:rsidP="00E3101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</w:pPr>
            <w:r w:rsidRPr="00E31015">
              <w:rPr>
                <w:rFonts w:ascii="Palatino Linotype" w:eastAsia="Times New Roman" w:hAnsi="Palatino Linotype" w:cs="Times New Roman"/>
                <w:color w:val="000000"/>
                <w:sz w:val="20"/>
                <w:szCs w:val="24"/>
                <w:lang w:eastAsia="en-GB"/>
              </w:rPr>
              <w:t xml:space="preserve">D88288.1 </w:t>
            </w:r>
          </w:p>
        </w:tc>
      </w:tr>
    </w:tbl>
    <w:p w14:paraId="1B1345BB" w14:textId="77777777" w:rsidR="00E31015" w:rsidRPr="00E31015" w:rsidRDefault="00E31015" w:rsidP="00E31015">
      <w:pPr>
        <w:rPr>
          <w:lang w:eastAsia="de-DE" w:bidi="en-US"/>
        </w:rPr>
      </w:pPr>
    </w:p>
    <w:sectPr w:rsidR="00E31015" w:rsidRPr="00E31015" w:rsidSect="00CA21FA">
      <w:headerReference w:type="default" r:id="rId7"/>
      <w:footerReference w:type="even" r:id="rId8"/>
      <w:footerReference w:type="default" r:id="rId9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1EA9F" w14:textId="77777777" w:rsidR="008F4423" w:rsidRDefault="008F4423">
      <w:r>
        <w:separator/>
      </w:r>
    </w:p>
  </w:endnote>
  <w:endnote w:type="continuationSeparator" w:id="0">
    <w:p w14:paraId="5637FB25" w14:textId="77777777" w:rsidR="008F4423" w:rsidRDefault="008F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84E84" w14:textId="77777777" w:rsidR="00423766" w:rsidRPr="00A23C79" w:rsidRDefault="00423766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D0908" w14:textId="77777777" w:rsidR="00423766" w:rsidRPr="00372438" w:rsidRDefault="00423766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CDB49" w14:textId="77777777" w:rsidR="008F4423" w:rsidRDefault="008F4423">
      <w:r>
        <w:separator/>
      </w:r>
    </w:p>
  </w:footnote>
  <w:footnote w:type="continuationSeparator" w:id="0">
    <w:p w14:paraId="775B8E9D" w14:textId="77777777" w:rsidR="008F4423" w:rsidRDefault="008F4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0118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73152E21" w14:textId="70C7A1C8" w:rsidR="00423766" w:rsidRPr="00372438" w:rsidRDefault="00423766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proofErr w:type="spellStart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>Toxins</w:t>
        </w:r>
        <w:proofErr w:type="spellEnd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 xml:space="preserve"> </w:t>
        </w:r>
        <w:r w:rsidRPr="00372438">
          <w:rPr>
            <w:rFonts w:ascii="Palatino Linotype" w:hAnsi="Palatino Linotype"/>
            <w:b/>
            <w:iCs/>
            <w:sz w:val="16"/>
            <w:szCs w:val="16"/>
            <w:lang w:val="fr-CH"/>
          </w:rPr>
          <w:t>201</w:t>
        </w:r>
        <w:r w:rsidR="00AE2D4D">
          <w:rPr>
            <w:rFonts w:ascii="Palatino Linotype" w:eastAsia="宋体" w:hAnsi="Palatino Linotype"/>
            <w:b/>
            <w:iCs/>
            <w:sz w:val="16"/>
            <w:szCs w:val="16"/>
            <w:lang w:val="fr-CH" w:eastAsia="zh-CN"/>
          </w:rPr>
          <w:t>9</w:t>
        </w:r>
        <w:r w:rsidRPr="00372438">
          <w:rPr>
            <w:rFonts w:ascii="Palatino Linotype" w:hAnsi="Palatino Linotype"/>
            <w:iCs/>
            <w:sz w:val="16"/>
            <w:szCs w:val="16"/>
            <w:lang w:val="fr-CH"/>
          </w:rPr>
          <w:t>,</w:t>
        </w:r>
        <w:r>
          <w:rPr>
            <w:rFonts w:ascii="Palatino Linotype" w:hAnsi="Palatino Linotype"/>
            <w:i/>
            <w:sz w:val="16"/>
            <w:szCs w:val="16"/>
            <w:lang w:val="fr-CH"/>
          </w:rPr>
          <w:t xml:space="preserve"> 1</w:t>
        </w:r>
        <w:r w:rsidR="00AE2D4D">
          <w:rPr>
            <w:rFonts w:ascii="Palatino Linotype" w:hAnsi="Palatino Linotype"/>
            <w:i/>
            <w:sz w:val="16"/>
            <w:szCs w:val="16"/>
            <w:lang w:val="fr-CH"/>
          </w:rPr>
          <w:t>1</w:t>
        </w:r>
        <w:r w:rsidRPr="00372438">
          <w:rPr>
            <w:rFonts w:ascii="Palatino Linotype" w:eastAsia="宋体" w:hAnsi="Palatino Linotype"/>
            <w:sz w:val="16"/>
            <w:szCs w:val="16"/>
            <w:lang w:val="fr-CH" w:eastAsia="zh-CN"/>
          </w:rPr>
          <w:t>,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r w:rsidR="008D5C80" w:rsidRPr="008D5C80">
          <w:rPr>
            <w:rFonts w:ascii="Palatino Linotype" w:hAnsi="Palatino Linotype"/>
            <w:sz w:val="16"/>
            <w:szCs w:val="16"/>
          </w:rPr>
          <w:t>99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; </w:t>
        </w:r>
        <w:proofErr w:type="spellStart"/>
        <w:r w:rsidRPr="00372438">
          <w:rPr>
            <w:rFonts w:ascii="Palatino Linotype" w:hAnsi="Palatino Linotype"/>
            <w:sz w:val="16"/>
            <w:szCs w:val="16"/>
            <w:lang w:val="fr-CH"/>
          </w:rPr>
          <w:t>d</w:t>
        </w:r>
        <w:r w:rsidRPr="008D5C80">
          <w:rPr>
            <w:rFonts w:ascii="Palatino Linotype" w:hAnsi="Palatino Linotype"/>
            <w:sz w:val="16"/>
            <w:szCs w:val="16"/>
            <w:lang w:val="fr-CH"/>
          </w:rPr>
          <w:t>oi</w:t>
        </w:r>
        <w:proofErr w:type="spellEnd"/>
        <w:r w:rsidRPr="008D5C80">
          <w:rPr>
            <w:rFonts w:ascii="Palatino Linotype" w:hAnsi="Palatino Linotype"/>
            <w:sz w:val="16"/>
            <w:szCs w:val="16"/>
            <w:lang w:val="fr-CH"/>
          </w:rPr>
          <w:t>:</w:t>
        </w:r>
        <w:hyperlink r:id="rId1" w:tgtFrame="_blank" w:history="1">
          <w:r w:rsidR="008D5C80" w:rsidRPr="008D5C80">
            <w:rPr>
              <w:rFonts w:ascii="Palatino Linotype" w:hAnsi="Palatino Linotype"/>
              <w:sz w:val="16"/>
              <w:szCs w:val="16"/>
            </w:rPr>
            <w:t>10.3390/toxins11020099</w:t>
          </w:r>
        </w:hyperlink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313004016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8D5C80">
              <w:rPr>
                <w:rFonts w:ascii="Palatino Linotype" w:hAnsi="Palatino Linotype"/>
                <w:noProof/>
                <w:sz w:val="16"/>
                <w:szCs w:val="16"/>
              </w:rPr>
              <w:t>1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E31015">
              <w:rPr>
                <w:rFonts w:ascii="Palatino Linotype" w:hAnsi="Palatino Linotype"/>
                <w:sz w:val="16"/>
                <w:szCs w:val="16"/>
              </w:rPr>
              <w:t>1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A08A9"/>
    <w:multiLevelType w:val="hybridMultilevel"/>
    <w:tmpl w:val="CFEC4100"/>
    <w:lvl w:ilvl="0" w:tplc="40928402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2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42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0B505B"/>
    <w:multiLevelType w:val="hybridMultilevel"/>
    <w:tmpl w:val="36387BEC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7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abstractNum w:abstractNumId="8">
    <w:nsid w:val="673C370A"/>
    <w:multiLevelType w:val="hybridMultilevel"/>
    <w:tmpl w:val="5E0A18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9">
    <w:nsid w:val="6DB20A64"/>
    <w:multiLevelType w:val="hybridMultilevel"/>
    <w:tmpl w:val="91F04FAE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0">
    <w:nsid w:val="7BD26F3F"/>
    <w:multiLevelType w:val="hybridMultilevel"/>
    <w:tmpl w:val="24C0238C"/>
    <w:lvl w:ilvl="0" w:tplc="0409000F">
      <w:start w:val="1"/>
      <w:numFmt w:val="decimal"/>
      <w:lvlText w:val="%1."/>
      <w:lvlJc w:val="left"/>
      <w:pPr>
        <w:ind w:left="1360" w:hanging="360"/>
      </w:p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4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hideSpellingErrors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CB"/>
    <w:rsid w:val="00015641"/>
    <w:rsid w:val="000223B1"/>
    <w:rsid w:val="00031C5A"/>
    <w:rsid w:val="000570EA"/>
    <w:rsid w:val="000C6E70"/>
    <w:rsid w:val="000E4BF4"/>
    <w:rsid w:val="00110C2E"/>
    <w:rsid w:val="00117826"/>
    <w:rsid w:val="00132115"/>
    <w:rsid w:val="00181D7E"/>
    <w:rsid w:val="001E680F"/>
    <w:rsid w:val="001F0748"/>
    <w:rsid w:val="002014B4"/>
    <w:rsid w:val="002416A7"/>
    <w:rsid w:val="002571E8"/>
    <w:rsid w:val="002A1041"/>
    <w:rsid w:val="002D06CB"/>
    <w:rsid w:val="002D4EB0"/>
    <w:rsid w:val="00305C91"/>
    <w:rsid w:val="00315D22"/>
    <w:rsid w:val="0033455A"/>
    <w:rsid w:val="00372438"/>
    <w:rsid w:val="003821B7"/>
    <w:rsid w:val="003A144B"/>
    <w:rsid w:val="003C7AF8"/>
    <w:rsid w:val="003F7D66"/>
    <w:rsid w:val="00423766"/>
    <w:rsid w:val="00430357"/>
    <w:rsid w:val="00430778"/>
    <w:rsid w:val="004452D4"/>
    <w:rsid w:val="00515411"/>
    <w:rsid w:val="00522242"/>
    <w:rsid w:val="0053229B"/>
    <w:rsid w:val="005431CE"/>
    <w:rsid w:val="00547E0B"/>
    <w:rsid w:val="00557EAA"/>
    <w:rsid w:val="00575545"/>
    <w:rsid w:val="00594A3B"/>
    <w:rsid w:val="005B6767"/>
    <w:rsid w:val="00624CE6"/>
    <w:rsid w:val="006A7F01"/>
    <w:rsid w:val="006D249B"/>
    <w:rsid w:val="00741414"/>
    <w:rsid w:val="0076454D"/>
    <w:rsid w:val="00783F3C"/>
    <w:rsid w:val="007D4D72"/>
    <w:rsid w:val="007E5F44"/>
    <w:rsid w:val="008626B1"/>
    <w:rsid w:val="0088777F"/>
    <w:rsid w:val="008D5C80"/>
    <w:rsid w:val="008F4423"/>
    <w:rsid w:val="009346B2"/>
    <w:rsid w:val="00A0376C"/>
    <w:rsid w:val="00A23C79"/>
    <w:rsid w:val="00A26C0C"/>
    <w:rsid w:val="00A34E5B"/>
    <w:rsid w:val="00AD472C"/>
    <w:rsid w:val="00AD4B9A"/>
    <w:rsid w:val="00AE2D4D"/>
    <w:rsid w:val="00B229F8"/>
    <w:rsid w:val="00B34EFB"/>
    <w:rsid w:val="00B42E11"/>
    <w:rsid w:val="00B4483F"/>
    <w:rsid w:val="00B51237"/>
    <w:rsid w:val="00BC4000"/>
    <w:rsid w:val="00BE2D02"/>
    <w:rsid w:val="00BE36C7"/>
    <w:rsid w:val="00BF283F"/>
    <w:rsid w:val="00C44B83"/>
    <w:rsid w:val="00C450A2"/>
    <w:rsid w:val="00C60D2D"/>
    <w:rsid w:val="00CA21FA"/>
    <w:rsid w:val="00CB62B1"/>
    <w:rsid w:val="00CD1419"/>
    <w:rsid w:val="00D33528"/>
    <w:rsid w:val="00D817D9"/>
    <w:rsid w:val="00DF43A3"/>
    <w:rsid w:val="00E22449"/>
    <w:rsid w:val="00E31015"/>
    <w:rsid w:val="00E83B21"/>
    <w:rsid w:val="00E84C0D"/>
    <w:rsid w:val="00EC7E10"/>
    <w:rsid w:val="00EE38EE"/>
    <w:rsid w:val="00F57095"/>
    <w:rsid w:val="00F60972"/>
    <w:rsid w:val="00F63BD5"/>
    <w:rsid w:val="00F75EF1"/>
    <w:rsid w:val="00F7611E"/>
    <w:rsid w:val="00F771D3"/>
    <w:rsid w:val="00F96FA9"/>
    <w:rsid w:val="00F979C8"/>
    <w:rsid w:val="00FC4D2D"/>
    <w:rsid w:val="00FD3890"/>
    <w:rsid w:val="00FD3F44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48C68"/>
  <w15:docId w15:val="{DD92F1EB-CF19-4F8B-925B-D83A8FA0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aliases w:val="x"/>
    <w:basedOn w:val="Normal"/>
    <w:link w:val="Heading1Char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link w:val="Heading2Char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23766"/>
    <w:pPr>
      <w:widowControl/>
      <w:spacing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423766"/>
    <w:pPr>
      <w:keepNext/>
      <w:keepLines/>
      <w:widowControl/>
      <w:spacing w:before="24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423766"/>
    <w:pPr>
      <w:widowControl/>
      <w:spacing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423766"/>
    <w:pPr>
      <w:widowControl/>
      <w:spacing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423766"/>
    <w:pPr>
      <w:widowControl/>
      <w:spacing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423766"/>
    <w:pPr>
      <w:widowControl/>
      <w:spacing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423766"/>
    <w:pPr>
      <w:widowControl/>
      <w:spacing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b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b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3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E84C0D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rsid w:val="00F96FA9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FA9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basedOn w:val="DefaultParagraphFont"/>
    <w:rsid w:val="00F96FA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unhideWhenUsed/>
    <w:rsid w:val="00F96FA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FA9"/>
    <w:rPr>
      <w:sz w:val="18"/>
      <w:szCs w:val="18"/>
    </w:rPr>
  </w:style>
  <w:style w:type="table" w:customStyle="1" w:styleId="Gitternetztabelle21">
    <w:name w:val="Gitternetztabelle 21"/>
    <w:basedOn w:val="TableNormal"/>
    <w:uiPriority w:val="47"/>
    <w:rsid w:val="003821B7"/>
    <w:pPr>
      <w:widowControl/>
    </w:pPr>
    <w:rPr>
      <w:rFonts w:eastAsiaTheme="minorHAnsi"/>
      <w:lang w:val="de-DE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ards-reveal-left-container">
    <w:name w:val="cards-reveal-left-container"/>
    <w:basedOn w:val="DefaultParagraphFont"/>
    <w:rsid w:val="003821B7"/>
  </w:style>
  <w:style w:type="paragraph" w:styleId="NormalWeb">
    <w:name w:val="Normal (Web)"/>
    <w:basedOn w:val="Normal"/>
    <w:uiPriority w:val="99"/>
    <w:unhideWhenUsed/>
    <w:rsid w:val="003821B7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de-DE" w:eastAsia="de-DE"/>
    </w:rPr>
  </w:style>
  <w:style w:type="table" w:styleId="GridTable2">
    <w:name w:val="Grid Table 2"/>
    <w:basedOn w:val="TableNormal"/>
    <w:uiPriority w:val="47"/>
    <w:rsid w:val="003821B7"/>
    <w:pPr>
      <w:widowControl/>
    </w:pPr>
    <w:rPr>
      <w:rFonts w:ascii="Calibri" w:eastAsia="Calibri" w:hAnsi="Calibri" w:cs="Times New Roman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">
    <w:name w:val="Light Shading"/>
    <w:basedOn w:val="TableNormal"/>
    <w:uiPriority w:val="60"/>
    <w:rsid w:val="003821B7"/>
    <w:pPr>
      <w:widowControl/>
    </w:pPr>
    <w:rPr>
      <w:rFonts w:eastAsiaTheme="minorHAnsi"/>
      <w:color w:val="000000" w:themeColor="text1" w:themeShade="BF"/>
      <w:lang w:val="fr-BE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nhideWhenUsed/>
    <w:rsid w:val="00E83B21"/>
    <w:pPr>
      <w:widowControl w:val="0"/>
      <w:spacing w:line="240" w:lineRule="auto"/>
      <w:jc w:val="left"/>
    </w:pPr>
    <w:rPr>
      <w:rFonts w:asciiTheme="minorHAnsi" w:eastAsiaTheme="minorEastAsia" w:hAnsiTheme="minorHAnsi" w:cstheme="minorBidi"/>
      <w:b/>
      <w:bCs/>
      <w:color w:val="auto"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E83B21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23766"/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23766"/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423766"/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423766"/>
    <w:rPr>
      <w:rFonts w:ascii="Times New Roman" w:eastAsia="Times New Roman" w:hAnsi="Times New Roman" w:cstheme="majorBidi"/>
      <w:color w:val="000000"/>
      <w:sz w:val="24"/>
      <w:szCs w:val="20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423766"/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423766"/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423766"/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paragraph" w:customStyle="1" w:styleId="MDPI11articletype">
    <w:name w:val="MDPI_1.1_article_type"/>
    <w:basedOn w:val="MDPI31text"/>
    <w:next w:val="MDPI12title"/>
    <w:qFormat/>
    <w:rsid w:val="00423766"/>
    <w:pPr>
      <w:spacing w:before="240" w:line="240" w:lineRule="auto"/>
      <w:ind w:firstLine="0"/>
      <w:jc w:val="left"/>
    </w:pPr>
    <w:rPr>
      <w:i/>
    </w:rPr>
  </w:style>
  <w:style w:type="paragraph" w:customStyle="1" w:styleId="MDPI14history">
    <w:name w:val="MDPI_1.4_history"/>
    <w:basedOn w:val="MDPI62Acknowledgments"/>
    <w:next w:val="Normal"/>
    <w:qFormat/>
    <w:rsid w:val="0042376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42376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2376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2376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23766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DPIheaderjournallogo">
    <w:name w:val="MDPI_header_journal_logo"/>
    <w:qFormat/>
    <w:rsid w:val="00423766"/>
    <w:pPr>
      <w:widowControl/>
      <w:adjustRightInd w:val="0"/>
      <w:snapToGrid w:val="0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423766"/>
    <w:pPr>
      <w:ind w:firstLine="0"/>
    </w:pPr>
  </w:style>
  <w:style w:type="paragraph" w:customStyle="1" w:styleId="MDPI33textspaceafter">
    <w:name w:val="MDPI_3.3_text_space_after"/>
    <w:basedOn w:val="MDPI31text"/>
    <w:qFormat/>
    <w:rsid w:val="00423766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23766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23766"/>
    <w:pPr>
      <w:spacing w:after="120"/>
    </w:pPr>
  </w:style>
  <w:style w:type="paragraph" w:customStyle="1" w:styleId="MDPI36textafterlist">
    <w:name w:val="MDPI_3.6_text_after_list"/>
    <w:basedOn w:val="MDPI31text"/>
    <w:qFormat/>
    <w:rsid w:val="00423766"/>
    <w:pPr>
      <w:spacing w:before="120"/>
    </w:pPr>
  </w:style>
  <w:style w:type="paragraph" w:customStyle="1" w:styleId="MDPI37itemize">
    <w:name w:val="MDPI_3.7_itemize"/>
    <w:basedOn w:val="MDPI31text"/>
    <w:qFormat/>
    <w:rsid w:val="00423766"/>
    <w:pPr>
      <w:numPr>
        <w:numId w:val="5"/>
      </w:numPr>
      <w:ind w:left="425" w:hanging="425"/>
    </w:pPr>
  </w:style>
  <w:style w:type="paragraph" w:customStyle="1" w:styleId="MDPI38bullet">
    <w:name w:val="MDPI_3.8_bullet"/>
    <w:basedOn w:val="MDPI31text"/>
    <w:qFormat/>
    <w:rsid w:val="00423766"/>
    <w:pPr>
      <w:numPr>
        <w:numId w:val="6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2376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2376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23766"/>
    <w:pPr>
      <w:widowControl/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42376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42376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23766"/>
    <w:pPr>
      <w:spacing w:after="240" w:line="260" w:lineRule="atLeast"/>
      <w:ind w:left="425" w:right="425"/>
    </w:pPr>
    <w:rPr>
      <w:snapToGrid/>
    </w:rPr>
  </w:style>
  <w:style w:type="paragraph" w:customStyle="1" w:styleId="MDPI61Supplementary">
    <w:name w:val="MDPI_6.1_Supplementary"/>
    <w:basedOn w:val="MDPI62Acknowledgments"/>
    <w:qFormat/>
    <w:rsid w:val="0042376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23766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23766"/>
  </w:style>
  <w:style w:type="paragraph" w:customStyle="1" w:styleId="MDPI81theorem">
    <w:name w:val="MDPI_8.1_theorem"/>
    <w:basedOn w:val="MDPI32textnoindent"/>
    <w:qFormat/>
    <w:rsid w:val="00423766"/>
    <w:rPr>
      <w:i/>
    </w:rPr>
  </w:style>
  <w:style w:type="paragraph" w:customStyle="1" w:styleId="MDPI82proof">
    <w:name w:val="MDPI_8.2_proof"/>
    <w:basedOn w:val="MDPI32textnoindent"/>
    <w:qFormat/>
    <w:rsid w:val="00423766"/>
  </w:style>
  <w:style w:type="paragraph" w:customStyle="1" w:styleId="MDPIfooterfirstpage">
    <w:name w:val="MDPI_footer_firstpage"/>
    <w:basedOn w:val="Normal"/>
    <w:qFormat/>
    <w:rsid w:val="00423766"/>
    <w:pPr>
      <w:widowControl/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31text">
    <w:name w:val="MDPI_3.1_text"/>
    <w:link w:val="MDPI31textChar"/>
    <w:qFormat/>
    <w:rsid w:val="00423766"/>
    <w:pPr>
      <w:widowControl/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basedOn w:val="MDPI31text"/>
    <w:qFormat/>
    <w:rsid w:val="0042376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2376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71References">
    <w:name w:val="MDPI_7.1_References"/>
    <w:basedOn w:val="MDPI62Acknowledgments"/>
    <w:qFormat/>
    <w:rsid w:val="00423766"/>
    <w:pPr>
      <w:numPr>
        <w:numId w:val="7"/>
      </w:numPr>
      <w:spacing w:before="0" w:line="260" w:lineRule="atLeast"/>
      <w:ind w:left="425" w:hanging="425"/>
    </w:pPr>
  </w:style>
  <w:style w:type="character" w:styleId="LineNumber">
    <w:name w:val="line number"/>
    <w:basedOn w:val="DefaultParagraphFont"/>
    <w:uiPriority w:val="99"/>
    <w:unhideWhenUsed/>
    <w:rsid w:val="00423766"/>
  </w:style>
  <w:style w:type="table" w:customStyle="1" w:styleId="MDPI41threelinetable">
    <w:name w:val="MDPI_4.1_three_line_table"/>
    <w:basedOn w:val="TableNormal"/>
    <w:uiPriority w:val="99"/>
    <w:rsid w:val="00423766"/>
    <w:pPr>
      <w:widowControl/>
      <w:adjustRightInd w:val="0"/>
      <w:snapToGrid w:val="0"/>
      <w:jc w:val="center"/>
    </w:pPr>
    <w:rPr>
      <w:rFonts w:ascii="Palatino Linotype" w:eastAsia="宋体" w:hAnsi="Palatino Linotype" w:cs="Times New Roman"/>
      <w:color w:val="000000"/>
      <w:sz w:val="20"/>
      <w:szCs w:val="20"/>
      <w:lang w:eastAsia="ko-KR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Calibri" w:hAnsi="Calibr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423766"/>
    <w:rPr>
      <w:color w:val="0563C1"/>
      <w:u w:val="single"/>
    </w:rPr>
  </w:style>
  <w:style w:type="character" w:customStyle="1" w:styleId="Heading1Char">
    <w:name w:val="Heading 1 Char"/>
    <w:aliases w:val="x Char"/>
    <w:basedOn w:val="DefaultParagraphFont"/>
    <w:link w:val="Heading1"/>
    <w:rsid w:val="00423766"/>
    <w:rPr>
      <w:rFonts w:ascii="Book Antiqua" w:eastAsia="Book Antiqua" w:hAnsi="Book Antiqua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23766"/>
    <w:rPr>
      <w:rFonts w:ascii="Book Antiqua" w:eastAsia="Book Antiqua" w:hAnsi="Book Antiqua"/>
      <w:sz w:val="20"/>
      <w:szCs w:val="20"/>
    </w:rPr>
  </w:style>
  <w:style w:type="character" w:customStyle="1" w:styleId="apple-converted-space">
    <w:name w:val="apple-converted-space"/>
    <w:basedOn w:val="DefaultParagraphFont"/>
    <w:rsid w:val="00423766"/>
  </w:style>
  <w:style w:type="paragraph" w:customStyle="1" w:styleId="MDPI15academiceditor">
    <w:name w:val="MDPI_1.5_academic_editor"/>
    <w:basedOn w:val="MDPI62Acknowledgments"/>
    <w:qFormat/>
    <w:rsid w:val="00423766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9classification">
    <w:name w:val="MDPI_1.9_classification"/>
    <w:basedOn w:val="MDPI31text"/>
    <w:qFormat/>
    <w:rsid w:val="00423766"/>
    <w:pPr>
      <w:spacing w:before="240"/>
      <w:ind w:left="113" w:firstLine="0"/>
    </w:pPr>
    <w:rPr>
      <w:b/>
      <w:snapToGrid/>
    </w:rPr>
  </w:style>
  <w:style w:type="paragraph" w:customStyle="1" w:styleId="M1stheader">
    <w:name w:val="M_1stheader"/>
    <w:basedOn w:val="Normal"/>
    <w:rsid w:val="00423766"/>
    <w:pPr>
      <w:widowControl/>
      <w:tabs>
        <w:tab w:val="center" w:pos="4320"/>
        <w:tab w:val="right" w:pos="8640"/>
      </w:tabs>
      <w:spacing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42376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423766"/>
    <w:pPr>
      <w:widowControl/>
      <w:spacing w:before="12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eastAsia="de-DE"/>
    </w:rPr>
  </w:style>
  <w:style w:type="paragraph" w:customStyle="1" w:styleId="Maddress">
    <w:name w:val="M_address"/>
    <w:basedOn w:val="Normal"/>
    <w:rsid w:val="00423766"/>
    <w:pPr>
      <w:widowControl/>
      <w:spacing w:before="24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author">
    <w:name w:val="M_author"/>
    <w:basedOn w:val="Normal"/>
    <w:rsid w:val="00423766"/>
    <w:pPr>
      <w:widowControl/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423766"/>
    <w:pPr>
      <w:widowControl/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Copyright">
    <w:name w:val="M_Copyright"/>
    <w:basedOn w:val="Mdeck8references"/>
    <w:qFormat/>
    <w:rsid w:val="0042376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42376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423766"/>
    <w:pPr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42376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42376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423766"/>
    <w:pPr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42376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42376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42376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423766"/>
    <w:pPr>
      <w:numPr>
        <w:numId w:val="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423766"/>
    <w:pPr>
      <w:ind w:firstLine="0"/>
    </w:pPr>
    <w:rPr>
      <w:szCs w:val="24"/>
    </w:rPr>
  </w:style>
  <w:style w:type="paragraph" w:customStyle="1" w:styleId="MFigure">
    <w:name w:val="M_Figure"/>
    <w:qFormat/>
    <w:rsid w:val="00423766"/>
    <w:pPr>
      <w:widowControl/>
      <w:jc w:val="center"/>
    </w:pPr>
    <w:rPr>
      <w:rFonts w:ascii="Minion Pro" w:eastAsia="Times New Roman" w:hAnsi="Minion Pro"/>
      <w:color w:val="000000" w:themeColor="text1"/>
      <w:kern w:val="2"/>
      <w:sz w:val="24"/>
      <w:szCs w:val="20"/>
      <w:lang w:eastAsia="zh-CN"/>
    </w:rPr>
  </w:style>
  <w:style w:type="paragraph" w:customStyle="1" w:styleId="Mdeck4textlist">
    <w:name w:val="M_deck_4_text_list"/>
    <w:basedOn w:val="MFigure"/>
    <w:qFormat/>
    <w:rsid w:val="00423766"/>
    <w:rPr>
      <w:i/>
    </w:rPr>
  </w:style>
  <w:style w:type="paragraph" w:customStyle="1" w:styleId="Mdeck4textlrindent">
    <w:name w:val="M_deck_4_text_lr_indent"/>
    <w:basedOn w:val="Mdeck4text"/>
    <w:qFormat/>
    <w:rsid w:val="0042376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423766"/>
    <w:pPr>
      <w:numPr>
        <w:numId w:val="1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sz w:val="20"/>
      <w:szCs w:val="20"/>
      <w:lang w:eastAsia="de-DE" w:bidi="en-US"/>
    </w:rPr>
  </w:style>
  <w:style w:type="paragraph" w:customStyle="1" w:styleId="Mdeck5tablecaption">
    <w:name w:val="M_deck_5_table_caption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42376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423766"/>
  </w:style>
  <w:style w:type="paragraph" w:customStyle="1" w:styleId="Mdeck6figurebody">
    <w:name w:val="M_deck_6_figure_body"/>
    <w:qFormat/>
    <w:rsid w:val="00423766"/>
    <w:pPr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423766"/>
    <w:pPr>
      <w:widowControl/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42376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423766"/>
    <w:pPr>
      <w:widowControl/>
      <w:numPr>
        <w:numId w:val="11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Header">
    <w:name w:val="M_Header"/>
    <w:basedOn w:val="Normal"/>
    <w:rsid w:val="00423766"/>
    <w:pPr>
      <w:widowControl/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eastAsia="de-DE"/>
    </w:rPr>
  </w:style>
  <w:style w:type="paragraph" w:customStyle="1" w:styleId="MHeading1">
    <w:name w:val="M_Heading1"/>
    <w:basedOn w:val="MHeading3"/>
    <w:qFormat/>
    <w:rsid w:val="00423766"/>
    <w:rPr>
      <w:b/>
    </w:rPr>
  </w:style>
  <w:style w:type="paragraph" w:customStyle="1" w:styleId="MHeading2">
    <w:name w:val="M_Heading2"/>
    <w:basedOn w:val="MHeading3"/>
    <w:qFormat/>
    <w:rsid w:val="00423766"/>
    <w:rPr>
      <w:i/>
    </w:rPr>
  </w:style>
  <w:style w:type="paragraph" w:customStyle="1" w:styleId="MHeading3">
    <w:name w:val="M_Heading3"/>
    <w:basedOn w:val="Mdeck4text"/>
    <w:qFormat/>
    <w:rsid w:val="00423766"/>
    <w:pPr>
      <w:spacing w:before="240" w:after="120"/>
    </w:pPr>
  </w:style>
  <w:style w:type="paragraph" w:customStyle="1" w:styleId="MISSN">
    <w:name w:val="M_ISSN"/>
    <w:basedOn w:val="Normal"/>
    <w:rsid w:val="00423766"/>
    <w:pPr>
      <w:widowControl/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line2">
    <w:name w:val="M_line2"/>
    <w:basedOn w:val="Mdeck4text"/>
    <w:qFormat/>
    <w:rsid w:val="0042376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423766"/>
    <w:pPr>
      <w:ind w:firstLine="0"/>
    </w:pPr>
  </w:style>
  <w:style w:type="paragraph" w:customStyle="1" w:styleId="MLogo">
    <w:name w:val="M_Logo"/>
    <w:basedOn w:val="Normal"/>
    <w:rsid w:val="00423766"/>
    <w:pPr>
      <w:widowControl/>
      <w:spacing w:before="14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423766"/>
    <w:rPr>
      <w:i/>
    </w:rPr>
  </w:style>
  <w:style w:type="paragraph" w:customStyle="1" w:styleId="MRefer">
    <w:name w:val="M_Refer"/>
    <w:basedOn w:val="Normal"/>
    <w:rsid w:val="00423766"/>
    <w:pPr>
      <w:widowControl/>
      <w:spacing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">
    <w:name w:val="M_table"/>
    <w:basedOn w:val="Normal"/>
    <w:rsid w:val="00423766"/>
    <w:pPr>
      <w:keepNext/>
      <w:widowControl/>
      <w:tabs>
        <w:tab w:val="left" w:pos="284"/>
      </w:tabs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caption">
    <w:name w:val="M_Tablecaption"/>
    <w:basedOn w:val="MCaption"/>
    <w:rsid w:val="00423766"/>
    <w:pPr>
      <w:spacing w:after="0"/>
    </w:pPr>
  </w:style>
  <w:style w:type="paragraph" w:customStyle="1" w:styleId="MText">
    <w:name w:val="M_Text"/>
    <w:basedOn w:val="Normal"/>
    <w:rsid w:val="00423766"/>
    <w:pPr>
      <w:widowControl/>
      <w:spacing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itel">
    <w:name w:val="M_Titel"/>
    <w:basedOn w:val="Normal"/>
    <w:rsid w:val="00423766"/>
    <w:pPr>
      <w:widowControl/>
      <w:spacing w:before="24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423766"/>
    <w:pPr>
      <w:widowControl/>
      <w:adjustRightInd w:val="0"/>
      <w:snapToGrid w:val="0"/>
      <w:spacing w:after="240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headerjournallogo">
    <w:name w:val="M_header_journal_logo"/>
    <w:qFormat/>
    <w:rsid w:val="00423766"/>
    <w:pPr>
      <w:widowControl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TextBericht">
    <w:name w:val="Text_Bericht"/>
    <w:basedOn w:val="Normal"/>
    <w:uiPriority w:val="99"/>
    <w:rsid w:val="00423766"/>
    <w:pPr>
      <w:widowControl/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423766"/>
    <w:pPr>
      <w:keepNext/>
      <w:widowControl/>
      <w:tabs>
        <w:tab w:val="num" w:pos="360"/>
      </w:tabs>
      <w:spacing w:before="0" w:line="340" w:lineRule="atLeast"/>
      <w:ind w:left="576" w:hanging="576"/>
      <w:jc w:val="both"/>
    </w:pPr>
    <w:rPr>
      <w:rFonts w:ascii="Arial" w:eastAsia="Times New Roman" w:hAnsi="Arial" w:cs="Arial"/>
      <w:b/>
      <w:bCs/>
      <w:iCs/>
      <w:color w:val="000000"/>
      <w:sz w:val="18"/>
      <w:szCs w:val="28"/>
      <w:lang w:val="de-DE" w:eastAsia="de-DE"/>
    </w:rPr>
  </w:style>
  <w:style w:type="character" w:styleId="FollowedHyperlink">
    <w:name w:val="FollowedHyperlink"/>
    <w:basedOn w:val="DefaultParagraphFont"/>
    <w:rsid w:val="0042376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423766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423766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">
    <w:name w:val="List"/>
    <w:basedOn w:val="Normal"/>
    <w:rsid w:val="00423766"/>
    <w:pPr>
      <w:widowControl/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Bullet">
    <w:name w:val="List Bullet"/>
    <w:basedOn w:val="Normal"/>
    <w:rsid w:val="00423766"/>
    <w:pPr>
      <w:widowControl/>
      <w:tabs>
        <w:tab w:val="num" w:pos="360"/>
      </w:tabs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423766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Caption">
    <w:name w:val="caption"/>
    <w:basedOn w:val="Normal"/>
    <w:next w:val="Normal"/>
    <w:qFormat/>
    <w:rsid w:val="00423766"/>
    <w:pPr>
      <w:widowControl/>
      <w:spacing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TableofFigures">
    <w:name w:val="table of figures"/>
    <w:basedOn w:val="Normal"/>
    <w:next w:val="Normal"/>
    <w:rsid w:val="00423766"/>
    <w:pPr>
      <w:widowControl/>
      <w:tabs>
        <w:tab w:val="left" w:pos="374"/>
      </w:tabs>
      <w:snapToGrid w:val="0"/>
      <w:spacing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de-DE"/>
    </w:rPr>
  </w:style>
  <w:style w:type="paragraph" w:styleId="EndnoteText">
    <w:name w:val="endnote text"/>
    <w:basedOn w:val="Normal"/>
    <w:link w:val="EndnoteTextChar"/>
    <w:rsid w:val="00423766"/>
    <w:pPr>
      <w:widowControl/>
      <w:spacing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423766"/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423766"/>
    <w:rPr>
      <w:vertAlign w:val="superscript"/>
    </w:rPr>
  </w:style>
  <w:style w:type="character" w:styleId="PageNumber">
    <w:name w:val="page number"/>
    <w:basedOn w:val="DefaultParagraphFont"/>
    <w:rsid w:val="00423766"/>
  </w:style>
  <w:style w:type="character" w:customStyle="1" w:styleId="BodyTextChar">
    <w:name w:val="Body Text Char"/>
    <w:basedOn w:val="DefaultParagraphFont"/>
    <w:link w:val="BodyText"/>
    <w:rsid w:val="00423766"/>
    <w:rPr>
      <w:rFonts w:ascii="Book Antiqua" w:eastAsia="Book Antiqua" w:hAnsi="Book Antiqua"/>
      <w:sz w:val="18"/>
      <w:szCs w:val="18"/>
    </w:rPr>
  </w:style>
  <w:style w:type="paragraph" w:customStyle="1" w:styleId="Mdeck4text2nd">
    <w:name w:val="M_deck_4_text_2nd"/>
    <w:qFormat/>
    <w:rsid w:val="00423766"/>
    <w:pPr>
      <w:widowControl/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423766"/>
    <w:rPr>
      <w:color w:val="808080"/>
    </w:rPr>
  </w:style>
  <w:style w:type="paragraph" w:customStyle="1" w:styleId="MDPIheadercitation">
    <w:name w:val="MDPI_header_citation"/>
    <w:basedOn w:val="MDPI62Acknowledgments"/>
    <w:rsid w:val="00423766"/>
    <w:pPr>
      <w:spacing w:before="0" w:after="240" w:line="240" w:lineRule="auto"/>
      <w:jc w:val="left"/>
    </w:pPr>
  </w:style>
  <w:style w:type="paragraph" w:customStyle="1" w:styleId="Mfooter">
    <w:name w:val="M_footer"/>
    <w:qFormat/>
    <w:rsid w:val="00423766"/>
    <w:pPr>
      <w:widowControl/>
      <w:spacing w:before="120"/>
      <w:jc w:val="center"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42376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423766"/>
    <w:pPr>
      <w:widowControl/>
      <w:jc w:val="right"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MAcknowledgments">
    <w:name w:val="M_Acknowledgments"/>
    <w:qFormat/>
    <w:rsid w:val="00423766"/>
    <w:pPr>
      <w:widowControl/>
      <w:spacing w:after="120" w:line="240" w:lineRule="atLeast"/>
      <w:jc w:val="both"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MDPI72Copyright">
    <w:name w:val="MDPI_7.2_Copyright"/>
    <w:basedOn w:val="MDPI71References"/>
    <w:qFormat/>
    <w:rsid w:val="00423766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423766"/>
    <w:pPr>
      <w:widowControl/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de-CH"/>
    </w:rPr>
  </w:style>
  <w:style w:type="paragraph" w:customStyle="1" w:styleId="MDPIfooter">
    <w:name w:val="MDPI_footer"/>
    <w:qFormat/>
    <w:rsid w:val="00423766"/>
    <w:pPr>
      <w:widowControl/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headermdpilogo">
    <w:name w:val="MDPI_header_mdpi_logo"/>
    <w:qFormat/>
    <w:rsid w:val="00423766"/>
    <w:pPr>
      <w:widowControl/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411onetablecaption">
    <w:name w:val="MDPI_4.1.1_one_table_caption"/>
    <w:basedOn w:val="Normal"/>
    <w:qFormat/>
    <w:rsid w:val="00423766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qFormat/>
    <w:rsid w:val="00423766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ext">
    <w:name w:val="MDPI_text"/>
    <w:basedOn w:val="Mdeck4text"/>
    <w:qFormat/>
    <w:rsid w:val="00423766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423766"/>
    <w:pPr>
      <w:widowControl/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de-DE" w:bidi="en-US"/>
    </w:rPr>
  </w:style>
  <w:style w:type="paragraph" w:styleId="Revision">
    <w:name w:val="Revision"/>
    <w:hidden/>
    <w:uiPriority w:val="99"/>
    <w:semiHidden/>
    <w:rsid w:val="00423766"/>
    <w:pPr>
      <w:widowControl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423766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423766"/>
    <w:pPr>
      <w:widowControl/>
      <w:jc w:val="both"/>
    </w:pPr>
    <w:rPr>
      <w:kern w:val="2"/>
      <w:sz w:val="20"/>
      <w:lang w:eastAsia="ko-K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DPI31textChar">
    <w:name w:val="MDPI_3.1_text Char"/>
    <w:basedOn w:val="DefaultParagraphFont"/>
    <w:link w:val="MDPI31text"/>
    <w:rsid w:val="00423766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x.doi.org/10.3390/toxins1102009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.mdpi-PC\AppData\Roaming\Skype\My%20Skype%20Received%20Files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template_supfile.dotx</Template>
  <TotalTime>3</TotalTime>
  <Pages>1</Pages>
  <Words>174</Words>
  <Characters>1187</Characters>
  <Application>Microsoft Office Word</Application>
  <DocSecurity>0</DocSecurity>
  <Lines>54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Title</vt:lpstr>
      <vt:lpstr>Title</vt:lpstr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4</cp:revision>
  <dcterms:created xsi:type="dcterms:W3CDTF">2019-02-08T05:59:00Z</dcterms:created>
  <dcterms:modified xsi:type="dcterms:W3CDTF">2019-02-19T01:27:00Z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