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4D059444" w14:textId="1529E77A" w:rsidR="00994A3D" w:rsidRPr="00994A3D" w:rsidRDefault="00654E8F" w:rsidP="0001436A">
      <w:pPr>
        <w:pStyle w:val="1"/>
      </w:pPr>
      <w:r w:rsidRPr="00994A3D">
        <w:t>Supple</w:t>
      </w:r>
      <w:r w:rsidR="00723D2C">
        <w:t>mentary Figures</w:t>
      </w:r>
    </w:p>
    <w:p w14:paraId="6754D378" w14:textId="0C2EC0AC" w:rsidR="00994A3D" w:rsidRPr="00571898" w:rsidRDefault="00994A3D" w:rsidP="00571898">
      <w:pPr>
        <w:pStyle w:val="2"/>
      </w:pPr>
      <w:r w:rsidRPr="0001436A">
        <w:t>Supplementary</w:t>
      </w:r>
      <w:r w:rsidRPr="001549D3">
        <w:t xml:space="preserve"> Figures</w:t>
      </w:r>
    </w:p>
    <w:p w14:paraId="3C419443" w14:textId="4EC3F27C" w:rsidR="00994A3D" w:rsidRDefault="00994A3D" w:rsidP="00994A3D">
      <w:pPr>
        <w:keepNext/>
        <w:jc w:val="center"/>
        <w:rPr>
          <w:rFonts w:cs="Times New Roman"/>
          <w:szCs w:val="24"/>
          <w:lang w:eastAsia="ko-KR"/>
        </w:rPr>
      </w:pPr>
    </w:p>
    <w:p w14:paraId="79F35466" w14:textId="593BF086" w:rsidR="008C40E9" w:rsidRPr="008C40E9" w:rsidRDefault="008C40E9" w:rsidP="008C40E9">
      <w:pPr>
        <w:keepNext/>
      </w:pPr>
      <w:r w:rsidRPr="008C40E9">
        <w:rPr>
          <w:rFonts w:cs="Times New Roman"/>
          <w:noProof/>
          <w:szCs w:val="24"/>
          <w:lang w:eastAsia="ko-K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421989" wp14:editId="409BDBF7">
                <wp:simplePos x="0" y="0"/>
                <wp:positionH relativeFrom="column">
                  <wp:posOffset>816610</wp:posOffset>
                </wp:positionH>
                <wp:positionV relativeFrom="paragraph">
                  <wp:posOffset>3175</wp:posOffset>
                </wp:positionV>
                <wp:extent cx="4184650" cy="2955290"/>
                <wp:effectExtent l="0" t="0" r="0" b="0"/>
                <wp:wrapTopAndBottom/>
                <wp:docPr id="2" name="그룹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4650" cy="2955290"/>
                          <a:chOff x="0" y="0"/>
                          <a:chExt cx="4184650" cy="2955415"/>
                        </a:xfrm>
                      </wpg:grpSpPr>
                      <pic:pic xmlns:pic="http://schemas.openxmlformats.org/drawingml/2006/picture">
                        <pic:nvPicPr>
                          <pic:cNvPr id="3" name="그림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0128"/>
                            <a:ext cx="4184650" cy="2935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직선 연결선 4"/>
                        <wps:cNvCnPr/>
                        <wps:spPr>
                          <a:xfrm>
                            <a:off x="1159181" y="896247"/>
                            <a:ext cx="0" cy="67801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직선 연결선 5"/>
                        <wps:cNvCnPr/>
                        <wps:spPr>
                          <a:xfrm>
                            <a:off x="1735113" y="880551"/>
                            <a:ext cx="4864" cy="35698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직선 연결선 6"/>
                        <wps:cNvCnPr/>
                        <wps:spPr>
                          <a:xfrm>
                            <a:off x="1154316" y="892534"/>
                            <a:ext cx="5832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직선 연결선 7"/>
                        <wps:cNvCnPr/>
                        <wps:spPr>
                          <a:xfrm>
                            <a:off x="1159181" y="552926"/>
                            <a:ext cx="0" cy="216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직선 연결선 8"/>
                        <wps:cNvCnPr/>
                        <wps:spPr>
                          <a:xfrm>
                            <a:off x="2875073" y="542672"/>
                            <a:ext cx="0" cy="82380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직선 연결선 9"/>
                        <wps:cNvCnPr/>
                        <wps:spPr>
                          <a:xfrm>
                            <a:off x="1154316" y="549272"/>
                            <a:ext cx="1724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Box 9"/>
                        <wps:cNvSpPr txBox="1"/>
                        <wps:spPr>
                          <a:xfrm>
                            <a:off x="1326061" y="672382"/>
                            <a:ext cx="238125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8C7AB" w14:textId="77777777" w:rsidR="008C40E9" w:rsidRDefault="008C40E9" w:rsidP="008C40E9">
                              <w:pPr>
                                <w:pStyle w:val="af8"/>
                                <w:wordWrap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Box 10"/>
                        <wps:cNvSpPr txBox="1"/>
                        <wps:spPr>
                          <a:xfrm>
                            <a:off x="1888228" y="357399"/>
                            <a:ext cx="238125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C0E1F5" w14:textId="77777777" w:rsidR="008C40E9" w:rsidRDefault="008C40E9" w:rsidP="008C40E9">
                              <w:pPr>
                                <w:pStyle w:val="af8"/>
                                <w:wordWrap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직선 연결선 12"/>
                        <wps:cNvCnPr/>
                        <wps:spPr>
                          <a:xfrm>
                            <a:off x="1166506" y="195527"/>
                            <a:ext cx="0" cy="216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직선 연결선 13"/>
                        <wps:cNvCnPr/>
                        <wps:spPr>
                          <a:xfrm>
                            <a:off x="3448840" y="185272"/>
                            <a:ext cx="0" cy="1224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직선 연결선 14"/>
                        <wps:cNvCnPr/>
                        <wps:spPr>
                          <a:xfrm>
                            <a:off x="1161641" y="191873"/>
                            <a:ext cx="228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2227325" y="0"/>
                            <a:ext cx="238125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4E3B5" w14:textId="77777777" w:rsidR="008C40E9" w:rsidRDefault="008C40E9" w:rsidP="008C40E9">
                              <w:pPr>
                                <w:pStyle w:val="af8"/>
                                <w:wordWrap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21989" id="그룹 1" o:spid="_x0000_s1026" style="position:absolute;margin-left:64.3pt;margin-top:.25pt;width:329.5pt;height:232.7pt;z-index:251659264" coordsize="41846,2955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3" o:spid="_x0000_s1027" type="#_x0000_t75" style="position:absolute;top:201;width:41846;height:293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Qp/TGAAAA2gAAAA8AAABkcnMvZG93bnJldi54bWxEj0FLw0AUhO+F/oflCd7sxhaDxG5D0FbN&#10;QdAaD7k9ss8kNPs27K5t9Ne7gtDjMDPfMOt8MoM4kvO9ZQXXiwQEcWN1z62C6n13dQvCB2SNg2VS&#10;8E0e8s18tsZM2xO/0XEfWhEh7DNU0IUwZlL6piODfmFH4uh9WmcwROlaqR2eItwMcpkkqTTYc1zo&#10;cKT7jprD/sso+Hmq0jLdPtQfL6+VS+rH8qYoa6UuL6biDkSgKZzD/+1nrWAFf1fiDZCb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1Cn9MYAAADaAAAADwAAAAAAAAAAAAAA&#10;AACfAgAAZHJzL2Rvd25yZXYueG1sUEsFBgAAAAAEAAQA9wAAAJIDAAAAAA==&#10;">
                  <v:imagedata r:id="rId9" o:title=""/>
                </v:shape>
                <v:line id="직선 연결선 4" o:spid="_x0000_s1028" style="position:absolute;visibility:visible;mso-wrap-style:square" from="11591,8962" to="11591,9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v1isEAAADaAAAADwAAAGRycy9kb3ducmV2LnhtbESPQYvCMBSE7wv+h/AEb2uqLMtSjaKC&#10;rtetevD2aJ5NsXkpSWrrvzcLC3scZuYbZrkebCMe5EPtWMFsmoEgLp2uuVJwPu3fv0CEiKyxcUwK&#10;nhRgvRq9LTHXrucfehSxEgnCIUcFJsY2lzKUhiyGqWuJk3dz3mJM0ldSe+wT3DZynmWf0mLNacFg&#10;SztD5b3orIJrt43++yQ3fTHsDma+b8rOXZSajIfNAkSkIf6H/9pHreADfq+k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/WKwQAAANoAAAAPAAAAAAAAAAAAAAAA&#10;AKECAABkcnMvZG93bnJldi54bWxQSwUGAAAAAAQABAD5AAAAjwMAAAAA&#10;" strokecolor="black [3213]" strokeweight="1.5pt"/>
                <v:line id="직선 연결선 5" o:spid="_x0000_s1029" style="position:absolute;visibility:visible;mso-wrap-style:square" from="17351,8805" to="17399,12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dQEcEAAADaAAAADwAAAGRycy9kb3ducmV2LnhtbESPQYvCMBSE7wv+h/AEb2uqsMtSjaKC&#10;rtetevD2aJ5NsXkpSWrrvzcLC3scZuYbZrkebCMe5EPtWMFsmoEgLp2uuVJwPu3fv0CEiKyxcUwK&#10;nhRgvRq9LTHXrucfehSxEgnCIUcFJsY2lzKUhiyGqWuJk3dz3mJM0ldSe+wT3DZynmWf0mLNacFg&#10;SztD5b3orIJrt43++yQ3fTHsDma+b8rOXZSajIfNAkSkIf6H/9pHreADfq+k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N1ARwQAAANoAAAAPAAAAAAAAAAAAAAAA&#10;AKECAABkcnMvZG93bnJldi54bWxQSwUGAAAAAAQABAD5AAAAjwMAAAAA&#10;" strokecolor="black [3213]" strokeweight="1.5pt"/>
                <v:line id="직선 연결선 6" o:spid="_x0000_s1030" style="position:absolute;visibility:visible;mso-wrap-style:square" from="11543,8925" to="17375,8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XOZsEAAADaAAAADwAAAGRycy9kb3ducmV2LnhtbESPT4vCMBTE7wt+h/CEva2pHmSpRlHB&#10;P1frevD2aJ5NsXkpSWrrt98IC3scZuY3zHI92EY8yYfasYLpJANBXDpdc6Xg57L/+gYRIrLGxjEp&#10;eFGA9Wr0scRcu57P9CxiJRKEQ44KTIxtLmUoDVkME9cSJ+/uvMWYpK+k9tgnuG3kLMvm0mLNacFg&#10;SztD5aPorIJbt43+eJGbvhh2BzPbN2Xnrkp9jofNAkSkIf6H/9onrWAO7yvpBsjV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5c5mwQAAANoAAAAPAAAAAAAAAAAAAAAA&#10;AKECAABkcnMvZG93bnJldi54bWxQSwUGAAAAAAQABAD5AAAAjwMAAAAA&#10;" strokecolor="black [3213]" strokeweight="1.5pt"/>
                <v:line id="직선 연결선 7" o:spid="_x0000_s1031" style="position:absolute;visibility:visible;mso-wrap-style:square" from="11591,5529" to="11591,7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r/cEAAADaAAAADwAAAGRycy9kb3ducmV2LnhtbESPQYvCMBSE7wv+h/AEb2uqh92lGkUF&#10;Xa9b9eDt0TybYvNSktTWf28WFvY4zMw3zHI92EY8yIfasYLZNANBXDpdc6XgfNq/f4EIEVlj45gU&#10;PCnAejV6W2KuXc8/9ChiJRKEQ44KTIxtLmUoDVkMU9cSJ+/mvMWYpK+k9tgnuG3kPMs+pMWa04LB&#10;lnaGynvRWQXXbhv990lu+mLYHcx835Sduyg1GQ+bBYhIQ/wP/7WPWsEn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qWv9wQAAANoAAAAPAAAAAAAAAAAAAAAA&#10;AKECAABkcnMvZG93bnJldi54bWxQSwUGAAAAAAQABAD5AAAAjwMAAAAA&#10;" strokecolor="black [3213]" strokeweight="1.5pt"/>
                <v:line id="직선 연결선 8" o:spid="_x0000_s1032" style="position:absolute;visibility:visible;mso-wrap-style:square" from="28750,5426" to="28750,13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b/j74AAADaAAAADwAAAGRycy9kb3ducmV2LnhtbERPu2rDMBTdC/kHcQPZGrkeQnEshzSQ&#10;pGudZsh2sW4tU+vKSPKjf18NhY6H8y4Pi+3FRD50jhW8bDMQxI3THbcKPm/n51cQISJr7B2Tgh8K&#10;cKhWTyUW2s38QVMdW5FCOBSowMQ4FFKGxpDFsHUDceK+nLcYE/St1B7nFG57mWfZTlrsODUYHOhk&#10;qPmuR6vgMb5Ff73J41wvp4vJz30zurtSm/Vy3IOItMR/8Z/7XStIW9OVdANk9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JNv+PvgAAANoAAAAPAAAAAAAAAAAAAAAAAKEC&#10;AABkcnMvZG93bnJldi54bWxQSwUGAAAAAAQABAD5AAAAjAMAAAAA&#10;" strokecolor="black [3213]" strokeweight="1.5pt"/>
                <v:line id="직선 연결선 9" o:spid="_x0000_s1033" style="position:absolute;visibility:visible;mso-wrap-style:square" from="11543,5492" to="28787,5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paFMEAAADaAAAADwAAAGRycy9kb3ducmV2LnhtbESPQYvCMBSE7wv+h/AEb2uqh2W3GkUF&#10;Xa9b9eDt0TybYvNSktTWf28WFvY4zMw3zHI92EY8yIfasYLZNANBXDpdc6XgfNq/f4IIEVlj45gU&#10;PCnAejV6W2KuXc8/9ChiJRKEQ44KTIxtLmUoDVkMU9cSJ+/mvMWYpK+k9tgnuG3kPMs+pMWa04LB&#10;lnaGynvRWQXXbhv990lu+mLYHcx835Sduyg1GQ+bBYhIQ/wP/7WPWsEX/F5JN0C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loUwQAAANoAAAAPAAAAAAAAAAAAAAAA&#10;AKECAABkcnMvZG93bnJldi54bWxQSwUGAAAAAAQABAD5AAAAjwMAAAAA&#10;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4" type="#_x0000_t202" style="position:absolute;left:13260;top:6723;width:2381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14:paraId="6068C7AB" w14:textId="77777777" w:rsidR="008C40E9" w:rsidRDefault="008C40E9" w:rsidP="008C40E9">
                        <w:pPr>
                          <w:pStyle w:val="af8"/>
                          <w:wordWrap w:val="0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*</w:t>
                        </w:r>
                      </w:p>
                    </w:txbxContent>
                  </v:textbox>
                </v:shape>
                <v:shape id="TextBox 10" o:spid="_x0000_s1035" type="#_x0000_t202" style="position:absolute;left:18882;top:3573;width:2381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14:paraId="2EC0E1F5" w14:textId="77777777" w:rsidR="008C40E9" w:rsidRDefault="008C40E9" w:rsidP="008C40E9">
                        <w:pPr>
                          <w:pStyle w:val="af8"/>
                          <w:wordWrap w:val="0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*</w:t>
                        </w:r>
                      </w:p>
                    </w:txbxContent>
                  </v:textbox>
                </v:shape>
                <v:line id="직선 연결선 12" o:spid="_x0000_s1036" style="position:absolute;visibility:visible;mso-wrap-style:square" from="11665,1955" to="11665,4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GkL8AAADbAAAADwAAAGRycy9kb3ducmV2LnhtbERPTYvCMBC9L/gfwgh7W1N7kKUaRQVd&#10;r1b3sLehGZtiMylJarv/fiMseJvH+5zVZrSteJAPjWMF81kGgrhyuuFawfVy+PgEESKyxtYxKfil&#10;AJv15G2FhXYDn+lRxlqkEA4FKjAxdoWUoTJkMcxcR5y4m/MWY4K+ltrjkMJtK/MsW0iLDacGgx3t&#10;DVX3srcKfvpd9F8XuR3KcX80+aGtevet1Pt03C5BRBrjS/zvPuk0P4fnL+kAuf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kvGkL8AAADbAAAADwAAAAAAAAAAAAAAAACh&#10;AgAAZHJzL2Rvd25yZXYueG1sUEsFBgAAAAAEAAQA+QAAAI0DAAAAAA==&#10;" strokecolor="black [3213]" strokeweight="1.5pt"/>
                <v:line id="직선 연결선 13" o:spid="_x0000_s1037" style="position:absolute;visibility:visible;mso-wrap-style:square" from="34488,1852" to="34488,1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djC78AAADbAAAADwAAAGRycy9kb3ducmV2LnhtbERPTYvCMBC9L/gfwgje1lQXlqUaRQVd&#10;r1v14G1oxqbYTEqS2vrvzcLC3ubxPme5HmwjHuRD7VjBbJqBIC6drrlScD7t379AhIissXFMCp4U&#10;YL0avS0x167nH3oUsRIphEOOCkyMbS5lKA1ZDFPXEifu5rzFmKCvpPbYp3DbyHmWfUqLNacGgy3t&#10;DJX3orMKrt02+u+T3PTFsDuY+b4pO3dRajIeNgsQkYb4L/5zH3Wa/wG/v6Q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QdjC78AAADbAAAADwAAAAAAAAAAAAAAAACh&#10;AgAAZHJzL2Rvd25yZXYueG1sUEsFBgAAAAAEAAQA+QAAAI0DAAAAAA==&#10;" strokecolor="black [3213]" strokeweight="1.5pt"/>
                <v:line id="직선 연결선 14" o:spid="_x0000_s1038" style="position:absolute;visibility:visible;mso-wrap-style:square" from="11616,1918" to="34476,1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77f78AAADbAAAADwAAAGRycy9kb3ducmV2LnhtbERPTYvCMBC9L/gfwgje1lRZlqUaRQVd&#10;r1v14G1oxqbYTEqS2vrvzcLC3ubxPme5HmwjHuRD7VjBbJqBIC6drrlScD7t379AhIissXFMCp4U&#10;YL0avS0x167nH3oUsRIphEOOCkyMbS5lKA1ZDFPXEifu5rzFmKCvpPbYp3DbyHmWfUqLNacGgy3t&#10;DJX3orMKrt02+u+T3PTFsDuY+b4pO3dRajIeNgsQkYb4L/5zH3Wa/wG/v6Q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u77f78AAADbAAAADwAAAAAAAAAAAAAAAACh&#10;AgAAZHJzL2Rvd25yZXYueG1sUEsFBgAAAAAEAAQA+QAAAI0DAAAAAA==&#10;" strokecolor="black [3213]" strokeweight="1.5pt"/>
                <v:shape id="TextBox 15" o:spid="_x0000_s1039" type="#_x0000_t202" style="position:absolute;left:22273;width:2381;height:3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14:paraId="5294E3B5" w14:textId="77777777" w:rsidR="008C40E9" w:rsidRDefault="008C40E9" w:rsidP="008C40E9">
                        <w:pPr>
                          <w:pStyle w:val="af8"/>
                          <w:wordWrap w:val="0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*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bookmarkStart w:id="0" w:name="_GoBack"/>
      <w:bookmarkEnd w:id="0"/>
      <w:r w:rsidR="00994A3D" w:rsidRPr="0001436A">
        <w:rPr>
          <w:rFonts w:cs="Times New Roman"/>
          <w:b/>
          <w:szCs w:val="24"/>
        </w:rPr>
        <w:t xml:space="preserve">Supplementary Figure </w:t>
      </w:r>
      <w:r>
        <w:rPr>
          <w:rFonts w:cs="Times New Roman" w:hint="eastAsia"/>
          <w:b/>
          <w:szCs w:val="24"/>
          <w:lang w:eastAsia="ko-KR"/>
        </w:rPr>
        <w:t>S</w:t>
      </w:r>
      <w:r w:rsidR="00994A3D" w:rsidRPr="0001436A">
        <w:rPr>
          <w:rFonts w:cs="Times New Roman"/>
          <w:b/>
          <w:szCs w:val="24"/>
        </w:rPr>
        <w:fldChar w:fldCharType="begin"/>
      </w:r>
      <w:r w:rsidR="00994A3D" w:rsidRPr="0001436A">
        <w:rPr>
          <w:rFonts w:cs="Times New Roman"/>
          <w:b/>
          <w:szCs w:val="24"/>
        </w:rPr>
        <w:instrText xml:space="preserve"> SEQ Figure \* ARABIC </w:instrText>
      </w:r>
      <w:r w:rsidR="00994A3D" w:rsidRPr="0001436A">
        <w:rPr>
          <w:rFonts w:cs="Times New Roman"/>
          <w:b/>
          <w:szCs w:val="24"/>
        </w:rPr>
        <w:fldChar w:fldCharType="separate"/>
      </w:r>
      <w:r w:rsidR="00ED20B5">
        <w:rPr>
          <w:rFonts w:cs="Times New Roman"/>
          <w:b/>
          <w:noProof/>
          <w:szCs w:val="24"/>
        </w:rPr>
        <w:t>1</w:t>
      </w:r>
      <w:r w:rsidR="00994A3D" w:rsidRPr="0001436A">
        <w:rPr>
          <w:rFonts w:cs="Times New Roman"/>
          <w:b/>
          <w:szCs w:val="24"/>
        </w:rPr>
        <w:fldChar w:fldCharType="end"/>
      </w:r>
      <w:r w:rsidR="00994A3D" w:rsidRPr="0001436A">
        <w:rPr>
          <w:rFonts w:cs="Times New Roman"/>
          <w:b/>
          <w:szCs w:val="24"/>
        </w:rPr>
        <w:t>.</w:t>
      </w:r>
      <w:r w:rsidR="00994A3D" w:rsidRPr="001549D3">
        <w:rPr>
          <w:rFonts w:cs="Times New Roman"/>
          <w:szCs w:val="24"/>
        </w:rPr>
        <w:t xml:space="preserve"> </w:t>
      </w:r>
      <w:r w:rsidRPr="008C40E9">
        <w:rPr>
          <w:rFonts w:hint="eastAsia"/>
        </w:rPr>
        <w:t xml:space="preserve">Mean value of cell volume for HeLa cells varying physiological conditions is shown. The volumes of HeLa cells were measured by ODT at the five different conditions indicated (mean </w:t>
      </w:r>
      <w:r w:rsidRPr="008C0CE4">
        <w:rPr>
          <w:rFonts w:cs="Times New Roman"/>
          <w:color w:val="000000" w:themeColor="text1"/>
          <w:lang w:eastAsia="ko-KR"/>
        </w:rPr>
        <w:t>±</w:t>
      </w:r>
      <w:r w:rsidRPr="008C40E9">
        <w:rPr>
          <w:rFonts w:hint="eastAsia"/>
        </w:rPr>
        <w:t xml:space="preserve"> SEM; n = 25 cells).</w:t>
      </w:r>
    </w:p>
    <w:p w14:paraId="3AE196DF" w14:textId="26788E2E" w:rsidR="00994A3D" w:rsidRPr="008C40E9" w:rsidRDefault="00994A3D" w:rsidP="002B4A57">
      <w:pPr>
        <w:keepNext/>
        <w:rPr>
          <w:rFonts w:cs="Times New Roman"/>
          <w:b/>
          <w:szCs w:val="24"/>
          <w:lang w:eastAsia="ko-KR"/>
        </w:rPr>
      </w:pPr>
    </w:p>
    <w:p w14:paraId="7B65BC41" w14:textId="1E1E6079" w:rsidR="00DE23E8" w:rsidRDefault="00DE23E8" w:rsidP="00571898">
      <w:pPr>
        <w:spacing w:before="240"/>
        <w:jc w:val="center"/>
        <w:rPr>
          <w:lang w:eastAsia="ko-KR"/>
        </w:rPr>
      </w:pPr>
    </w:p>
    <w:p w14:paraId="7DDF24AF" w14:textId="5513CFFF" w:rsidR="00571898" w:rsidRDefault="00571898" w:rsidP="00571898">
      <w:pPr>
        <w:spacing w:before="240"/>
        <w:jc w:val="center"/>
        <w:rPr>
          <w:lang w:eastAsia="ko-KR"/>
        </w:rPr>
      </w:pPr>
    </w:p>
    <w:p w14:paraId="2CBA76B9" w14:textId="741F420D" w:rsidR="00571898" w:rsidRDefault="00571898" w:rsidP="00571898">
      <w:pPr>
        <w:spacing w:before="240"/>
        <w:jc w:val="center"/>
        <w:rPr>
          <w:rFonts w:cs="Times New Roman"/>
          <w:b/>
          <w:szCs w:val="24"/>
          <w:lang w:eastAsia="ko-KR"/>
        </w:rPr>
      </w:pPr>
    </w:p>
    <w:p w14:paraId="72561EAC" w14:textId="6E35D372" w:rsidR="00571898" w:rsidRDefault="00571898" w:rsidP="00571898">
      <w:pPr>
        <w:spacing w:before="240"/>
        <w:jc w:val="center"/>
        <w:rPr>
          <w:rFonts w:cs="Times New Roman"/>
          <w:b/>
          <w:szCs w:val="24"/>
          <w:lang w:eastAsia="ko-KR"/>
        </w:rPr>
      </w:pPr>
    </w:p>
    <w:sectPr w:rsidR="00571898" w:rsidSect="0093429D">
      <w:headerReference w:type="even" r:id="rId10"/>
      <w:footerReference w:type="even" r:id="rId11"/>
      <w:footerReference w:type="default" r:id="rId12"/>
      <w:headerReference w:type="first" r:id="rId13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B61C7" w14:textId="77777777" w:rsidR="00846444" w:rsidRDefault="00846444" w:rsidP="00117666">
      <w:pPr>
        <w:spacing w:after="0"/>
      </w:pPr>
      <w:r>
        <w:separator/>
      </w:r>
    </w:p>
  </w:endnote>
  <w:endnote w:type="continuationSeparator" w:id="0">
    <w:p w14:paraId="11298E2E" w14:textId="77777777" w:rsidR="00846444" w:rsidRDefault="00846444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8C40E9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0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8C40E9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8C40E9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41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8C40E9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9BE44" w14:textId="77777777" w:rsidR="00846444" w:rsidRDefault="00846444" w:rsidP="00117666">
      <w:pPr>
        <w:spacing w:after="0"/>
      </w:pPr>
      <w:r>
        <w:separator/>
      </w:r>
    </w:p>
  </w:footnote>
  <w:footnote w:type="continuationSeparator" w:id="0">
    <w:p w14:paraId="7476233A" w14:textId="77777777" w:rsidR="00846444" w:rsidRDefault="00846444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D68C6" w14:textId="55D07477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awNDIxtjA2MzI3NTNU0lEKTi0uzszPAykwrAUA67uXlSwAAAA="/>
  </w:docVars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34A9A"/>
    <w:rsid w:val="001549D3"/>
    <w:rsid w:val="00160065"/>
    <w:rsid w:val="00177D84"/>
    <w:rsid w:val="001B43FE"/>
    <w:rsid w:val="001E10E8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70042"/>
    <w:rsid w:val="003D2F2D"/>
    <w:rsid w:val="00401590"/>
    <w:rsid w:val="00425CBA"/>
    <w:rsid w:val="00447801"/>
    <w:rsid w:val="00452E9C"/>
    <w:rsid w:val="004735C8"/>
    <w:rsid w:val="004947A6"/>
    <w:rsid w:val="004961FF"/>
    <w:rsid w:val="00517A89"/>
    <w:rsid w:val="005250F2"/>
    <w:rsid w:val="00566780"/>
    <w:rsid w:val="00571898"/>
    <w:rsid w:val="00593EEA"/>
    <w:rsid w:val="005A5EEE"/>
    <w:rsid w:val="006375C7"/>
    <w:rsid w:val="006441F2"/>
    <w:rsid w:val="00654E8F"/>
    <w:rsid w:val="00660D05"/>
    <w:rsid w:val="006820B1"/>
    <w:rsid w:val="006B7D14"/>
    <w:rsid w:val="00701727"/>
    <w:rsid w:val="0070566C"/>
    <w:rsid w:val="00714C50"/>
    <w:rsid w:val="00723D2C"/>
    <w:rsid w:val="00725A7D"/>
    <w:rsid w:val="007501BE"/>
    <w:rsid w:val="00790BB3"/>
    <w:rsid w:val="007B5D0A"/>
    <w:rsid w:val="007C206C"/>
    <w:rsid w:val="00817DD6"/>
    <w:rsid w:val="0083759F"/>
    <w:rsid w:val="00846444"/>
    <w:rsid w:val="00885156"/>
    <w:rsid w:val="008C40E9"/>
    <w:rsid w:val="009151AA"/>
    <w:rsid w:val="0093429D"/>
    <w:rsid w:val="00943573"/>
    <w:rsid w:val="00961E1C"/>
    <w:rsid w:val="00964134"/>
    <w:rsid w:val="00970F7D"/>
    <w:rsid w:val="00994A3D"/>
    <w:rsid w:val="009C2B12"/>
    <w:rsid w:val="00A174D9"/>
    <w:rsid w:val="00AA4D24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D060CF"/>
    <w:rsid w:val="00D34C6A"/>
    <w:rsid w:val="00D437AE"/>
    <w:rsid w:val="00DB59C3"/>
    <w:rsid w:val="00DC259A"/>
    <w:rsid w:val="00DE23E8"/>
    <w:rsid w:val="00E52377"/>
    <w:rsid w:val="00E52ACF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E676504E-BCCF-48C3-A1CE-E9F5665E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Char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Char">
    <w:name w:val="제목 2 Char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Char">
    <w:name w:val="부제 Char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5">
    <w:name w:val="Balloon Text"/>
    <w:basedOn w:val="a0"/>
    <w:link w:val="Char0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1"/>
    <w:link w:val="a5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6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7">
    <w:name w:val="caption"/>
    <w:basedOn w:val="a0"/>
    <w:next w:val="a8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8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9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a">
    <w:name w:val="annotation text"/>
    <w:basedOn w:val="a0"/>
    <w:link w:val="Char1"/>
    <w:uiPriority w:val="99"/>
    <w:semiHidden/>
    <w:unhideWhenUsed/>
    <w:rsid w:val="00AB6715"/>
    <w:rPr>
      <w:sz w:val="20"/>
      <w:szCs w:val="20"/>
    </w:rPr>
  </w:style>
  <w:style w:type="character" w:customStyle="1" w:styleId="Char1">
    <w:name w:val="메모 텍스트 Char"/>
    <w:basedOn w:val="a1"/>
    <w:link w:val="aa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AB6715"/>
    <w:rPr>
      <w:b/>
      <w:bCs/>
    </w:rPr>
  </w:style>
  <w:style w:type="character" w:customStyle="1" w:styleId="Char2">
    <w:name w:val="메모 주제 Char"/>
    <w:basedOn w:val="Char1"/>
    <w:link w:val="ab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c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d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e">
    <w:name w:val="endnote text"/>
    <w:basedOn w:val="a0"/>
    <w:link w:val="Char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Char3">
    <w:name w:val="미주 텍스트 Char"/>
    <w:basedOn w:val="a1"/>
    <w:link w:val="ae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0">
    <w:name w:val="footer"/>
    <w:basedOn w:val="a0"/>
    <w:link w:val="Char4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Char4">
    <w:name w:val="바닥글 Char"/>
    <w:basedOn w:val="a1"/>
    <w:link w:val="af0"/>
    <w:uiPriority w:val="99"/>
    <w:rsid w:val="00AB6715"/>
    <w:rPr>
      <w:rFonts w:ascii="Times New Roman" w:hAnsi="Times New Roman"/>
      <w:sz w:val="24"/>
    </w:rPr>
  </w:style>
  <w:style w:type="character" w:styleId="af1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footnote text"/>
    <w:basedOn w:val="a0"/>
    <w:link w:val="Char5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Char5">
    <w:name w:val="각주 텍스트 Char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3">
    <w:name w:val="header"/>
    <w:basedOn w:val="a0"/>
    <w:link w:val="Char6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Char6">
    <w:name w:val="머리글 Char"/>
    <w:basedOn w:val="a1"/>
    <w:link w:val="af3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4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5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6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7">
    <w:name w:val="line number"/>
    <w:basedOn w:val="a1"/>
    <w:uiPriority w:val="99"/>
    <w:semiHidden/>
    <w:unhideWhenUsed/>
    <w:rsid w:val="00AB6715"/>
  </w:style>
  <w:style w:type="character" w:customStyle="1" w:styleId="3Char">
    <w:name w:val="제목 3 Char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Char">
    <w:name w:val="제목 4 Char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Char">
    <w:name w:val="제목 5 Char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8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9">
    <w:name w:val="Quote"/>
    <w:basedOn w:val="a0"/>
    <w:next w:val="a0"/>
    <w:link w:val="Char7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7">
    <w:name w:val="인용 Char"/>
    <w:basedOn w:val="a1"/>
    <w:link w:val="af9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a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b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c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Title"/>
    <w:basedOn w:val="a0"/>
    <w:next w:val="a0"/>
    <w:link w:val="Char8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Char8">
    <w:name w:val="제목 Char"/>
    <w:basedOn w:val="a1"/>
    <w:link w:val="afd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d"/>
    <w:next w:val="afd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5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85EECE5-A346-4BB5-A7EE-ADF68613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pack changi</cp:lastModifiedBy>
  <cp:revision>3</cp:revision>
  <cp:lastPrinted>2013-10-03T12:51:00Z</cp:lastPrinted>
  <dcterms:created xsi:type="dcterms:W3CDTF">2019-05-10T08:03:00Z</dcterms:created>
  <dcterms:modified xsi:type="dcterms:W3CDTF">2019-05-11T08:31:00Z</dcterms:modified>
</cp:coreProperties>
</file>