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20317" w14:textId="10626B15" w:rsidR="00852E60" w:rsidRPr="00B8283D" w:rsidRDefault="00852E60" w:rsidP="005A7C50">
      <w:pPr>
        <w:keepNext/>
        <w:snapToGrid w:val="0"/>
        <w:spacing w:before="0" w:after="0"/>
        <w:jc w:val="both"/>
        <w:rPr>
          <w:rFonts w:eastAsia="+mn-ea"/>
          <w:b/>
          <w:kern w:val="24"/>
          <w:szCs w:val="24"/>
        </w:rPr>
      </w:pPr>
      <w:bookmarkStart w:id="0" w:name="_Hlk9593109"/>
      <w:r w:rsidRPr="00B8283D">
        <w:rPr>
          <w:rFonts w:eastAsia="+mn-ea"/>
          <w:b/>
          <w:kern w:val="24"/>
          <w:szCs w:val="24"/>
        </w:rPr>
        <w:t>Data S</w:t>
      </w:r>
      <w:r w:rsidR="00B14929">
        <w:rPr>
          <w:rFonts w:eastAsia="+mn-ea"/>
          <w:b/>
          <w:kern w:val="24"/>
          <w:szCs w:val="24"/>
        </w:rPr>
        <w:t>1</w:t>
      </w:r>
      <w:r w:rsidRPr="00B8283D">
        <w:rPr>
          <w:rFonts w:eastAsia="+mn-ea"/>
          <w:b/>
          <w:kern w:val="24"/>
          <w:szCs w:val="24"/>
        </w:rPr>
        <w:t xml:space="preserve">. </w:t>
      </w:r>
      <w:bookmarkStart w:id="1" w:name="_Hlk1995124"/>
      <w:bookmarkStart w:id="2" w:name="_Hlk9593006"/>
    </w:p>
    <w:p w14:paraId="746D49DE" w14:textId="59753CCB" w:rsidR="00852E60" w:rsidRPr="00B8283D" w:rsidRDefault="00F5301C" w:rsidP="005A7C50">
      <w:pPr>
        <w:keepNext/>
        <w:snapToGrid w:val="0"/>
        <w:spacing w:before="0"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Nucleotide s</w:t>
      </w:r>
      <w:r w:rsidR="00A1736C" w:rsidRPr="00B8283D">
        <w:rPr>
          <w:rFonts w:cs="Times New Roman"/>
          <w:szCs w:val="24"/>
        </w:rPr>
        <w:t>equences of</w:t>
      </w:r>
      <w:r w:rsidR="00852E60" w:rsidRPr="00B8283D">
        <w:rPr>
          <w:rFonts w:cs="Times New Roman"/>
          <w:szCs w:val="24"/>
        </w:rPr>
        <w:t xml:space="preserve"> </w:t>
      </w:r>
      <w:proofErr w:type="spellStart"/>
      <w:r w:rsidR="00B14929" w:rsidRPr="00B14929">
        <w:rPr>
          <w:rFonts w:cs="Times New Roman"/>
          <w:i/>
          <w:iCs/>
          <w:szCs w:val="24"/>
        </w:rPr>
        <w:t>nopL</w:t>
      </w:r>
      <w:proofErr w:type="spellEnd"/>
      <w:r w:rsidR="00B14929">
        <w:rPr>
          <w:rFonts w:cs="Times New Roman"/>
          <w:szCs w:val="24"/>
        </w:rPr>
        <w:t xml:space="preserve">, </w:t>
      </w:r>
      <w:proofErr w:type="spellStart"/>
      <w:r w:rsidR="00A1736C" w:rsidRPr="00B8283D">
        <w:rPr>
          <w:rFonts w:cs="Times New Roman"/>
          <w:i/>
          <w:iCs/>
          <w:szCs w:val="24"/>
        </w:rPr>
        <w:t>n</w:t>
      </w:r>
      <w:r w:rsidR="007D34E9" w:rsidRPr="00B8283D">
        <w:rPr>
          <w:rFonts w:cs="Times New Roman"/>
          <w:i/>
          <w:iCs/>
          <w:szCs w:val="24"/>
        </w:rPr>
        <w:t>opPs</w:t>
      </w:r>
      <w:proofErr w:type="spellEnd"/>
      <w:r w:rsidR="00A1736C" w:rsidRPr="00B8283D">
        <w:rPr>
          <w:rFonts w:cs="Times New Roman"/>
          <w:szCs w:val="24"/>
        </w:rPr>
        <w:t xml:space="preserve">, </w:t>
      </w:r>
      <w:proofErr w:type="spellStart"/>
      <w:r w:rsidR="00A1736C" w:rsidRPr="00B8283D">
        <w:rPr>
          <w:rFonts w:cs="Times New Roman"/>
          <w:i/>
          <w:iCs/>
          <w:szCs w:val="24"/>
        </w:rPr>
        <w:t>rhcJ</w:t>
      </w:r>
      <w:proofErr w:type="spellEnd"/>
      <w:r w:rsidR="003F7EBB">
        <w:rPr>
          <w:rFonts w:cs="Times New Roman"/>
          <w:szCs w:val="24"/>
        </w:rPr>
        <w:t xml:space="preserve">, </w:t>
      </w:r>
      <w:r w:rsidR="00A1736C" w:rsidRPr="00B8283D">
        <w:rPr>
          <w:rFonts w:cs="Times New Roman"/>
          <w:szCs w:val="24"/>
        </w:rPr>
        <w:t xml:space="preserve">and </w:t>
      </w:r>
      <w:proofErr w:type="spellStart"/>
      <w:r w:rsidR="00A1736C" w:rsidRPr="00B8283D">
        <w:rPr>
          <w:rFonts w:cs="Times New Roman"/>
          <w:i/>
          <w:iCs/>
          <w:szCs w:val="24"/>
        </w:rPr>
        <w:t>ttsI</w:t>
      </w:r>
      <w:proofErr w:type="spellEnd"/>
      <w:r w:rsidR="00852E60" w:rsidRPr="00B8283D">
        <w:rPr>
          <w:rFonts w:cs="Times New Roman"/>
          <w:szCs w:val="24"/>
        </w:rPr>
        <w:t xml:space="preserve"> </w:t>
      </w:r>
      <w:r w:rsidR="00A1736C" w:rsidRPr="00B8283D">
        <w:rPr>
          <w:rFonts w:cs="Times New Roman"/>
          <w:szCs w:val="24"/>
        </w:rPr>
        <w:t>in</w:t>
      </w:r>
      <w:r w:rsidR="00852E60" w:rsidRPr="00B8283D">
        <w:rPr>
          <w:rFonts w:cs="Times New Roman"/>
          <w:szCs w:val="24"/>
        </w:rPr>
        <w:t xml:space="preserve"> </w:t>
      </w:r>
      <w:proofErr w:type="spellStart"/>
      <w:r w:rsidR="00852E60" w:rsidRPr="00B8283D">
        <w:rPr>
          <w:rFonts w:cs="Times New Roman"/>
          <w:i/>
          <w:szCs w:val="24"/>
        </w:rPr>
        <w:t>Bradyrhizobium</w:t>
      </w:r>
      <w:proofErr w:type="spellEnd"/>
      <w:r w:rsidR="00852E60" w:rsidRPr="00B8283D">
        <w:rPr>
          <w:rFonts w:cs="Times New Roman"/>
          <w:i/>
          <w:szCs w:val="24"/>
        </w:rPr>
        <w:t xml:space="preserve"> </w:t>
      </w:r>
      <w:r w:rsidR="00852E60" w:rsidRPr="00B8283D">
        <w:rPr>
          <w:rFonts w:cs="Times New Roman"/>
          <w:i/>
          <w:noProof/>
          <w:szCs w:val="24"/>
        </w:rPr>
        <w:t>elkanii</w:t>
      </w:r>
      <w:r w:rsidR="00852E60" w:rsidRPr="00B8283D">
        <w:rPr>
          <w:rFonts w:cs="Times New Roman"/>
          <w:szCs w:val="24"/>
        </w:rPr>
        <w:t xml:space="preserve"> USDA61</w:t>
      </w:r>
      <w:bookmarkEnd w:id="1"/>
      <w:bookmarkEnd w:id="2"/>
      <w:r w:rsidR="00AA5203">
        <w:rPr>
          <w:rFonts w:cs="Times New Roman"/>
          <w:szCs w:val="24"/>
        </w:rPr>
        <w:t xml:space="preserve"> genome</w:t>
      </w:r>
      <w:r w:rsidR="00A1736C" w:rsidRPr="00B8283D">
        <w:rPr>
          <w:rFonts w:cs="Times New Roman"/>
          <w:szCs w:val="24"/>
        </w:rPr>
        <w:t>. The</w:t>
      </w:r>
      <w:r w:rsidR="000C0F82">
        <w:rPr>
          <w:rFonts w:cs="Times New Roman"/>
          <w:szCs w:val="24"/>
        </w:rPr>
        <w:t xml:space="preserve"> </w:t>
      </w:r>
      <w:r w:rsidR="00A635C7" w:rsidRPr="00A635C7">
        <w:rPr>
          <w:rFonts w:cs="Times New Roman"/>
          <w:szCs w:val="24"/>
        </w:rPr>
        <w:t>genes</w:t>
      </w:r>
      <w:r w:rsidR="00944A60" w:rsidRPr="00A635C7">
        <w:rPr>
          <w:rFonts w:cs="Times New Roman"/>
          <w:szCs w:val="24"/>
        </w:rPr>
        <w:t xml:space="preserve"> </w:t>
      </w:r>
      <w:r w:rsidR="00944A60">
        <w:rPr>
          <w:rFonts w:cs="Times New Roman"/>
          <w:szCs w:val="24"/>
        </w:rPr>
        <w:t>(</w:t>
      </w:r>
      <w:r w:rsidR="00944A60" w:rsidRPr="00B8283D">
        <w:rPr>
          <w:rFonts w:cs="Times New Roman"/>
          <w:szCs w:val="24"/>
        </w:rPr>
        <w:t>bold</w:t>
      </w:r>
      <w:r w:rsidR="00944A60">
        <w:rPr>
          <w:rFonts w:cs="Times New Roman"/>
          <w:szCs w:val="24"/>
        </w:rPr>
        <w:t xml:space="preserve">) and their </w:t>
      </w:r>
      <w:r w:rsidR="00A1736C" w:rsidRPr="00B8283D">
        <w:rPr>
          <w:rFonts w:cs="Times New Roman"/>
          <w:szCs w:val="24"/>
        </w:rPr>
        <w:t>promotor sequences are</w:t>
      </w:r>
      <w:r w:rsidR="00944A60">
        <w:rPr>
          <w:rFonts w:cs="Times New Roman"/>
          <w:szCs w:val="24"/>
        </w:rPr>
        <w:t xml:space="preserve"> shown</w:t>
      </w:r>
      <w:r w:rsidR="00A1736C" w:rsidRPr="00B8283D">
        <w:rPr>
          <w:rFonts w:cs="Times New Roman"/>
          <w:szCs w:val="24"/>
        </w:rPr>
        <w:t>.</w:t>
      </w:r>
      <w:r w:rsidR="00944A60">
        <w:rPr>
          <w:rFonts w:cs="Times New Roman"/>
          <w:szCs w:val="24"/>
        </w:rPr>
        <w:t xml:space="preserve"> The </w:t>
      </w:r>
      <w:proofErr w:type="spellStart"/>
      <w:r w:rsidR="00A635C7" w:rsidRPr="00A635C7">
        <w:rPr>
          <w:rFonts w:cs="Times New Roman"/>
          <w:i/>
          <w:iCs/>
          <w:szCs w:val="24"/>
        </w:rPr>
        <w:t>nopL</w:t>
      </w:r>
      <w:proofErr w:type="spellEnd"/>
      <w:r w:rsidR="00A635C7">
        <w:rPr>
          <w:rFonts w:cs="Times New Roman"/>
          <w:szCs w:val="24"/>
        </w:rPr>
        <w:t xml:space="preserve"> and </w:t>
      </w:r>
      <w:r w:rsidR="00944A60" w:rsidRPr="00944A60">
        <w:rPr>
          <w:rFonts w:cs="Times New Roman"/>
          <w:i/>
          <w:iCs/>
          <w:szCs w:val="24"/>
        </w:rPr>
        <w:t>nopP2</w:t>
      </w:r>
      <w:r w:rsidR="000C0F82">
        <w:rPr>
          <w:rFonts w:cs="Times New Roman"/>
          <w:szCs w:val="24"/>
        </w:rPr>
        <w:t xml:space="preserve">, </w:t>
      </w:r>
      <w:r w:rsidR="00944A60">
        <w:rPr>
          <w:rFonts w:cs="Times New Roman"/>
          <w:szCs w:val="24"/>
        </w:rPr>
        <w:t xml:space="preserve">but not </w:t>
      </w:r>
      <w:r w:rsidR="00944A60" w:rsidRPr="00944A60">
        <w:rPr>
          <w:rFonts w:cs="Times New Roman"/>
          <w:i/>
          <w:iCs/>
          <w:szCs w:val="24"/>
        </w:rPr>
        <w:t>nopP1</w:t>
      </w:r>
      <w:r w:rsidR="000C0F82">
        <w:rPr>
          <w:rFonts w:cs="Times New Roman"/>
          <w:szCs w:val="24"/>
        </w:rPr>
        <w:t xml:space="preserve">, </w:t>
      </w:r>
      <w:r w:rsidR="00944A60">
        <w:rPr>
          <w:rFonts w:cs="Times New Roman"/>
          <w:szCs w:val="24"/>
        </w:rPr>
        <w:t xml:space="preserve">is preceded by a conserved </w:t>
      </w:r>
      <w:proofErr w:type="spellStart"/>
      <w:r w:rsidR="00944A60" w:rsidRPr="00B8283D">
        <w:rPr>
          <w:rFonts w:cs="Times New Roman"/>
          <w:i/>
          <w:iCs/>
          <w:szCs w:val="24"/>
        </w:rPr>
        <w:t>tts</w:t>
      </w:r>
      <w:proofErr w:type="spellEnd"/>
      <w:r w:rsidR="00944A60" w:rsidRPr="00B8283D">
        <w:rPr>
          <w:rFonts w:cs="Times New Roman"/>
          <w:i/>
          <w:iCs/>
          <w:szCs w:val="24"/>
        </w:rPr>
        <w:t xml:space="preserve"> </w:t>
      </w:r>
      <w:r w:rsidR="00944A60" w:rsidRPr="00B8283D">
        <w:rPr>
          <w:rFonts w:cs="Times New Roman"/>
          <w:szCs w:val="24"/>
        </w:rPr>
        <w:t>box (bordered)</w:t>
      </w:r>
      <w:r w:rsidR="00944A60">
        <w:rPr>
          <w:rFonts w:cs="Times New Roman"/>
          <w:szCs w:val="24"/>
        </w:rPr>
        <w:t>.</w:t>
      </w:r>
    </w:p>
    <w:bookmarkEnd w:id="0"/>
    <w:p w14:paraId="3AACCC20" w14:textId="1474069E" w:rsidR="00B14929" w:rsidRPr="00AA5203" w:rsidRDefault="003D585B" w:rsidP="00B14929">
      <w:pPr>
        <w:pStyle w:val="HTMLPreformatted"/>
        <w:shd w:val="clear" w:color="auto" w:fill="FFFFFF"/>
        <w:snapToGrid w:val="0"/>
        <w:rPr>
          <w:rFonts w:ascii="Times New Roman" w:hAnsi="Times New Roman" w:cs="Times New Roman"/>
          <w:b/>
          <w:bCs/>
          <w:sz w:val="22"/>
          <w:szCs w:val="22"/>
        </w:rPr>
      </w:pPr>
      <w:r w:rsidRPr="00B8283D">
        <w:rPr>
          <w:sz w:val="18"/>
          <w:szCs w:val="18"/>
        </w:rPr>
        <w:br/>
      </w:r>
      <w:proofErr w:type="spellStart"/>
      <w:r w:rsidR="00B14929" w:rsidRPr="00AA5203">
        <w:rPr>
          <w:rFonts w:ascii="Times New Roman" w:hAnsi="Times New Roman" w:cs="Times New Roman"/>
          <w:b/>
          <w:bCs/>
          <w:i/>
          <w:iCs/>
          <w:sz w:val="22"/>
          <w:szCs w:val="22"/>
        </w:rPr>
        <w:t>nop</w:t>
      </w:r>
      <w:r w:rsidR="00B14929">
        <w:rPr>
          <w:rFonts w:ascii="Times New Roman" w:hAnsi="Times New Roman" w:cs="Times New Roman"/>
          <w:b/>
          <w:bCs/>
          <w:i/>
          <w:iCs/>
          <w:sz w:val="22"/>
          <w:szCs w:val="22"/>
        </w:rPr>
        <w:t>L</w:t>
      </w:r>
      <w:proofErr w:type="spellEnd"/>
      <w:r w:rsidR="00B14929" w:rsidRPr="00AA5203">
        <w:rPr>
          <w:rFonts w:ascii="Times New Roman" w:hAnsi="Times New Roman" w:cs="Times New Roman"/>
          <w:b/>
          <w:bCs/>
          <w:sz w:val="22"/>
          <w:szCs w:val="22"/>
        </w:rPr>
        <w:t xml:space="preserve"> (</w:t>
      </w:r>
      <w:r w:rsidR="00B14929">
        <w:rPr>
          <w:rFonts w:ascii="Times New Roman" w:hAnsi="Times New Roman" w:cs="Times New Roman"/>
          <w:b/>
          <w:bCs/>
          <w:sz w:val="22"/>
          <w:szCs w:val="22"/>
        </w:rPr>
        <w:t>750</w:t>
      </w:r>
      <w:r w:rsidR="00B14929" w:rsidRPr="00AA5203">
        <w:rPr>
          <w:rFonts w:ascii="Times New Roman" w:hAnsi="Times New Roman" w:cs="Times New Roman"/>
          <w:b/>
          <w:bCs/>
          <w:sz w:val="22"/>
          <w:szCs w:val="22"/>
        </w:rPr>
        <w:t xml:space="preserve"> bp)</w:t>
      </w:r>
    </w:p>
    <w:p w14:paraId="351BFBAC" w14:textId="564A6B16" w:rsidR="00B14929" w:rsidRDefault="00B14929" w:rsidP="00B14929">
      <w:pPr>
        <w:pStyle w:val="HTMLPreformatted"/>
        <w:shd w:val="clear" w:color="auto" w:fill="FFFFFF"/>
        <w:snapToGrid w:val="0"/>
        <w:rPr>
          <w:sz w:val="19"/>
          <w:szCs w:val="19"/>
        </w:rPr>
      </w:pPr>
      <w:r w:rsidRPr="00B14929">
        <w:rPr>
          <w:sz w:val="19"/>
          <w:szCs w:val="19"/>
        </w:rPr>
        <w:t>CCTGGCATATCAGATCCTGATCGACACCAGGATGAGCCTCGACCGCCTGCTGGAGAGATACTGCAGGGGACGCGCCGCGTCAGGACAGCATCGTGCGCAAGTCTGCGCCAAGCAGAGATGAATTGAAAATGCGAAGCAGCTTGTGGCGAAGGTCAATGCCTTCTCCATTGGCTCATTGCGAATCCTCTTGACGC</w:t>
      </w:r>
      <w:r w:rsidRPr="004814F0">
        <w:rPr>
          <w:b/>
          <w:bCs/>
          <w:sz w:val="19"/>
          <w:szCs w:val="19"/>
          <w:bdr w:val="single" w:sz="4" w:space="0" w:color="auto"/>
        </w:rPr>
        <w:t>TCGTCAGCTTCTCGAAAGCTAACTCTCTTA</w:t>
      </w:r>
      <w:r w:rsidRPr="00B14929">
        <w:rPr>
          <w:sz w:val="19"/>
          <w:szCs w:val="19"/>
        </w:rPr>
        <w:t>GCATGAGAGAGCGGATGTCTAGAGGGCGATGCCGCCTATCCATCTTAATGGAGATGCACATCGAACACCCGATGCTCTGCCGGCGGCTCGGAGGGTGCACTCCACACGAGCCTTCGAAACAGTTCTCTGGAGGTCGCAATGCAA</w:t>
      </w:r>
      <w:r w:rsidRPr="004814F0">
        <w:rPr>
          <w:b/>
          <w:bCs/>
          <w:sz w:val="19"/>
          <w:szCs w:val="19"/>
        </w:rPr>
        <w:t>ATGGCCTTCGTCGAACTATGGCTCGAGCCAAACTTTCAAAGGAGGAGCAGGATGGATTTCAACTCAATCAGCCCAACGAACACAAGCCCGCAGCCCGATTCACCATCAGCGCCCGCGGGTCCAGCGGGCTTTGAGCACCAGCTGCGCGAGGTCGAAGATAGTGCTCTGCCACCTGCTGCGGGATCTCCCGTGCAGCAGGGCAAAGCCTACTCGCCATATCTGGACGCCCGGCATCCCTATTCGCAATATTTGGAGTCGGGGCATCCCTATTCATCACTGTTGGATCGGGAGGATGATCTATATGCGCCGGCTGCGCCCTCCCCCGGGCCATTGGTGGCCGCCAGAGAAAGCTCTCCACAGCCAGGCTCGCAGCAGCCGATCGCTCAAGCCATCGCGGAACTCCCAGAGTTTGATCCTGATCTAATTTGGCAGAATGTGGAAGCCGGGTCATCGCAGGCTGGACCGTCTCAGGCCGGACCTTCGCAAGCCGGGCCATCCTCGTCCGCCGGGGCTGCGCTGTCGGAGCTCACAAATTTCATTCCCGAGGACGAGCGTTTCATAGCCGACCACTGGGTCTTCTGTCCCCATACGGCCTCGGATGCCCAGATCAACATACTAAGGAGGGCCGGCCTCTTGCCTAGCAATAACTCCCGGACCACAAGTTTCACCATGCTGGGTATGCCCCACACAGCCGAATTTCGACAAGAGGGGTTCGTTCGTATCAAACCGTCGATGGACGCGGGCCTCTGA</w:t>
      </w:r>
    </w:p>
    <w:p w14:paraId="7FFAFF95" w14:textId="77777777" w:rsidR="00B14929" w:rsidRDefault="00B14929" w:rsidP="00B14929">
      <w:pPr>
        <w:pStyle w:val="HTMLPreformatted"/>
        <w:shd w:val="clear" w:color="auto" w:fill="FFFFFF"/>
        <w:snapToGrid w:val="0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0F3479A4" w14:textId="7D55E018" w:rsidR="00A1736C" w:rsidRPr="00AA5203" w:rsidRDefault="00A1736C" w:rsidP="005A7C50">
      <w:pPr>
        <w:pStyle w:val="HTMLPreformatted"/>
        <w:shd w:val="clear" w:color="auto" w:fill="FFFFFF"/>
        <w:snapToGrid w:val="0"/>
        <w:rPr>
          <w:rFonts w:ascii="Times New Roman" w:hAnsi="Times New Roman" w:cs="Times New Roman"/>
          <w:b/>
          <w:bCs/>
          <w:sz w:val="22"/>
          <w:szCs w:val="22"/>
        </w:rPr>
      </w:pPr>
      <w:r w:rsidRPr="00AA5203">
        <w:rPr>
          <w:rFonts w:ascii="Times New Roman" w:hAnsi="Times New Roman" w:cs="Times New Roman"/>
          <w:b/>
          <w:bCs/>
          <w:i/>
          <w:iCs/>
          <w:sz w:val="22"/>
          <w:szCs w:val="22"/>
        </w:rPr>
        <w:t>nopP1</w:t>
      </w:r>
      <w:r w:rsidRPr="00AA5203">
        <w:rPr>
          <w:rFonts w:ascii="Times New Roman" w:hAnsi="Times New Roman" w:cs="Times New Roman"/>
          <w:b/>
          <w:bCs/>
          <w:sz w:val="22"/>
          <w:szCs w:val="22"/>
        </w:rPr>
        <w:t xml:space="preserve"> (</w:t>
      </w:r>
      <w:r w:rsidR="00B8283D" w:rsidRPr="00AA5203">
        <w:rPr>
          <w:rFonts w:ascii="Times New Roman" w:hAnsi="Times New Roman" w:cs="Times New Roman"/>
          <w:b/>
          <w:bCs/>
          <w:sz w:val="22"/>
          <w:szCs w:val="22"/>
        </w:rPr>
        <w:t xml:space="preserve">822 </w:t>
      </w:r>
      <w:r w:rsidRPr="00AA5203">
        <w:rPr>
          <w:rFonts w:ascii="Times New Roman" w:hAnsi="Times New Roman" w:cs="Times New Roman"/>
          <w:b/>
          <w:bCs/>
          <w:sz w:val="22"/>
          <w:szCs w:val="22"/>
        </w:rPr>
        <w:t>bp)</w:t>
      </w:r>
    </w:p>
    <w:p w14:paraId="74E2544C" w14:textId="77B53632" w:rsidR="00A1736C" w:rsidRPr="00AA5203" w:rsidRDefault="00B8283D" w:rsidP="005A7C50">
      <w:pPr>
        <w:pStyle w:val="HTMLPreformatted"/>
        <w:shd w:val="clear" w:color="auto" w:fill="FFFFFF"/>
        <w:snapToGrid w:val="0"/>
        <w:rPr>
          <w:sz w:val="19"/>
          <w:szCs w:val="19"/>
        </w:rPr>
      </w:pPr>
      <w:r w:rsidRPr="00AA5203">
        <w:rPr>
          <w:sz w:val="19"/>
          <w:szCs w:val="19"/>
        </w:rPr>
        <w:t>GCGTTGGTATCCGACAGAACCCGCTTCTTATGACGGCCGATCTAACCGGGGCCAGGCCCCCGATATCCCGTCTCAGATTCTTCCAATTCGTCACGCAGGGACGGGCTGATCTGTAGCGCCTCCGCAATCGAACGAACCGTCTCGCCCGCGTCAGCCCGCGCCATGGCTCATTCGCGGATGTCTTCCGAATGGGGGCGCGTCATCCATGCTGGCCTCCGCCTCCAGCATGGAGGTCGAATCAGAAATCCCACCCGAGGGGAATCCCGATTCCAGAAAACAACAAGCTCCTAGTCAGCTTACGGTCAGTTTCGCCTGGCTACTTTGGCGCGGCCCAAAGCGCCTCAAATCAATAAGAAACCCTCTTGCCTTAGGAGTACGGATCCTC</w:t>
      </w:r>
      <w:r w:rsidRPr="00AA5203">
        <w:rPr>
          <w:b/>
          <w:bCs/>
          <w:sz w:val="19"/>
          <w:szCs w:val="19"/>
        </w:rPr>
        <w:t>ATGTACGGTCGAATTGGTGGGTATTATGAAGCAGTTACGTGGGCATCCCACGACGAACACGCGGATGACAGAGATTTCGAGGGCAGGTTCGCTAACATGCACCTGTCCGCAGCGGAGCCGACCTCCTCTTCTGCAGCGCCAACGTATTCCCTCGTGACCAAGCCTCCGATAGAGCCGATCGACAAGGATACGTTTCGCAGAGAAGCAAAGATCTTCCAAAATGATCATGAAATAATGCGCATCGCCGAGAATCCGCGGGAGTACTCGCGTTTCGTATCGACACGAGCCAAGAACGTCAGAGAGGCTGCGGAGGACTACGGCTCGACCAGAGATTCGGAGGAAGCGCGATACTACAGCTATAATCTTGGAAACAAAACTGTCGCACTGCTGCGGACGGAAGGCGGATACAGCATGAACGAATTCCACGACGACAGGTGGCGAGAACTGTTTCCCGGGCGAGAACACATCACCTCCGTCGTCGATCTTCAGCTTGCCCATCCCTTGGTGGAGAACGCAGGCGATATTCTACTCGAATATCAGCTTCGGCGAGATGCGCGAGAAGGCGAGCAACCGTTGCTTAAATGGTATCCACTTAACGAAGAATCGAAAGCTCGCGCGGCGAAGTTAGGTTTCGTAGAGGTCGACGATTGCAATATGGTACTTGATCCTACTCAGCATCCTGACAAATGGACAACGAATAGCGCAGGTGAATGGCAGCGCGCCAACAAACCTGAACGATATCTCGCTAAAGTAGACGACGGCGAGCGTCGTAATACCCATGTAGCAAGCTCCGGATACGCGTACGAGGATGACTTTATGTGA</w:t>
      </w:r>
    </w:p>
    <w:p w14:paraId="1B678517" w14:textId="77777777" w:rsidR="00B8283D" w:rsidRPr="00AA5203" w:rsidRDefault="00B8283D" w:rsidP="005A7C50">
      <w:pPr>
        <w:pStyle w:val="HTMLPreformatted"/>
        <w:shd w:val="clear" w:color="auto" w:fill="FFFFFF"/>
        <w:snapToGrid w:val="0"/>
        <w:rPr>
          <w:sz w:val="19"/>
          <w:szCs w:val="19"/>
        </w:rPr>
      </w:pPr>
    </w:p>
    <w:p w14:paraId="29C8E5DD" w14:textId="6258FCE8" w:rsidR="00A1736C" w:rsidRPr="00AA5203" w:rsidRDefault="00A1736C" w:rsidP="005A7C50">
      <w:pPr>
        <w:pStyle w:val="HTMLPreformatted"/>
        <w:shd w:val="clear" w:color="auto" w:fill="FFFFFF"/>
        <w:snapToGrid w:val="0"/>
        <w:rPr>
          <w:rFonts w:ascii="Times New Roman" w:hAnsi="Times New Roman" w:cs="Times New Roman"/>
          <w:b/>
          <w:bCs/>
          <w:sz w:val="22"/>
          <w:szCs w:val="22"/>
        </w:rPr>
      </w:pPr>
      <w:r w:rsidRPr="00AA5203">
        <w:rPr>
          <w:rFonts w:ascii="Times New Roman" w:hAnsi="Times New Roman" w:cs="Times New Roman"/>
          <w:b/>
          <w:bCs/>
          <w:i/>
          <w:iCs/>
          <w:sz w:val="22"/>
          <w:szCs w:val="22"/>
        </w:rPr>
        <w:t>nopP2</w:t>
      </w:r>
      <w:r w:rsidRPr="00AA5203">
        <w:rPr>
          <w:rFonts w:ascii="Times New Roman" w:hAnsi="Times New Roman" w:cs="Times New Roman"/>
          <w:b/>
          <w:bCs/>
          <w:sz w:val="22"/>
          <w:szCs w:val="22"/>
        </w:rPr>
        <w:t xml:space="preserve"> (</w:t>
      </w:r>
      <w:r w:rsidR="00B8283D" w:rsidRPr="00AA5203">
        <w:rPr>
          <w:rFonts w:ascii="Times New Roman" w:hAnsi="Times New Roman" w:cs="Times New Roman"/>
          <w:b/>
          <w:bCs/>
          <w:sz w:val="22"/>
          <w:szCs w:val="22"/>
        </w:rPr>
        <w:t xml:space="preserve">852 </w:t>
      </w:r>
      <w:r w:rsidRPr="00AA5203">
        <w:rPr>
          <w:rFonts w:ascii="Times New Roman" w:hAnsi="Times New Roman" w:cs="Times New Roman"/>
          <w:b/>
          <w:bCs/>
          <w:sz w:val="22"/>
          <w:szCs w:val="22"/>
        </w:rPr>
        <w:t>bp)</w:t>
      </w:r>
    </w:p>
    <w:p w14:paraId="3EF6B7C6" w14:textId="7B2DEB94" w:rsidR="002A4A7E" w:rsidRPr="00AA5203" w:rsidRDefault="00D950B3" w:rsidP="005A7C50">
      <w:pPr>
        <w:snapToGrid w:val="0"/>
        <w:spacing w:before="0" w:after="0"/>
        <w:jc w:val="both"/>
        <w:rPr>
          <w:rFonts w:ascii="Courier New" w:hAnsi="Courier New" w:cs="Courier New"/>
          <w:sz w:val="19"/>
          <w:szCs w:val="19"/>
        </w:rPr>
      </w:pPr>
      <w:r w:rsidRPr="00AA5203">
        <w:rPr>
          <w:rFonts w:ascii="Courier New" w:hAnsi="Courier New" w:cs="Courier New"/>
          <w:sz w:val="19"/>
          <w:szCs w:val="19"/>
        </w:rPr>
        <w:t>GCCGAAGGCCGGGTCTGTCCCTACGGCAGGCGTGCGGCATGTAGCGGGCGAGAGCCATTGCTGGTCGCGTGCAACACGGGCGTGAAGATCAGGCCGGCCTGCGCTGATAGTCTCGATGGTCTAGACGACCTGCCGCGGCCCGACGATGCCGCTGCACCGAACGGCGGGGACAGCGCAACAGCGCGTCACGAAATGGTCGATATCGGCAGCACACGACTAAAACGCACAGAACTGGAAAACGAGAGCGTAAGGGCGGGCCGGTCCTCGATAGACGTGTGCATTTGTTCAAGTATCTGATCAAACCCCCAGCCTGCAAGTGCTCTAATGAAAGGCGATCGCGCGTGTGGCGATGAGTGGCCAGTCCTTGAGGGATGGACCATCGTCATATGACGTAATGTGCACTCACCGAATGCAATTCGATGAGTTGCGCGTGCGGCGAATGCGCGCGGAGCGCCTGGTCGTAGCGTGCGAGGCGGACAGAGGCTTTGCGCTATCT</w:t>
      </w:r>
      <w:r w:rsidRPr="00B4611C">
        <w:rPr>
          <w:rFonts w:ascii="Courier New" w:hAnsi="Courier New" w:cs="Courier New"/>
          <w:b/>
          <w:bCs/>
          <w:sz w:val="19"/>
          <w:szCs w:val="19"/>
          <w:bdr w:val="single" w:sz="4" w:space="0" w:color="auto"/>
        </w:rPr>
        <w:t>GGGTCAGCTTGCGGTAAGCTAGGCTGTGTA</w:t>
      </w:r>
      <w:r w:rsidRPr="00AA5203">
        <w:rPr>
          <w:rFonts w:ascii="Courier New" w:hAnsi="Courier New" w:cs="Courier New"/>
          <w:sz w:val="19"/>
          <w:szCs w:val="19"/>
        </w:rPr>
        <w:t>TTCTAGTCGGCAGAGCTTGCGCGGCACGAGCTCAACAGCGTGGAAATTTGCCGATAGGAGAGCGATCTG</w:t>
      </w:r>
      <w:r w:rsidRPr="00AA5203">
        <w:rPr>
          <w:rFonts w:ascii="Courier New" w:hAnsi="Courier New" w:cs="Courier New"/>
          <w:b/>
          <w:bCs/>
          <w:sz w:val="19"/>
          <w:szCs w:val="19"/>
        </w:rPr>
        <w:t>ATGTATGGCAGAATCGTTGGCTCATCGAGCCCGTCCACAGGCGCCAGCCAAGCTGATGAAGCGGGAGAGGCGGGGGACAGCTCGCATTTTACGGAAATGGTTGCAGGCGTCGGTTCAAGTGGGGCGTCGCCGGCGCGATACTCTCTGGAATCCAATCCGCCCATTTCCGAGATCGATCGCTCTTCCTTCAATGACGGACTGTGGAGATTTCTGGGTTCTGATATCCAGAGCATCGCAAGTAGCCGGGAAGAGTACTCGGATTTCGTATCCAAGAAAGCTGAGCGCGCAGCAACGGTCGCTGGAAGCTATCTCCACACCTACGATGATCTGTCCAGGCCAGCGAAATTTTTCAGCTATAAATTGGGTGACGAAACGGTCGGCCTCTTAAGAGTGGGAGGTCCGGTTCGGATCAAAGGAGACGCCTTCCGGAACCAGTTTGGCCGCAACGATCTGACGTCTGTGGTAGACCTTCGGGTGACACATCCCCTGGTCGAGAATGCGGGCGATATTCTGCTGGAACATCAACTGAGAATTGATGCGCGCAACGGCGCTGAGCCGCTGATCTTGTCAAAACCAGCCTTAGGCGGGATGGAACCCCGCCTGGCGGAAATGGGTTTTGTTCACGTGGGGCGAAACCACTGGGTGCTTGATCCTCACCAGCATCCGGAAGTGTGGACCAAGAATGAGAACGATGAGTGGCAGCGAGTAGGCAAGCCTACAAAGTACCTCGCCAAGGCAGGGGATGGTGATAGCGCGACCCAAGCGCCTCGCCAGTTTGACTCTTCTGACGAAGATGATTCGACAGAATACTACTACTTGGAGCGCGCCCTTGCGGGGCTGCACACAGAGTAG</w:t>
      </w:r>
    </w:p>
    <w:p w14:paraId="2BB37CDC" w14:textId="77777777" w:rsidR="00D950B3" w:rsidRPr="00AA5203" w:rsidRDefault="00D950B3" w:rsidP="005A7C50">
      <w:pPr>
        <w:snapToGrid w:val="0"/>
        <w:spacing w:before="0" w:after="0"/>
        <w:jc w:val="both"/>
        <w:rPr>
          <w:sz w:val="19"/>
          <w:szCs w:val="19"/>
        </w:rPr>
      </w:pPr>
    </w:p>
    <w:p w14:paraId="53479CC4" w14:textId="77777777" w:rsidR="00B14929" w:rsidRDefault="00B14929">
      <w:pPr>
        <w:spacing w:before="0" w:after="200" w:line="276" w:lineRule="auto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br w:type="page"/>
      </w:r>
    </w:p>
    <w:p w14:paraId="790D64D0" w14:textId="78B1AD05" w:rsidR="00A1736C" w:rsidRPr="00AA5203" w:rsidRDefault="00A1736C" w:rsidP="005A7C50">
      <w:pPr>
        <w:snapToGrid w:val="0"/>
        <w:spacing w:before="0" w:after="0"/>
        <w:jc w:val="both"/>
        <w:rPr>
          <w:rFonts w:cs="Times New Roman"/>
          <w:b/>
          <w:bCs/>
          <w:sz w:val="22"/>
        </w:rPr>
      </w:pPr>
      <w:bookmarkStart w:id="3" w:name="_GoBack"/>
      <w:proofErr w:type="spellStart"/>
      <w:r w:rsidRPr="00AA5203">
        <w:rPr>
          <w:b/>
          <w:bCs/>
          <w:i/>
          <w:iCs/>
          <w:sz w:val="22"/>
        </w:rPr>
        <w:lastRenderedPageBreak/>
        <w:t>rhcJ</w:t>
      </w:r>
      <w:proofErr w:type="spellEnd"/>
      <w:r w:rsidRPr="00AA5203">
        <w:rPr>
          <w:b/>
          <w:bCs/>
          <w:sz w:val="22"/>
        </w:rPr>
        <w:t xml:space="preserve"> </w:t>
      </w:r>
      <w:r w:rsidRPr="00AA5203">
        <w:rPr>
          <w:rFonts w:cs="Times New Roman"/>
          <w:b/>
          <w:bCs/>
          <w:sz w:val="22"/>
        </w:rPr>
        <w:t>(</w:t>
      </w:r>
      <w:r w:rsidR="00B97E75" w:rsidRPr="00AA5203">
        <w:rPr>
          <w:rFonts w:cs="Times New Roman"/>
          <w:b/>
          <w:bCs/>
          <w:sz w:val="22"/>
        </w:rPr>
        <w:t xml:space="preserve">876 </w:t>
      </w:r>
      <w:r w:rsidRPr="00AA5203">
        <w:rPr>
          <w:rFonts w:cs="Times New Roman"/>
          <w:b/>
          <w:bCs/>
          <w:sz w:val="22"/>
        </w:rPr>
        <w:t>bp)</w:t>
      </w:r>
    </w:p>
    <w:p w14:paraId="2DCB6262" w14:textId="2B609710" w:rsidR="00A1736C" w:rsidRPr="00AA5203" w:rsidRDefault="00B97E75" w:rsidP="005A7C50">
      <w:pPr>
        <w:snapToGrid w:val="0"/>
        <w:spacing w:before="0" w:after="0"/>
        <w:rPr>
          <w:rFonts w:ascii="Courier New" w:hAnsi="Courier New" w:cs="Courier New"/>
          <w:sz w:val="19"/>
          <w:szCs w:val="19"/>
        </w:rPr>
      </w:pPr>
      <w:r w:rsidRPr="00AA5203">
        <w:rPr>
          <w:rFonts w:ascii="Courier New" w:hAnsi="Courier New" w:cs="Courier New"/>
          <w:b/>
          <w:bCs/>
          <w:sz w:val="19"/>
          <w:szCs w:val="19"/>
        </w:rPr>
        <w:t>ATG</w:t>
      </w:r>
      <w:r w:rsidRPr="00AA5203">
        <w:rPr>
          <w:rFonts w:ascii="Courier New" w:hAnsi="Courier New" w:cs="Courier New"/>
          <w:sz w:val="19"/>
          <w:szCs w:val="19"/>
        </w:rPr>
        <w:t>AAGCTGATGCGTGGTGTGATGTGCAGTGCGGGCAACGGCAGCCGTCAATCGTGGCGACGGCTTCGCGTTTGCCTTGCTCTGCCCCTTCTTGTTCCGTTGCTCGGCTGCAAAGCTGATCTCTACAGTAAGATTCAGGAGCGTGAAGCCAATGAGATGCTTGCGCTTCTCCTTGGCAAGGGTGTCGATGCAGCTCGTGTTGTCGCCAAAGATGGGACCAGCACGATCCAGGTCGAGGAAAGGCAGCTCGCCTATTCGATTGACTTGCTGAATGTTGAGGGGCTGCCGCGCCAATCTTTCAAGAATCTTGGCGAGGTATTCAAGGGATCGGGCCTCGTTGCGTCGCCGATCGAGGAGCGGGCCCGTTACGTTTATGCCCTCAGCGAGGAATTGTCGCGCACCATTAGCGATATCGATGGCGTCCTTTCCGCCCGGGTCCATGTGGTCCTTCCTAAAAACGATCTGTTGCGGCAAGATGCGACCCCGTCCTCAGCGTCGGTTTTCATCCGACATGGCTCCAACGCAAAGCTCTCGGCGCTGTTGCCTCAGATCAAGATGCTCGTAGCCAACAGCATCGAAGGGCTGTCCTACGACAAGGTGGCTGTGGTCTTCGTGCCGGTTGAGCGAACTCCGCTTGAGCAGCCAGCGTCGCCGACAGCCGCTTCAGCTCAAAGCGCAAAATCTGCTTCAACGCCGTGGCTTGCGCTTGGGGTTGGAGGCGCCGGCGCCATATTCGTCATTGCATCTTATGTGTTGCTCGGTGCGCGTCTTCGTCAGTTCGGGCAATCATCGCGCAACCTGATCATGTTCAACAGGCGTTCGAATGTGCCCGCCGTTCAGGCTGCTGGTAAAAAGATCATGTCTGATTCGACA</w:t>
      </w:r>
      <w:r w:rsidRPr="00AA5203">
        <w:rPr>
          <w:rFonts w:ascii="Courier New" w:hAnsi="Courier New" w:cs="Courier New"/>
          <w:b/>
          <w:bCs/>
          <w:sz w:val="19"/>
          <w:szCs w:val="19"/>
        </w:rPr>
        <w:t>TAG</w:t>
      </w:r>
    </w:p>
    <w:p w14:paraId="3DFC48A2" w14:textId="77777777" w:rsidR="00B8283D" w:rsidRPr="00AA5203" w:rsidRDefault="00B8283D" w:rsidP="005A7C50">
      <w:pPr>
        <w:snapToGrid w:val="0"/>
        <w:spacing w:before="0" w:after="0"/>
        <w:jc w:val="both"/>
        <w:rPr>
          <w:rFonts w:cs="Times New Roman"/>
          <w:sz w:val="19"/>
          <w:szCs w:val="19"/>
        </w:rPr>
      </w:pPr>
    </w:p>
    <w:p w14:paraId="44E28E02" w14:textId="29EA345F" w:rsidR="00A1736C" w:rsidRPr="00AA5203" w:rsidRDefault="00A1736C" w:rsidP="005A7C50">
      <w:pPr>
        <w:snapToGrid w:val="0"/>
        <w:spacing w:before="0" w:after="0"/>
        <w:jc w:val="both"/>
        <w:rPr>
          <w:rFonts w:cs="Times New Roman"/>
          <w:b/>
          <w:bCs/>
          <w:sz w:val="22"/>
        </w:rPr>
      </w:pPr>
      <w:proofErr w:type="spellStart"/>
      <w:r w:rsidRPr="00AA5203">
        <w:rPr>
          <w:rFonts w:cs="Times New Roman"/>
          <w:b/>
          <w:bCs/>
          <w:i/>
          <w:iCs/>
          <w:sz w:val="22"/>
        </w:rPr>
        <w:t>ttsI</w:t>
      </w:r>
      <w:proofErr w:type="spellEnd"/>
      <w:r w:rsidRPr="00AA5203">
        <w:rPr>
          <w:rFonts w:cs="Times New Roman"/>
          <w:b/>
          <w:bCs/>
          <w:i/>
          <w:iCs/>
          <w:sz w:val="22"/>
        </w:rPr>
        <w:t xml:space="preserve"> </w:t>
      </w:r>
      <w:r w:rsidRPr="00AA5203">
        <w:rPr>
          <w:rFonts w:cs="Times New Roman"/>
          <w:b/>
          <w:bCs/>
          <w:sz w:val="22"/>
        </w:rPr>
        <w:t>(</w:t>
      </w:r>
      <w:r w:rsidR="00B97E75" w:rsidRPr="00AA5203">
        <w:rPr>
          <w:rFonts w:cs="Times New Roman"/>
          <w:b/>
          <w:bCs/>
          <w:sz w:val="22"/>
        </w:rPr>
        <w:t xml:space="preserve">690 </w:t>
      </w:r>
      <w:r w:rsidRPr="00AA5203">
        <w:rPr>
          <w:rFonts w:cs="Times New Roman"/>
          <w:b/>
          <w:bCs/>
          <w:sz w:val="22"/>
        </w:rPr>
        <w:t>bp)</w:t>
      </w:r>
    </w:p>
    <w:p w14:paraId="746597AA" w14:textId="77777777" w:rsidR="00B97E75" w:rsidRPr="00AA5203" w:rsidRDefault="00B97E75" w:rsidP="005A7C50">
      <w:pPr>
        <w:snapToGrid w:val="0"/>
        <w:spacing w:before="0" w:after="0"/>
        <w:rPr>
          <w:rFonts w:ascii="Courier New" w:hAnsi="Courier New" w:cs="Courier New"/>
          <w:sz w:val="19"/>
          <w:szCs w:val="19"/>
        </w:rPr>
      </w:pPr>
      <w:r w:rsidRPr="00AA5203">
        <w:rPr>
          <w:rFonts w:ascii="Courier New" w:hAnsi="Courier New" w:cs="Courier New"/>
          <w:b/>
          <w:bCs/>
          <w:sz w:val="19"/>
          <w:szCs w:val="19"/>
        </w:rPr>
        <w:t>ATG</w:t>
      </w:r>
      <w:r w:rsidRPr="00AA5203">
        <w:rPr>
          <w:rFonts w:ascii="Courier New" w:hAnsi="Courier New" w:cs="Courier New"/>
          <w:sz w:val="19"/>
          <w:szCs w:val="19"/>
        </w:rPr>
        <w:t>CGAATTCTCCTGGTTGATCATCATGCGGACTTTGCCCGTGCTGTGAAGGAAGCGCTCCCCTATTGCGGGTTCGCAGTTGACGTGACACGCACGCTGGATGAGGCGGCGGCCGCGCTGGATTGCGCCAACTATCACATTCTTTTGCTCGAATTGGTTCTGCCCGATGGAGACGGCTTGGATTGGCTGAAGCAGCTGCGGCGCGAGGGACGCTCGATGCCGGCCATTATGATGAGCAGTCTCAACGATCTCGGCCGGCGGATTGCGATCTTCAATGCGGGCGCGGACGATTTCCTCCCCAAACCCGTATCGACCGAGGAACTCATCGCACGCATGCGGGCCATTCTGCGGCGGTCGACGCAAATGACGGCGCCGCTCGTGACATTCGGCAATCTGCACTTCGACCCCATTGCGAGGCAAGTCGCGGTCGGTGGTCGGATACTGAAGATTGCCCGCCGCGAAGTGTGCATTCTTGAACATTTGCTCAACCGTGCCGGCCGCACCGTGCCGCGCGCATCACTGGAGGACAGCCTGTACGCGTTCGACGATGAGGTCTCGACCAATGCGCTGGAAGTCGGGATCTATCGCCTGCGCACGCATTTGAGCCAGTCGGGTGCGACGCTCAGGATCAAGACCGCGCGCGGCGTCGGTTACACCCTTGAACTCATTGAGGCAGCCTCGGCTGCC</w:t>
      </w:r>
      <w:r w:rsidRPr="00AA5203">
        <w:rPr>
          <w:rFonts w:ascii="Courier New" w:hAnsi="Courier New" w:cs="Courier New"/>
          <w:b/>
          <w:bCs/>
          <w:sz w:val="19"/>
          <w:szCs w:val="19"/>
        </w:rPr>
        <w:t>TGA</w:t>
      </w:r>
      <w:bookmarkEnd w:id="3"/>
    </w:p>
    <w:sectPr w:rsidR="00B97E75" w:rsidRPr="00AA5203" w:rsidSect="00237B10">
      <w:footerReference w:type="even" r:id="rId8"/>
      <w:footerReference w:type="default" r:id="rId9"/>
      <w:headerReference w:type="first" r:id="rId10"/>
      <w:pgSz w:w="16840" w:h="11900" w:orient="landscape"/>
      <w:pgMar w:top="851" w:right="851" w:bottom="851" w:left="85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5666B" w14:textId="77777777" w:rsidR="00C94C0A" w:rsidRDefault="00C94C0A" w:rsidP="00117666">
      <w:pPr>
        <w:spacing w:after="0"/>
      </w:pPr>
      <w:r>
        <w:separator/>
      </w:r>
    </w:p>
  </w:endnote>
  <w:endnote w:type="continuationSeparator" w:id="0">
    <w:p w14:paraId="5DD3BFF9" w14:textId="77777777" w:rsidR="00C94C0A" w:rsidRDefault="00C94C0A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54E34" w14:textId="77777777" w:rsidR="00CB1394" w:rsidRPr="00577C4C" w:rsidRDefault="00CB1394">
    <w:pPr>
      <w:rPr>
        <w:color w:val="C00000"/>
        <w:szCs w:val="24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082CED" wp14:editId="5DB044F5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F24A63" w14:textId="4B133A6D" w:rsidR="00CB1394" w:rsidRPr="00577C4C" w:rsidRDefault="00CB1394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8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082C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7CF24A63" w14:textId="4B133A6D" w:rsidR="00CB1394" w:rsidRPr="00577C4C" w:rsidRDefault="00CB1394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8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5FD85" w14:textId="77777777" w:rsidR="00CB1394" w:rsidRPr="00577C4C" w:rsidRDefault="00CB1394">
    <w:pPr>
      <w:rPr>
        <w:b/>
        <w:sz w:val="20"/>
        <w:szCs w:val="24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E524212" wp14:editId="44BD88E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4037BB3" w14:textId="7CCAEE7D" w:rsidR="00CB1394" w:rsidRPr="00577C4C" w:rsidRDefault="00CB1394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9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524212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44037BB3" w14:textId="7CCAEE7D" w:rsidR="00CB1394" w:rsidRPr="00577C4C" w:rsidRDefault="00CB1394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9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F9E04" w14:textId="77777777" w:rsidR="00C94C0A" w:rsidRDefault="00C94C0A" w:rsidP="00117666">
      <w:pPr>
        <w:spacing w:after="0"/>
      </w:pPr>
      <w:r>
        <w:separator/>
      </w:r>
    </w:p>
  </w:footnote>
  <w:footnote w:type="continuationSeparator" w:id="0">
    <w:p w14:paraId="7F5556FB" w14:textId="77777777" w:rsidR="00C94C0A" w:rsidRDefault="00C94C0A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5FA1A" w14:textId="1F5222C1" w:rsidR="00CB1394" w:rsidRDefault="00CB1394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172831"/>
    <w:multiLevelType w:val="hybridMultilevel"/>
    <w:tmpl w:val="BB36AE4C"/>
    <w:lvl w:ilvl="0" w:tplc="43FC98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oNotTrackMoves/>
  <w:defaultTabStop w:val="720"/>
  <w:hyphenationZone w:val="425"/>
  <w:evenAndOddHeader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yszAwsTQzsTSyMDBW0lEKTi0uzszPAykwMasFANIya3ktAAAA"/>
  </w:docVars>
  <w:rsids>
    <w:rsidRoot w:val="007333DF"/>
    <w:rsid w:val="0001436A"/>
    <w:rsid w:val="000229FE"/>
    <w:rsid w:val="00027873"/>
    <w:rsid w:val="00034304"/>
    <w:rsid w:val="0003467E"/>
    <w:rsid w:val="00035434"/>
    <w:rsid w:val="0003580F"/>
    <w:rsid w:val="000423EA"/>
    <w:rsid w:val="00044BD2"/>
    <w:rsid w:val="00044CA7"/>
    <w:rsid w:val="00052A14"/>
    <w:rsid w:val="00055BCF"/>
    <w:rsid w:val="00057F73"/>
    <w:rsid w:val="000616BE"/>
    <w:rsid w:val="0007354A"/>
    <w:rsid w:val="00077D53"/>
    <w:rsid w:val="00083A16"/>
    <w:rsid w:val="00091E3B"/>
    <w:rsid w:val="00092105"/>
    <w:rsid w:val="000A7B8F"/>
    <w:rsid w:val="000B315E"/>
    <w:rsid w:val="000B3D0B"/>
    <w:rsid w:val="000C0F82"/>
    <w:rsid w:val="000C46B1"/>
    <w:rsid w:val="000D0C26"/>
    <w:rsid w:val="000D3A69"/>
    <w:rsid w:val="000D404E"/>
    <w:rsid w:val="000D545D"/>
    <w:rsid w:val="000D6A53"/>
    <w:rsid w:val="000E056C"/>
    <w:rsid w:val="000E2AA4"/>
    <w:rsid w:val="000E3483"/>
    <w:rsid w:val="000F5688"/>
    <w:rsid w:val="001006F5"/>
    <w:rsid w:val="001037B1"/>
    <w:rsid w:val="00105FD9"/>
    <w:rsid w:val="00110939"/>
    <w:rsid w:val="00117220"/>
    <w:rsid w:val="00117666"/>
    <w:rsid w:val="001214A9"/>
    <w:rsid w:val="001222AB"/>
    <w:rsid w:val="00123833"/>
    <w:rsid w:val="0012661A"/>
    <w:rsid w:val="00143223"/>
    <w:rsid w:val="00143ACA"/>
    <w:rsid w:val="00145881"/>
    <w:rsid w:val="00145896"/>
    <w:rsid w:val="001549D3"/>
    <w:rsid w:val="00157E9D"/>
    <w:rsid w:val="00160065"/>
    <w:rsid w:val="00162D19"/>
    <w:rsid w:val="00165E63"/>
    <w:rsid w:val="00166D8A"/>
    <w:rsid w:val="0017152F"/>
    <w:rsid w:val="00177D84"/>
    <w:rsid w:val="001856C9"/>
    <w:rsid w:val="00185972"/>
    <w:rsid w:val="00185B84"/>
    <w:rsid w:val="001A5EF0"/>
    <w:rsid w:val="001B0F32"/>
    <w:rsid w:val="001B221E"/>
    <w:rsid w:val="001B6567"/>
    <w:rsid w:val="001C4041"/>
    <w:rsid w:val="001C4BFB"/>
    <w:rsid w:val="001D39F5"/>
    <w:rsid w:val="001D554D"/>
    <w:rsid w:val="001E08A5"/>
    <w:rsid w:val="001E6CAC"/>
    <w:rsid w:val="001F388F"/>
    <w:rsid w:val="001F4227"/>
    <w:rsid w:val="001F42F3"/>
    <w:rsid w:val="00212902"/>
    <w:rsid w:val="00217835"/>
    <w:rsid w:val="00224038"/>
    <w:rsid w:val="00224390"/>
    <w:rsid w:val="00224576"/>
    <w:rsid w:val="00231777"/>
    <w:rsid w:val="002347F1"/>
    <w:rsid w:val="00235FB6"/>
    <w:rsid w:val="00237B10"/>
    <w:rsid w:val="00241060"/>
    <w:rsid w:val="00242CF9"/>
    <w:rsid w:val="00255DA5"/>
    <w:rsid w:val="00263DB5"/>
    <w:rsid w:val="002656CF"/>
    <w:rsid w:val="00267D18"/>
    <w:rsid w:val="002704A0"/>
    <w:rsid w:val="00272D21"/>
    <w:rsid w:val="00276857"/>
    <w:rsid w:val="002868E2"/>
    <w:rsid w:val="002869C3"/>
    <w:rsid w:val="00287F0C"/>
    <w:rsid w:val="002936E4"/>
    <w:rsid w:val="002A00C7"/>
    <w:rsid w:val="002A4A7E"/>
    <w:rsid w:val="002A6DA1"/>
    <w:rsid w:val="002B0257"/>
    <w:rsid w:val="002B17C2"/>
    <w:rsid w:val="002B4A57"/>
    <w:rsid w:val="002B7CCF"/>
    <w:rsid w:val="002C4956"/>
    <w:rsid w:val="002C74CA"/>
    <w:rsid w:val="002D15A7"/>
    <w:rsid w:val="002E65D0"/>
    <w:rsid w:val="002F5A08"/>
    <w:rsid w:val="002F6C3D"/>
    <w:rsid w:val="0030093B"/>
    <w:rsid w:val="00303C8E"/>
    <w:rsid w:val="003164E7"/>
    <w:rsid w:val="00322501"/>
    <w:rsid w:val="00322E0D"/>
    <w:rsid w:val="0033545E"/>
    <w:rsid w:val="00344B66"/>
    <w:rsid w:val="00346705"/>
    <w:rsid w:val="00347B66"/>
    <w:rsid w:val="003544FB"/>
    <w:rsid w:val="00355973"/>
    <w:rsid w:val="00366A21"/>
    <w:rsid w:val="00370B70"/>
    <w:rsid w:val="00374404"/>
    <w:rsid w:val="00381DA1"/>
    <w:rsid w:val="003850AB"/>
    <w:rsid w:val="00385480"/>
    <w:rsid w:val="00391C87"/>
    <w:rsid w:val="00393896"/>
    <w:rsid w:val="003949A1"/>
    <w:rsid w:val="003977FB"/>
    <w:rsid w:val="003B10E6"/>
    <w:rsid w:val="003B64FE"/>
    <w:rsid w:val="003C3C5F"/>
    <w:rsid w:val="003C4170"/>
    <w:rsid w:val="003D2F2D"/>
    <w:rsid w:val="003D3008"/>
    <w:rsid w:val="003D585B"/>
    <w:rsid w:val="003D6B23"/>
    <w:rsid w:val="003E2B45"/>
    <w:rsid w:val="003E4F00"/>
    <w:rsid w:val="003F27F9"/>
    <w:rsid w:val="003F46F2"/>
    <w:rsid w:val="003F5152"/>
    <w:rsid w:val="003F7EBB"/>
    <w:rsid w:val="00401590"/>
    <w:rsid w:val="00401E71"/>
    <w:rsid w:val="0041426B"/>
    <w:rsid w:val="00415477"/>
    <w:rsid w:val="00416C61"/>
    <w:rsid w:val="0042432A"/>
    <w:rsid w:val="00437E2D"/>
    <w:rsid w:val="00442ADB"/>
    <w:rsid w:val="004447C6"/>
    <w:rsid w:val="00445B14"/>
    <w:rsid w:val="00446630"/>
    <w:rsid w:val="00447192"/>
    <w:rsid w:val="00447801"/>
    <w:rsid w:val="0045132A"/>
    <w:rsid w:val="00452E9C"/>
    <w:rsid w:val="0045332F"/>
    <w:rsid w:val="004611F7"/>
    <w:rsid w:val="00462148"/>
    <w:rsid w:val="0046360C"/>
    <w:rsid w:val="004653A4"/>
    <w:rsid w:val="0046548A"/>
    <w:rsid w:val="00466E58"/>
    <w:rsid w:val="0046777D"/>
    <w:rsid w:val="00467DBD"/>
    <w:rsid w:val="004735C8"/>
    <w:rsid w:val="00474744"/>
    <w:rsid w:val="0048081C"/>
    <w:rsid w:val="004814F0"/>
    <w:rsid w:val="00483EE9"/>
    <w:rsid w:val="004961FF"/>
    <w:rsid w:val="004977F2"/>
    <w:rsid w:val="004A201E"/>
    <w:rsid w:val="004A2489"/>
    <w:rsid w:val="004B4E0C"/>
    <w:rsid w:val="004B6AB4"/>
    <w:rsid w:val="004B6D6E"/>
    <w:rsid w:val="004C3120"/>
    <w:rsid w:val="004C45EE"/>
    <w:rsid w:val="004C4737"/>
    <w:rsid w:val="004D7DB8"/>
    <w:rsid w:val="004E15A7"/>
    <w:rsid w:val="004F108F"/>
    <w:rsid w:val="00507477"/>
    <w:rsid w:val="00512C6E"/>
    <w:rsid w:val="005131D5"/>
    <w:rsid w:val="00517A89"/>
    <w:rsid w:val="00521639"/>
    <w:rsid w:val="00522944"/>
    <w:rsid w:val="0052438A"/>
    <w:rsid w:val="005250F2"/>
    <w:rsid w:val="0052681C"/>
    <w:rsid w:val="00526C48"/>
    <w:rsid w:val="00532394"/>
    <w:rsid w:val="00532626"/>
    <w:rsid w:val="00560923"/>
    <w:rsid w:val="005632B5"/>
    <w:rsid w:val="00565E2C"/>
    <w:rsid w:val="00566125"/>
    <w:rsid w:val="00570755"/>
    <w:rsid w:val="00573314"/>
    <w:rsid w:val="0057702B"/>
    <w:rsid w:val="00577BB9"/>
    <w:rsid w:val="00586835"/>
    <w:rsid w:val="00593EEA"/>
    <w:rsid w:val="005953C9"/>
    <w:rsid w:val="005963BA"/>
    <w:rsid w:val="005A129C"/>
    <w:rsid w:val="005A157F"/>
    <w:rsid w:val="005A50B3"/>
    <w:rsid w:val="005A52D8"/>
    <w:rsid w:val="005A5EEE"/>
    <w:rsid w:val="005A7C50"/>
    <w:rsid w:val="005C065D"/>
    <w:rsid w:val="005C4979"/>
    <w:rsid w:val="005C688B"/>
    <w:rsid w:val="005D29FD"/>
    <w:rsid w:val="005E670F"/>
    <w:rsid w:val="005E7B00"/>
    <w:rsid w:val="005F1A4C"/>
    <w:rsid w:val="006217FC"/>
    <w:rsid w:val="00622E5E"/>
    <w:rsid w:val="006263DB"/>
    <w:rsid w:val="0063369B"/>
    <w:rsid w:val="006375C7"/>
    <w:rsid w:val="006435CF"/>
    <w:rsid w:val="00645175"/>
    <w:rsid w:val="0065200E"/>
    <w:rsid w:val="00652A78"/>
    <w:rsid w:val="00654E8F"/>
    <w:rsid w:val="00660D05"/>
    <w:rsid w:val="00667D74"/>
    <w:rsid w:val="00673DBB"/>
    <w:rsid w:val="00674D23"/>
    <w:rsid w:val="00676982"/>
    <w:rsid w:val="0067737F"/>
    <w:rsid w:val="00677EAC"/>
    <w:rsid w:val="00681658"/>
    <w:rsid w:val="00681EDA"/>
    <w:rsid w:val="006820B1"/>
    <w:rsid w:val="00683E86"/>
    <w:rsid w:val="00685F7A"/>
    <w:rsid w:val="00690509"/>
    <w:rsid w:val="0069784C"/>
    <w:rsid w:val="006A4041"/>
    <w:rsid w:val="006B2B01"/>
    <w:rsid w:val="006B7D14"/>
    <w:rsid w:val="006D25A0"/>
    <w:rsid w:val="006E1969"/>
    <w:rsid w:val="006E347C"/>
    <w:rsid w:val="00701727"/>
    <w:rsid w:val="007054FB"/>
    <w:rsid w:val="0070566C"/>
    <w:rsid w:val="00706385"/>
    <w:rsid w:val="00707E74"/>
    <w:rsid w:val="00710374"/>
    <w:rsid w:val="0071187F"/>
    <w:rsid w:val="00714C50"/>
    <w:rsid w:val="00715B66"/>
    <w:rsid w:val="0072290D"/>
    <w:rsid w:val="00725A7D"/>
    <w:rsid w:val="00726BC9"/>
    <w:rsid w:val="007333DF"/>
    <w:rsid w:val="00740736"/>
    <w:rsid w:val="00744A8F"/>
    <w:rsid w:val="007501BE"/>
    <w:rsid w:val="0075195A"/>
    <w:rsid w:val="007526C4"/>
    <w:rsid w:val="00752C6B"/>
    <w:rsid w:val="007709E5"/>
    <w:rsid w:val="00775674"/>
    <w:rsid w:val="00777CF1"/>
    <w:rsid w:val="0078282B"/>
    <w:rsid w:val="0078613B"/>
    <w:rsid w:val="0078778D"/>
    <w:rsid w:val="00790BB3"/>
    <w:rsid w:val="007A1A1B"/>
    <w:rsid w:val="007A61EE"/>
    <w:rsid w:val="007A62DE"/>
    <w:rsid w:val="007A6367"/>
    <w:rsid w:val="007A6CFA"/>
    <w:rsid w:val="007B4F41"/>
    <w:rsid w:val="007C084C"/>
    <w:rsid w:val="007C206C"/>
    <w:rsid w:val="007C5034"/>
    <w:rsid w:val="007C7CB8"/>
    <w:rsid w:val="007D34E9"/>
    <w:rsid w:val="007D3925"/>
    <w:rsid w:val="007D407F"/>
    <w:rsid w:val="007E7687"/>
    <w:rsid w:val="00803590"/>
    <w:rsid w:val="008060BF"/>
    <w:rsid w:val="008118F2"/>
    <w:rsid w:val="00814ADF"/>
    <w:rsid w:val="00817DD6"/>
    <w:rsid w:val="008227B3"/>
    <w:rsid w:val="00823CEC"/>
    <w:rsid w:val="0082555F"/>
    <w:rsid w:val="00835F16"/>
    <w:rsid w:val="00837A6F"/>
    <w:rsid w:val="00852E60"/>
    <w:rsid w:val="00862211"/>
    <w:rsid w:val="0086309A"/>
    <w:rsid w:val="00864686"/>
    <w:rsid w:val="0087624A"/>
    <w:rsid w:val="0087630C"/>
    <w:rsid w:val="0087703B"/>
    <w:rsid w:val="00885156"/>
    <w:rsid w:val="00890BE4"/>
    <w:rsid w:val="00896D51"/>
    <w:rsid w:val="008A20ED"/>
    <w:rsid w:val="008B5021"/>
    <w:rsid w:val="008B5715"/>
    <w:rsid w:val="008B5B73"/>
    <w:rsid w:val="008D1D95"/>
    <w:rsid w:val="008D2B7D"/>
    <w:rsid w:val="008D3D9D"/>
    <w:rsid w:val="008F0DC9"/>
    <w:rsid w:val="008F2E55"/>
    <w:rsid w:val="008F4CD4"/>
    <w:rsid w:val="00901DF0"/>
    <w:rsid w:val="00903EC6"/>
    <w:rsid w:val="0090646B"/>
    <w:rsid w:val="00907F08"/>
    <w:rsid w:val="009151AA"/>
    <w:rsid w:val="009232B7"/>
    <w:rsid w:val="00924434"/>
    <w:rsid w:val="009260BE"/>
    <w:rsid w:val="00926CC1"/>
    <w:rsid w:val="0093429D"/>
    <w:rsid w:val="0094332C"/>
    <w:rsid w:val="00943573"/>
    <w:rsid w:val="00944A60"/>
    <w:rsid w:val="00962B5F"/>
    <w:rsid w:val="009648CC"/>
    <w:rsid w:val="00970F7D"/>
    <w:rsid w:val="009772D5"/>
    <w:rsid w:val="00977611"/>
    <w:rsid w:val="0098588C"/>
    <w:rsid w:val="00992980"/>
    <w:rsid w:val="00994A3D"/>
    <w:rsid w:val="009A063A"/>
    <w:rsid w:val="009A58DF"/>
    <w:rsid w:val="009B1580"/>
    <w:rsid w:val="009C2B12"/>
    <w:rsid w:val="009C5B62"/>
    <w:rsid w:val="009D2686"/>
    <w:rsid w:val="009D66B7"/>
    <w:rsid w:val="009E1EBD"/>
    <w:rsid w:val="009F4AB6"/>
    <w:rsid w:val="009F67C8"/>
    <w:rsid w:val="009F7A88"/>
    <w:rsid w:val="00A04EBB"/>
    <w:rsid w:val="00A05DDE"/>
    <w:rsid w:val="00A076DB"/>
    <w:rsid w:val="00A10589"/>
    <w:rsid w:val="00A1736C"/>
    <w:rsid w:val="00A174D9"/>
    <w:rsid w:val="00A21497"/>
    <w:rsid w:val="00A30C85"/>
    <w:rsid w:val="00A3683A"/>
    <w:rsid w:val="00A44878"/>
    <w:rsid w:val="00A478C7"/>
    <w:rsid w:val="00A635C7"/>
    <w:rsid w:val="00A64238"/>
    <w:rsid w:val="00A7576A"/>
    <w:rsid w:val="00A75EEF"/>
    <w:rsid w:val="00A77A6A"/>
    <w:rsid w:val="00A8145B"/>
    <w:rsid w:val="00A84FFF"/>
    <w:rsid w:val="00A86AEC"/>
    <w:rsid w:val="00A87C97"/>
    <w:rsid w:val="00A93222"/>
    <w:rsid w:val="00AA13F3"/>
    <w:rsid w:val="00AA2C0F"/>
    <w:rsid w:val="00AA450A"/>
    <w:rsid w:val="00AA5203"/>
    <w:rsid w:val="00AA6D28"/>
    <w:rsid w:val="00AB6715"/>
    <w:rsid w:val="00AC74C1"/>
    <w:rsid w:val="00AD1B88"/>
    <w:rsid w:val="00AD3134"/>
    <w:rsid w:val="00AD390E"/>
    <w:rsid w:val="00AF2239"/>
    <w:rsid w:val="00AF2915"/>
    <w:rsid w:val="00AF441B"/>
    <w:rsid w:val="00AF70E9"/>
    <w:rsid w:val="00B05177"/>
    <w:rsid w:val="00B122CD"/>
    <w:rsid w:val="00B14929"/>
    <w:rsid w:val="00B15A38"/>
    <w:rsid w:val="00B1671E"/>
    <w:rsid w:val="00B25EB8"/>
    <w:rsid w:val="00B34505"/>
    <w:rsid w:val="00B34C84"/>
    <w:rsid w:val="00B37F4D"/>
    <w:rsid w:val="00B417B8"/>
    <w:rsid w:val="00B44C24"/>
    <w:rsid w:val="00B4549C"/>
    <w:rsid w:val="00B4611C"/>
    <w:rsid w:val="00B46E21"/>
    <w:rsid w:val="00B56A0E"/>
    <w:rsid w:val="00B6671D"/>
    <w:rsid w:val="00B7038E"/>
    <w:rsid w:val="00B803B6"/>
    <w:rsid w:val="00B80944"/>
    <w:rsid w:val="00B80F88"/>
    <w:rsid w:val="00B8283D"/>
    <w:rsid w:val="00B839A7"/>
    <w:rsid w:val="00B868BD"/>
    <w:rsid w:val="00B91537"/>
    <w:rsid w:val="00B93E7E"/>
    <w:rsid w:val="00B97E31"/>
    <w:rsid w:val="00B97E75"/>
    <w:rsid w:val="00BA0CEA"/>
    <w:rsid w:val="00BA4626"/>
    <w:rsid w:val="00BB0880"/>
    <w:rsid w:val="00BB4D6F"/>
    <w:rsid w:val="00BB5039"/>
    <w:rsid w:val="00BB58D7"/>
    <w:rsid w:val="00BC4296"/>
    <w:rsid w:val="00BE0617"/>
    <w:rsid w:val="00BE0C2B"/>
    <w:rsid w:val="00BE4C0E"/>
    <w:rsid w:val="00BE6D71"/>
    <w:rsid w:val="00BE7C06"/>
    <w:rsid w:val="00BF1AAB"/>
    <w:rsid w:val="00BF34E0"/>
    <w:rsid w:val="00BF7842"/>
    <w:rsid w:val="00C10612"/>
    <w:rsid w:val="00C1253B"/>
    <w:rsid w:val="00C12D37"/>
    <w:rsid w:val="00C15FA9"/>
    <w:rsid w:val="00C16371"/>
    <w:rsid w:val="00C20A51"/>
    <w:rsid w:val="00C23836"/>
    <w:rsid w:val="00C32B56"/>
    <w:rsid w:val="00C52A7B"/>
    <w:rsid w:val="00C56BAF"/>
    <w:rsid w:val="00C57FDB"/>
    <w:rsid w:val="00C60329"/>
    <w:rsid w:val="00C608EB"/>
    <w:rsid w:val="00C634B8"/>
    <w:rsid w:val="00C669BD"/>
    <w:rsid w:val="00C679AA"/>
    <w:rsid w:val="00C67B17"/>
    <w:rsid w:val="00C732AB"/>
    <w:rsid w:val="00C75972"/>
    <w:rsid w:val="00C81B13"/>
    <w:rsid w:val="00C83F43"/>
    <w:rsid w:val="00C85E38"/>
    <w:rsid w:val="00C85EEF"/>
    <w:rsid w:val="00C91A7F"/>
    <w:rsid w:val="00C94C0A"/>
    <w:rsid w:val="00CA21D9"/>
    <w:rsid w:val="00CA53E1"/>
    <w:rsid w:val="00CA7F41"/>
    <w:rsid w:val="00CB0DC2"/>
    <w:rsid w:val="00CB1394"/>
    <w:rsid w:val="00CD066B"/>
    <w:rsid w:val="00CD1CF2"/>
    <w:rsid w:val="00CD4E47"/>
    <w:rsid w:val="00CD7226"/>
    <w:rsid w:val="00CE4FEE"/>
    <w:rsid w:val="00CF1C41"/>
    <w:rsid w:val="00CF63D9"/>
    <w:rsid w:val="00D0416A"/>
    <w:rsid w:val="00D05272"/>
    <w:rsid w:val="00D12161"/>
    <w:rsid w:val="00D2094C"/>
    <w:rsid w:val="00D26B4D"/>
    <w:rsid w:val="00D3683B"/>
    <w:rsid w:val="00D417B7"/>
    <w:rsid w:val="00D41C41"/>
    <w:rsid w:val="00D4260F"/>
    <w:rsid w:val="00D56EEA"/>
    <w:rsid w:val="00D612FB"/>
    <w:rsid w:val="00D67798"/>
    <w:rsid w:val="00D67C08"/>
    <w:rsid w:val="00D7360C"/>
    <w:rsid w:val="00D750CA"/>
    <w:rsid w:val="00D8359B"/>
    <w:rsid w:val="00D85A00"/>
    <w:rsid w:val="00D85AFE"/>
    <w:rsid w:val="00D85CE3"/>
    <w:rsid w:val="00D950B3"/>
    <w:rsid w:val="00D9705B"/>
    <w:rsid w:val="00DA3A08"/>
    <w:rsid w:val="00DA544E"/>
    <w:rsid w:val="00DB2DD1"/>
    <w:rsid w:val="00DB373E"/>
    <w:rsid w:val="00DB59C3"/>
    <w:rsid w:val="00DC0129"/>
    <w:rsid w:val="00DC259A"/>
    <w:rsid w:val="00DD6755"/>
    <w:rsid w:val="00DD7970"/>
    <w:rsid w:val="00DE11B2"/>
    <w:rsid w:val="00DE23E8"/>
    <w:rsid w:val="00DE551F"/>
    <w:rsid w:val="00DE7CED"/>
    <w:rsid w:val="00DF0AD6"/>
    <w:rsid w:val="00DF24ED"/>
    <w:rsid w:val="00DF29C9"/>
    <w:rsid w:val="00DF32B3"/>
    <w:rsid w:val="00DF71EA"/>
    <w:rsid w:val="00DF723C"/>
    <w:rsid w:val="00E005F7"/>
    <w:rsid w:val="00E06DD7"/>
    <w:rsid w:val="00E1185C"/>
    <w:rsid w:val="00E12745"/>
    <w:rsid w:val="00E13C95"/>
    <w:rsid w:val="00E16377"/>
    <w:rsid w:val="00E204ED"/>
    <w:rsid w:val="00E342CC"/>
    <w:rsid w:val="00E361B1"/>
    <w:rsid w:val="00E40073"/>
    <w:rsid w:val="00E43354"/>
    <w:rsid w:val="00E43828"/>
    <w:rsid w:val="00E52377"/>
    <w:rsid w:val="00E53087"/>
    <w:rsid w:val="00E5670D"/>
    <w:rsid w:val="00E57545"/>
    <w:rsid w:val="00E6043C"/>
    <w:rsid w:val="00E63202"/>
    <w:rsid w:val="00E64E17"/>
    <w:rsid w:val="00E7160A"/>
    <w:rsid w:val="00E768C0"/>
    <w:rsid w:val="00E771DB"/>
    <w:rsid w:val="00E81BA8"/>
    <w:rsid w:val="00E8552C"/>
    <w:rsid w:val="00E866C9"/>
    <w:rsid w:val="00E924BD"/>
    <w:rsid w:val="00E93079"/>
    <w:rsid w:val="00EA3D3C"/>
    <w:rsid w:val="00EA53B1"/>
    <w:rsid w:val="00EB3747"/>
    <w:rsid w:val="00EB67B8"/>
    <w:rsid w:val="00ED0B8F"/>
    <w:rsid w:val="00EE462D"/>
    <w:rsid w:val="00EF679E"/>
    <w:rsid w:val="00F13B76"/>
    <w:rsid w:val="00F17967"/>
    <w:rsid w:val="00F30EDB"/>
    <w:rsid w:val="00F37527"/>
    <w:rsid w:val="00F45C66"/>
    <w:rsid w:val="00F46900"/>
    <w:rsid w:val="00F50D10"/>
    <w:rsid w:val="00F5301C"/>
    <w:rsid w:val="00F54F1B"/>
    <w:rsid w:val="00F55859"/>
    <w:rsid w:val="00F619B6"/>
    <w:rsid w:val="00F61D89"/>
    <w:rsid w:val="00F63D48"/>
    <w:rsid w:val="00F67914"/>
    <w:rsid w:val="00F70665"/>
    <w:rsid w:val="00F901F1"/>
    <w:rsid w:val="00FA1DDC"/>
    <w:rsid w:val="00FB0CA1"/>
    <w:rsid w:val="00FB64D9"/>
    <w:rsid w:val="00FC13D8"/>
    <w:rsid w:val="00FC7684"/>
    <w:rsid w:val="00FC7842"/>
    <w:rsid w:val="00FE1FC2"/>
    <w:rsid w:val="00FF0F7C"/>
    <w:rsid w:val="00FF2062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7BD9C7"/>
  <w15:docId w15:val="{3B85955B-75B2-437F-A46B-0263ECFE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TableGrid1">
    <w:name w:val="Table Grid1"/>
    <w:basedOn w:val="TableNormal"/>
    <w:next w:val="TableGrid"/>
    <w:uiPriority w:val="39"/>
    <w:rsid w:val="000D0C26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66125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ode">
    <w:name w:val="HTML Code"/>
    <w:basedOn w:val="DefaultParagraphFont"/>
    <w:uiPriority w:val="99"/>
    <w:semiHidden/>
    <w:unhideWhenUsed/>
    <w:rsid w:val="0030093B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12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12902"/>
    <w:rPr>
      <w:rFonts w:ascii="Courier New" w:eastAsia="Times New Roman" w:hAnsi="Courier New" w:cs="Courier New"/>
      <w:sz w:val="20"/>
      <w:szCs w:val="20"/>
      <w:lang w:eastAsia="ja-JP"/>
    </w:rPr>
  </w:style>
  <w:style w:type="paragraph" w:customStyle="1" w:styleId="msonormal0">
    <w:name w:val="msonormal"/>
    <w:basedOn w:val="Normal"/>
    <w:rsid w:val="002A6DA1"/>
    <w:pPr>
      <w:spacing w:before="100" w:beforeAutospacing="1" w:after="100" w:afterAutospacing="1"/>
    </w:pPr>
    <w:rPr>
      <w:rFonts w:eastAsia="Times New Roman" w:cs="Times New Roman"/>
      <w:szCs w:val="24"/>
      <w:lang w:eastAsia="ja-JP"/>
    </w:rPr>
  </w:style>
  <w:style w:type="character" w:customStyle="1" w:styleId="m">
    <w:name w:val="m"/>
    <w:basedOn w:val="DefaultParagraphFont"/>
    <w:rsid w:val="002A6DA1"/>
  </w:style>
  <w:style w:type="character" w:customStyle="1" w:styleId="d">
    <w:name w:val="d"/>
    <w:basedOn w:val="DefaultParagraphFont"/>
    <w:rsid w:val="002A6DA1"/>
  </w:style>
  <w:style w:type="character" w:customStyle="1" w:styleId="p">
    <w:name w:val="p"/>
    <w:basedOn w:val="DefaultParagraphFont"/>
    <w:rsid w:val="002A6DA1"/>
  </w:style>
  <w:style w:type="character" w:customStyle="1" w:styleId="v">
    <w:name w:val="v"/>
    <w:basedOn w:val="DefaultParagraphFont"/>
    <w:rsid w:val="002A6DA1"/>
  </w:style>
  <w:style w:type="character" w:customStyle="1" w:styleId="f">
    <w:name w:val="f"/>
    <w:basedOn w:val="DefaultParagraphFont"/>
    <w:rsid w:val="002A6DA1"/>
  </w:style>
  <w:style w:type="character" w:customStyle="1" w:styleId="s">
    <w:name w:val="s"/>
    <w:basedOn w:val="DefaultParagraphFont"/>
    <w:rsid w:val="002A6DA1"/>
  </w:style>
  <w:style w:type="character" w:customStyle="1" w:styleId="g">
    <w:name w:val="g"/>
    <w:basedOn w:val="DefaultParagraphFont"/>
    <w:rsid w:val="002A6DA1"/>
  </w:style>
  <w:style w:type="character" w:customStyle="1" w:styleId="a">
    <w:name w:val="a"/>
    <w:basedOn w:val="DefaultParagraphFont"/>
    <w:rsid w:val="002A6DA1"/>
  </w:style>
  <w:style w:type="character" w:customStyle="1" w:styleId="w">
    <w:name w:val="w"/>
    <w:basedOn w:val="DefaultParagraphFont"/>
    <w:rsid w:val="002A6DA1"/>
  </w:style>
  <w:style w:type="character" w:customStyle="1" w:styleId="e">
    <w:name w:val="e"/>
    <w:basedOn w:val="DefaultParagraphFont"/>
    <w:rsid w:val="002A6DA1"/>
  </w:style>
  <w:style w:type="character" w:customStyle="1" w:styleId="y">
    <w:name w:val="y"/>
    <w:basedOn w:val="DefaultParagraphFont"/>
    <w:rsid w:val="002A6DA1"/>
  </w:style>
  <w:style w:type="character" w:customStyle="1" w:styleId="r">
    <w:name w:val="r"/>
    <w:basedOn w:val="DefaultParagraphFont"/>
    <w:rsid w:val="002A6DA1"/>
  </w:style>
  <w:style w:type="character" w:customStyle="1" w:styleId="q">
    <w:name w:val="q"/>
    <w:basedOn w:val="DefaultParagraphFont"/>
    <w:rsid w:val="002A6DA1"/>
  </w:style>
  <w:style w:type="character" w:customStyle="1" w:styleId="n">
    <w:name w:val="n"/>
    <w:basedOn w:val="DefaultParagraphFont"/>
    <w:rsid w:val="002A6DA1"/>
  </w:style>
  <w:style w:type="character" w:customStyle="1" w:styleId="l">
    <w:name w:val="l"/>
    <w:basedOn w:val="DefaultParagraphFont"/>
    <w:rsid w:val="002A6DA1"/>
  </w:style>
  <w:style w:type="character" w:customStyle="1" w:styleId="k">
    <w:name w:val="k"/>
    <w:basedOn w:val="DefaultParagraphFont"/>
    <w:rsid w:val="002A6DA1"/>
  </w:style>
  <w:style w:type="character" w:customStyle="1" w:styleId="notaa">
    <w:name w:val="notaa"/>
    <w:basedOn w:val="DefaultParagraphFont"/>
    <w:rsid w:val="002A6DA1"/>
  </w:style>
  <w:style w:type="character" w:customStyle="1" w:styleId="t">
    <w:name w:val="t"/>
    <w:basedOn w:val="DefaultParagraphFont"/>
    <w:rsid w:val="002A6DA1"/>
  </w:style>
  <w:style w:type="character" w:customStyle="1" w:styleId="i">
    <w:name w:val="i"/>
    <w:basedOn w:val="DefaultParagraphFont"/>
    <w:rsid w:val="002A6DA1"/>
  </w:style>
  <w:style w:type="character" w:customStyle="1" w:styleId="h">
    <w:name w:val="h"/>
    <w:basedOn w:val="DefaultParagraphFont"/>
    <w:rsid w:val="002A6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ster%20study\Research%20of%20Master%20and%20Doctor\Papers\Paper%202%20(negtive%20effect%20of%20innB)\Tables%20and%20figures-paper%202\For%20submission\Supplementary%20material\Supplementary%20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1DFD062-C604-45B8-BEAA-E0283799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 Material.dotx</Template>
  <TotalTime>271</TotalTime>
  <Pages>1</Pages>
  <Words>845</Words>
  <Characters>4819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Nguyen Hien P.</cp:lastModifiedBy>
  <cp:revision>36</cp:revision>
  <cp:lastPrinted>2019-02-26T07:38:00Z</cp:lastPrinted>
  <dcterms:created xsi:type="dcterms:W3CDTF">2019-11-28T05:02:00Z</dcterms:created>
  <dcterms:modified xsi:type="dcterms:W3CDTF">2020-02-14T05:21:00Z</dcterms:modified>
</cp:coreProperties>
</file>