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drawings/drawing5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0E0AE" w14:textId="77777777" w:rsidR="00E27863" w:rsidRPr="004D497C" w:rsidRDefault="00E27863" w:rsidP="00E27863">
      <w:pPr>
        <w:jc w:val="center"/>
      </w:pPr>
      <w:r>
        <w:t>Supplemental Material</w:t>
      </w:r>
    </w:p>
    <w:p w14:paraId="3E682CFB" w14:textId="77777777" w:rsidR="00D86F6D" w:rsidRPr="00D86F6D" w:rsidRDefault="00D86F6D" w:rsidP="00934C3C">
      <w:pPr>
        <w:spacing w:line="240" w:lineRule="auto"/>
        <w:jc w:val="center"/>
        <w:rPr>
          <w:b/>
          <w:sz w:val="36"/>
          <w:szCs w:val="20"/>
          <w:lang w:bidi="en-US"/>
        </w:rPr>
      </w:pPr>
      <w:r w:rsidRPr="00D86F6D">
        <w:rPr>
          <w:b/>
          <w:sz w:val="36"/>
          <w:szCs w:val="20"/>
          <w:lang w:bidi="en-US"/>
        </w:rPr>
        <w:t xml:space="preserve">Biotransformation of Carboxylic Acids to Alcohols: Characterization of </w:t>
      </w:r>
      <w:r w:rsidRPr="00D86F6D">
        <w:rPr>
          <w:b/>
          <w:i/>
          <w:sz w:val="36"/>
          <w:szCs w:val="20"/>
          <w:lang w:bidi="en-US"/>
        </w:rPr>
        <w:t>Thermoanaerobacter</w:t>
      </w:r>
      <w:r w:rsidRPr="00D86F6D">
        <w:rPr>
          <w:b/>
          <w:sz w:val="36"/>
          <w:szCs w:val="20"/>
          <w:lang w:bidi="en-US"/>
        </w:rPr>
        <w:t xml:space="preserve"> strain AK152 and 1-propanol production via propionate reduction</w:t>
      </w:r>
    </w:p>
    <w:p w14:paraId="3D9274BF" w14:textId="77777777" w:rsidR="00E27863" w:rsidRPr="006D3E69" w:rsidRDefault="00E27863" w:rsidP="00E27863">
      <w:pPr>
        <w:jc w:val="both"/>
        <w:rPr>
          <w:b/>
          <w:sz w:val="20"/>
          <w:szCs w:val="20"/>
        </w:rPr>
      </w:pPr>
    </w:p>
    <w:p w14:paraId="36959BE1" w14:textId="77777777" w:rsidR="00E27863" w:rsidRPr="006D3E69" w:rsidRDefault="00E27863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  <w:r w:rsidRPr="006D3E69">
        <w:rPr>
          <w:b w:val="0"/>
          <w:sz w:val="20"/>
          <w:szCs w:val="20"/>
          <w:lang w:val="en-US"/>
        </w:rPr>
        <w:t>Sean Michael Scully, Johann Orlygsson</w:t>
      </w:r>
      <w:r w:rsidRPr="00E27863">
        <w:rPr>
          <w:b w:val="0"/>
          <w:sz w:val="20"/>
          <w:szCs w:val="20"/>
          <w:vertAlign w:val="superscript"/>
          <w:lang w:val="en-US"/>
        </w:rPr>
        <w:t>#</w:t>
      </w:r>
    </w:p>
    <w:p w14:paraId="2489CE12" w14:textId="77777777" w:rsidR="00934C3C" w:rsidRDefault="00934C3C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55B35F61" w14:textId="77777777" w:rsidR="00E27863" w:rsidRDefault="00E27863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  <w:r w:rsidRPr="006D3E69">
        <w:rPr>
          <w:b w:val="0"/>
          <w:sz w:val="20"/>
          <w:szCs w:val="20"/>
          <w:lang w:val="en-US"/>
        </w:rPr>
        <w:t>University of Akureyri, Faculty of Natural Resource Sciences, Borgir, Nordu</w:t>
      </w:r>
      <w:r>
        <w:rPr>
          <w:b w:val="0"/>
          <w:sz w:val="20"/>
          <w:szCs w:val="20"/>
          <w:lang w:val="en-US"/>
        </w:rPr>
        <w:t>rslod 2, 600 Akureyri, Iceland.</w:t>
      </w:r>
    </w:p>
    <w:p w14:paraId="5D5EFA15" w14:textId="77777777" w:rsidR="00E27863" w:rsidRDefault="00E27863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  <w:r w:rsidRPr="00E27863">
        <w:rPr>
          <w:b w:val="0"/>
          <w:sz w:val="20"/>
          <w:szCs w:val="20"/>
          <w:vertAlign w:val="superscript"/>
          <w:lang w:val="en-US"/>
        </w:rPr>
        <w:t>#</w:t>
      </w:r>
      <w:proofErr w:type="gramStart"/>
      <w:r>
        <w:rPr>
          <w:b w:val="0"/>
          <w:sz w:val="20"/>
          <w:szCs w:val="20"/>
          <w:lang w:val="en-US"/>
        </w:rPr>
        <w:t>To</w:t>
      </w:r>
      <w:proofErr w:type="gramEnd"/>
      <w:r>
        <w:rPr>
          <w:b w:val="0"/>
          <w:sz w:val="20"/>
          <w:szCs w:val="20"/>
          <w:lang w:val="en-US"/>
        </w:rPr>
        <w:t xml:space="preserve"> whom correspondence should be addressed; jorlygs@unak.is</w:t>
      </w:r>
    </w:p>
    <w:p w14:paraId="1FACDC69" w14:textId="77777777" w:rsidR="00E27863" w:rsidRDefault="00E27863" w:rsidP="00934C3C">
      <w:pPr>
        <w:pStyle w:val="Authorsname"/>
        <w:spacing w:before="0" w:after="0"/>
        <w:jc w:val="both"/>
        <w:rPr>
          <w:rStyle w:val="Hyperlink"/>
          <w:b w:val="0"/>
          <w:sz w:val="20"/>
          <w:szCs w:val="20"/>
          <w:lang w:val="en-US"/>
        </w:rPr>
      </w:pPr>
      <w:r w:rsidRPr="006D3E69">
        <w:rPr>
          <w:b w:val="0"/>
          <w:sz w:val="20"/>
          <w:szCs w:val="20"/>
          <w:lang w:val="en-US"/>
        </w:rPr>
        <w:t xml:space="preserve">E-mail address for Sean Michael Scully is </w:t>
      </w:r>
      <w:hyperlink r:id="rId6" w:history="1">
        <w:r w:rsidRPr="006D3E69">
          <w:rPr>
            <w:rStyle w:val="Hyperlink"/>
            <w:b w:val="0"/>
            <w:sz w:val="20"/>
            <w:szCs w:val="20"/>
            <w:lang w:val="en-US"/>
          </w:rPr>
          <w:t>scully@unak.is</w:t>
        </w:r>
      </w:hyperlink>
    </w:p>
    <w:p w14:paraId="45906762" w14:textId="77777777" w:rsidR="00934C3C" w:rsidRDefault="00934C3C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4FDB0021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1FA0D08D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776D6D89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3C102970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53129384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0AB20307" w14:textId="77777777" w:rsidR="007607C4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6A2ACF60" w14:textId="77777777" w:rsidR="007607C4" w:rsidRPr="006D3E69" w:rsidRDefault="007607C4" w:rsidP="00934C3C">
      <w:pPr>
        <w:pStyle w:val="Authorsname"/>
        <w:spacing w:before="0" w:after="0"/>
        <w:jc w:val="both"/>
        <w:rPr>
          <w:b w:val="0"/>
          <w:sz w:val="20"/>
          <w:szCs w:val="20"/>
          <w:lang w:val="en-US"/>
        </w:rPr>
      </w:pPr>
    </w:p>
    <w:p w14:paraId="076279AF" w14:textId="77777777" w:rsidR="00E27863" w:rsidRDefault="00E27863">
      <w:pPr>
        <w:spacing w:line="240" w:lineRule="auto"/>
        <w:rPr>
          <w:lang w:val="en-GB"/>
        </w:rPr>
      </w:pPr>
      <w:r>
        <w:rPr>
          <w:b/>
          <w:lang w:val="en-GB"/>
        </w:rPr>
        <w:t>List of Figures</w:t>
      </w:r>
    </w:p>
    <w:p w14:paraId="67E2DFF3" w14:textId="77777777" w:rsidR="00E27863" w:rsidRDefault="00E27863">
      <w:pPr>
        <w:spacing w:line="240" w:lineRule="auto"/>
        <w:rPr>
          <w:lang w:val="en-GB"/>
        </w:rPr>
      </w:pPr>
    </w:p>
    <w:p w14:paraId="0024C4CB" w14:textId="664C45CE" w:rsidR="00305E9A" w:rsidRDefault="00934C3C" w:rsidP="00934C3C">
      <w:pPr>
        <w:spacing w:line="240" w:lineRule="auto"/>
        <w:ind w:left="720"/>
        <w:rPr>
          <w:lang w:val="en-GB"/>
        </w:rPr>
      </w:pPr>
      <w:r>
        <w:rPr>
          <w:b/>
          <w:lang w:val="en-GB"/>
        </w:rPr>
        <w:t>F</w:t>
      </w:r>
      <w:r w:rsidRPr="005C716A">
        <w:rPr>
          <w:b/>
          <w:lang w:val="en-GB"/>
        </w:rPr>
        <w:t xml:space="preserve">igure </w:t>
      </w:r>
      <w:r>
        <w:rPr>
          <w:b/>
          <w:lang w:val="en-GB"/>
        </w:rPr>
        <w:t>S1</w:t>
      </w:r>
      <w:r>
        <w:rPr>
          <w:lang w:val="en-GB"/>
        </w:rPr>
        <w:t xml:space="preserve"> – </w:t>
      </w:r>
      <w:r w:rsidR="00305E9A" w:rsidRPr="00305E9A">
        <w:rPr>
          <w:lang w:val="en-GB"/>
        </w:rPr>
        <w:t xml:space="preserve">Effect on exogenously added acetate on glucose fermentation (20 mM) by </w:t>
      </w:r>
      <w:r w:rsidR="00305E9A" w:rsidRPr="00305E9A">
        <w:rPr>
          <w:i/>
          <w:lang w:val="en-GB"/>
        </w:rPr>
        <w:t>Thermoanaerobacter</w:t>
      </w:r>
      <w:r w:rsidR="00305E9A" w:rsidRPr="00305E9A">
        <w:rPr>
          <w:lang w:val="en-GB"/>
        </w:rPr>
        <w:t xml:space="preserve"> strain AK152 (65°C, pH 7.0). A – 20 mM acetate, B – 50 mM acetate, C – 100 mM acetate</w:t>
      </w:r>
    </w:p>
    <w:p w14:paraId="40DB0D24" w14:textId="4388E39D" w:rsidR="00934C3C" w:rsidRDefault="00934C3C" w:rsidP="00934C3C">
      <w:pPr>
        <w:spacing w:line="240" w:lineRule="auto"/>
        <w:ind w:left="720"/>
        <w:rPr>
          <w:lang w:val="en-GB"/>
        </w:rPr>
      </w:pPr>
      <w:r>
        <w:rPr>
          <w:b/>
          <w:lang w:val="en-GB"/>
        </w:rPr>
        <w:t>F</w:t>
      </w:r>
      <w:r w:rsidRPr="005C716A">
        <w:rPr>
          <w:b/>
          <w:lang w:val="en-GB"/>
        </w:rPr>
        <w:t xml:space="preserve">igure </w:t>
      </w:r>
      <w:r>
        <w:rPr>
          <w:b/>
          <w:lang w:val="en-GB"/>
        </w:rPr>
        <w:t>S2</w:t>
      </w:r>
      <w:r>
        <w:rPr>
          <w:lang w:val="en-GB"/>
        </w:rPr>
        <w:t xml:space="preserve"> – </w:t>
      </w:r>
      <w:r w:rsidR="00305E9A" w:rsidRPr="00305E9A">
        <w:rPr>
          <w:lang w:val="en-GB"/>
        </w:rPr>
        <w:t xml:space="preserve">Effect on exogenously added 1-butyric acid on glucose fermentation (20 </w:t>
      </w:r>
      <w:proofErr w:type="gramStart"/>
      <w:r w:rsidR="00305E9A" w:rsidRPr="00305E9A">
        <w:rPr>
          <w:lang w:val="en-GB"/>
        </w:rPr>
        <w:t>mM</w:t>
      </w:r>
      <w:proofErr w:type="gramEnd"/>
      <w:r w:rsidR="00305E9A" w:rsidRPr="00305E9A">
        <w:rPr>
          <w:lang w:val="en-GB"/>
        </w:rPr>
        <w:t xml:space="preserve">) by </w:t>
      </w:r>
      <w:r w:rsidR="00305E9A" w:rsidRPr="00305E9A">
        <w:rPr>
          <w:i/>
          <w:lang w:val="en-GB"/>
        </w:rPr>
        <w:t>Thermoanaerobacter</w:t>
      </w:r>
      <w:r w:rsidR="00305E9A" w:rsidRPr="00305E9A">
        <w:rPr>
          <w:lang w:val="en-GB"/>
        </w:rPr>
        <w:t xml:space="preserve"> strain AK152 (65°C, pH 7.0). A – 20 mM 1-butyrate, B – 50 mM 1-butyrate, C – 100 mM 1-butyrate</w:t>
      </w:r>
    </w:p>
    <w:p w14:paraId="2E94082E" w14:textId="3ADE7906" w:rsidR="00934C3C" w:rsidRPr="009F2B28" w:rsidRDefault="00934C3C" w:rsidP="00934C3C">
      <w:pPr>
        <w:spacing w:line="240" w:lineRule="auto"/>
        <w:ind w:left="720"/>
        <w:rPr>
          <w:lang w:val="en-GB"/>
        </w:rPr>
      </w:pPr>
      <w:r>
        <w:rPr>
          <w:b/>
          <w:lang w:val="en-GB"/>
        </w:rPr>
        <w:t>Figure S3</w:t>
      </w:r>
      <w:r>
        <w:rPr>
          <w:lang w:val="en-GB"/>
        </w:rPr>
        <w:t xml:space="preserve"> – </w:t>
      </w:r>
      <w:r w:rsidR="00305E9A" w:rsidRPr="00305E9A">
        <w:rPr>
          <w:vertAlign w:val="superscript"/>
          <w:lang w:val="en-GB"/>
        </w:rPr>
        <w:t>13</w:t>
      </w:r>
      <w:r w:rsidR="00305E9A" w:rsidRPr="00305E9A">
        <w:rPr>
          <w:lang w:val="en-GB"/>
        </w:rPr>
        <w:t xml:space="preserve">C NMR spectra after 5 days of glucose fermentations (20 mM) by </w:t>
      </w:r>
      <w:r w:rsidR="00305E9A" w:rsidRPr="00305E9A">
        <w:rPr>
          <w:i/>
          <w:lang w:val="en-GB"/>
        </w:rPr>
        <w:t>Thermoanaerobacter</w:t>
      </w:r>
      <w:r w:rsidR="00305E9A" w:rsidRPr="00305E9A">
        <w:rPr>
          <w:lang w:val="en-GB"/>
        </w:rPr>
        <w:t xml:space="preserve"> strain AK152 (65°C, pH 7.0) containing added </w:t>
      </w:r>
      <w:r w:rsidR="00305E9A" w:rsidRPr="00305E9A">
        <w:rPr>
          <w:vertAlign w:val="superscript"/>
          <w:lang w:val="en-GB"/>
        </w:rPr>
        <w:t>13</w:t>
      </w:r>
      <w:r w:rsidR="00305E9A">
        <w:rPr>
          <w:lang w:val="en-GB"/>
        </w:rPr>
        <w:t>C1 acetate (A) and</w:t>
      </w:r>
      <w:r w:rsidR="00305E9A" w:rsidRPr="00305E9A">
        <w:rPr>
          <w:lang w:val="en-GB"/>
        </w:rPr>
        <w:t xml:space="preserve"> </w:t>
      </w:r>
      <w:r w:rsidR="00305E9A" w:rsidRPr="00305E9A">
        <w:rPr>
          <w:vertAlign w:val="superscript"/>
          <w:lang w:val="en-GB"/>
        </w:rPr>
        <w:t>13</w:t>
      </w:r>
      <w:r w:rsidR="00305E9A" w:rsidRPr="00305E9A">
        <w:rPr>
          <w:lang w:val="en-GB"/>
        </w:rPr>
        <w:t>C1 butyrate (</w:t>
      </w:r>
      <w:r w:rsidR="00305E9A">
        <w:rPr>
          <w:lang w:val="en-GB"/>
        </w:rPr>
        <w:t>B</w:t>
      </w:r>
      <w:r w:rsidR="00305E9A" w:rsidRPr="00305E9A">
        <w:rPr>
          <w:lang w:val="en-GB"/>
        </w:rPr>
        <w:t>) at a final concentration of 20 mM.</w:t>
      </w:r>
    </w:p>
    <w:p w14:paraId="000A87FC" w14:textId="77777777" w:rsidR="00934C3C" w:rsidRDefault="00934C3C">
      <w:pPr>
        <w:spacing w:line="240" w:lineRule="auto"/>
        <w:rPr>
          <w:lang w:val="en-GB"/>
        </w:rPr>
      </w:pPr>
    </w:p>
    <w:p w14:paraId="2F0F75A9" w14:textId="77777777" w:rsidR="00E27863" w:rsidRDefault="00E27863">
      <w:pPr>
        <w:spacing w:line="240" w:lineRule="auto"/>
        <w:rPr>
          <w:b/>
          <w:lang w:val="en-GB"/>
        </w:rPr>
      </w:pPr>
      <w:r>
        <w:rPr>
          <w:b/>
          <w:lang w:val="en-GB"/>
        </w:rPr>
        <w:t>List of Tables</w:t>
      </w:r>
    </w:p>
    <w:p w14:paraId="7F21A730" w14:textId="77777777" w:rsidR="00934C3C" w:rsidRPr="00E27863" w:rsidRDefault="00934C3C">
      <w:pPr>
        <w:spacing w:line="240" w:lineRule="auto"/>
        <w:rPr>
          <w:lang w:val="en-GB"/>
        </w:rPr>
      </w:pPr>
    </w:p>
    <w:p w14:paraId="72C85D7B" w14:textId="77777777" w:rsidR="003F4452" w:rsidRPr="00E27863" w:rsidRDefault="003F4452" w:rsidP="003F4452">
      <w:pPr>
        <w:pStyle w:val="NoSpacing"/>
        <w:ind w:left="720"/>
      </w:pPr>
      <w:r w:rsidRPr="00A32254">
        <w:rPr>
          <w:b/>
        </w:rPr>
        <w:t>Table S</w:t>
      </w:r>
      <w:r>
        <w:rPr>
          <w:b/>
        </w:rPr>
        <w:t>1</w:t>
      </w:r>
      <w:r w:rsidRPr="00A32254">
        <w:t xml:space="preserve"> – </w:t>
      </w:r>
      <w:proofErr w:type="gramStart"/>
      <w:r w:rsidRPr="00101CBE">
        <w:t>End product</w:t>
      </w:r>
      <w:proofErr w:type="gramEnd"/>
      <w:r w:rsidRPr="00101CBE">
        <w:t xml:space="preserve"> profiles for fermentation of selected substrates by </w:t>
      </w:r>
      <w:r w:rsidRPr="00101CBE">
        <w:rPr>
          <w:i/>
        </w:rPr>
        <w:t>Thermoanaerobacter</w:t>
      </w:r>
      <w:r w:rsidRPr="00101CBE">
        <w:t xml:space="preserve"> strain AK152 after 5 days of fermentation (65°C, pH 7.0). The substrate concentration was 20 mM with the exception disaccharides (10 mM) and polymeric substrates for which 2% w/v </w:t>
      </w:r>
      <w:proofErr w:type="gramStart"/>
      <w:r w:rsidRPr="00101CBE">
        <w:t>was used</w:t>
      </w:r>
      <w:proofErr w:type="gramEnd"/>
      <w:r w:rsidRPr="00101CBE">
        <w:t>. Data represents average of triplicate ± standard deviation</w:t>
      </w:r>
    </w:p>
    <w:p w14:paraId="4917DF43" w14:textId="35ADA958" w:rsidR="00934C3C" w:rsidRPr="00E27863" w:rsidRDefault="00934C3C" w:rsidP="00934C3C">
      <w:pPr>
        <w:spacing w:line="240" w:lineRule="auto"/>
        <w:ind w:left="720"/>
      </w:pPr>
      <w:r w:rsidRPr="007F0EBB">
        <w:rPr>
          <w:b/>
        </w:rPr>
        <w:t xml:space="preserve">Table </w:t>
      </w:r>
      <w:r>
        <w:rPr>
          <w:b/>
        </w:rPr>
        <w:t>S</w:t>
      </w:r>
      <w:r w:rsidR="003F4452">
        <w:rPr>
          <w:b/>
        </w:rPr>
        <w:t>2</w:t>
      </w:r>
      <w:r w:rsidRPr="007F0EBB">
        <w:t xml:space="preserve"> – API ZYM data for </w:t>
      </w:r>
      <w:r w:rsidRPr="007F0EBB">
        <w:rPr>
          <w:i/>
        </w:rPr>
        <w:t>Thermoanaerobacter</w:t>
      </w:r>
      <w:r w:rsidRPr="007F0EBB">
        <w:t xml:space="preserve"> </w:t>
      </w:r>
      <w:r>
        <w:t xml:space="preserve">strain AK152 and </w:t>
      </w:r>
      <w:r>
        <w:rPr>
          <w:i/>
        </w:rPr>
        <w:t>T. thermohydrosulfuricus</w:t>
      </w:r>
    </w:p>
    <w:p w14:paraId="3D78178E" w14:textId="5F41A776" w:rsidR="00BE112C" w:rsidRPr="00E27863" w:rsidRDefault="00BE112C" w:rsidP="00BE112C">
      <w:pPr>
        <w:pStyle w:val="NoSpacing"/>
        <w:ind w:left="720"/>
      </w:pPr>
      <w:r w:rsidRPr="00A32254">
        <w:rPr>
          <w:b/>
        </w:rPr>
        <w:t>Table S</w:t>
      </w:r>
      <w:r>
        <w:rPr>
          <w:b/>
        </w:rPr>
        <w:t>3</w:t>
      </w:r>
      <w:r w:rsidRPr="00A32254">
        <w:t xml:space="preserve"> – </w:t>
      </w:r>
      <w:r w:rsidR="00101CBE" w:rsidRPr="00101CBE">
        <w:t xml:space="preserve">Influence of initial 1-propionate on reduction to 1-propanol during glucose (20 mM) fermentation by </w:t>
      </w:r>
      <w:r w:rsidR="00101CBE" w:rsidRPr="00101CBE">
        <w:rPr>
          <w:i/>
        </w:rPr>
        <w:t>Thermoanaerobacter</w:t>
      </w:r>
      <w:r w:rsidR="00101CBE" w:rsidRPr="00101CBE">
        <w:t xml:space="preserve"> strain AK152 after 5 days of fermentation (65°C, pH 7.0). Data represents average of triplicate ± standard deviation</w:t>
      </w:r>
    </w:p>
    <w:p w14:paraId="432C75AE" w14:textId="43B82D58" w:rsidR="00BE112C" w:rsidRPr="00E27863" w:rsidRDefault="00BE112C" w:rsidP="00BE112C">
      <w:pPr>
        <w:pStyle w:val="NoSpacing"/>
        <w:ind w:left="720"/>
      </w:pPr>
      <w:r w:rsidRPr="00A32254">
        <w:rPr>
          <w:b/>
        </w:rPr>
        <w:t>Table S</w:t>
      </w:r>
      <w:r>
        <w:rPr>
          <w:b/>
        </w:rPr>
        <w:t>4</w:t>
      </w:r>
      <w:r w:rsidRPr="00A32254">
        <w:t xml:space="preserve"> – </w:t>
      </w:r>
      <w:r w:rsidR="00101CBE" w:rsidRPr="00101CBE">
        <w:t xml:space="preserve">Influence of initial pH on reduction of 1-propionate to 1-propanol during glucose (20 mM) fermentation by </w:t>
      </w:r>
      <w:r w:rsidR="00101CBE" w:rsidRPr="00101CBE">
        <w:rPr>
          <w:i/>
        </w:rPr>
        <w:t>Thermoanaerobacter</w:t>
      </w:r>
      <w:r w:rsidR="00101CBE" w:rsidRPr="00101CBE">
        <w:t xml:space="preserve"> strain AK152 after 5 days of fermentation (65°C). Data represents average of triplicate ± standard deviation</w:t>
      </w:r>
    </w:p>
    <w:p w14:paraId="1BAB7EE9" w14:textId="77777777" w:rsidR="00E27863" w:rsidRDefault="00E27863" w:rsidP="00934C3C">
      <w:pPr>
        <w:spacing w:line="240" w:lineRule="auto"/>
        <w:ind w:left="720"/>
        <w:rPr>
          <w:lang w:val="en-GB"/>
        </w:rPr>
      </w:pPr>
    </w:p>
    <w:p w14:paraId="1D307D4C" w14:textId="77777777" w:rsidR="00122F7F" w:rsidRDefault="00E27863">
      <w:pPr>
        <w:spacing w:line="240" w:lineRule="auto"/>
        <w:rPr>
          <w:lang w:val="en-GB"/>
        </w:rPr>
        <w:sectPr w:rsidR="00122F7F" w:rsidSect="00FC171C">
          <w:footerReference w:type="default" r:id="rId7"/>
          <w:pgSz w:w="11906" w:h="16838" w:code="9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  <w:r>
        <w:rPr>
          <w:lang w:val="en-GB"/>
        </w:rPr>
        <w:br w:type="page"/>
      </w:r>
    </w:p>
    <w:p w14:paraId="68439F7A" w14:textId="24215BFA" w:rsidR="005B41CA" w:rsidRDefault="005B41CA" w:rsidP="005B41CA">
      <w:pPr>
        <w:spacing w:line="240" w:lineRule="auto"/>
        <w:rPr>
          <w:lang w:val="en-GB"/>
        </w:rPr>
      </w:pPr>
      <w:r>
        <w:rPr>
          <w:b/>
          <w:lang w:val="en-GB"/>
        </w:rPr>
        <w:lastRenderedPageBreak/>
        <w:t>F</w:t>
      </w:r>
      <w:r w:rsidRPr="005C716A">
        <w:rPr>
          <w:b/>
          <w:lang w:val="en-GB"/>
        </w:rPr>
        <w:t xml:space="preserve">igure </w:t>
      </w:r>
      <w:r>
        <w:rPr>
          <w:b/>
          <w:lang w:val="en-GB"/>
        </w:rPr>
        <w:t>S1</w:t>
      </w:r>
      <w:r>
        <w:rPr>
          <w:lang w:val="en-GB"/>
        </w:rPr>
        <w:t xml:space="preserve"> – Effect on exogenously added </w:t>
      </w:r>
      <w:r>
        <w:rPr>
          <w:szCs w:val="24"/>
        </w:rPr>
        <w:t>acetate</w:t>
      </w:r>
      <w:r>
        <w:rPr>
          <w:lang w:val="en-GB"/>
        </w:rPr>
        <w:t xml:space="preserve"> on glucose fermentation (20 mM) by </w:t>
      </w:r>
      <w:r>
        <w:rPr>
          <w:i/>
          <w:lang w:val="en-GB"/>
        </w:rPr>
        <w:t xml:space="preserve">Thermoanaerobacter </w:t>
      </w:r>
      <w:r>
        <w:rPr>
          <w:lang w:val="en-GB"/>
        </w:rPr>
        <w:t>strain AK152</w:t>
      </w:r>
      <w:r w:rsidR="00101CBE">
        <w:rPr>
          <w:lang w:val="en-GB"/>
        </w:rPr>
        <w:t xml:space="preserve"> (65°C, pH 7.0)</w:t>
      </w:r>
      <w:r>
        <w:rPr>
          <w:lang w:val="en-GB"/>
        </w:rPr>
        <w:t xml:space="preserve">. A – 20 mM acetate, B – 50 mM </w:t>
      </w:r>
      <w:r w:rsidRPr="005B41CA">
        <w:rPr>
          <w:szCs w:val="24"/>
        </w:rPr>
        <w:t>acetate</w:t>
      </w:r>
      <w:r>
        <w:rPr>
          <w:lang w:val="en-GB"/>
        </w:rPr>
        <w:t xml:space="preserve">, C – 100 mM </w:t>
      </w:r>
      <w:r w:rsidRPr="005B41CA">
        <w:rPr>
          <w:szCs w:val="24"/>
        </w:rPr>
        <w:t>acetate</w:t>
      </w:r>
    </w:p>
    <w:p w14:paraId="054A077B" w14:textId="77777777" w:rsidR="005B41CA" w:rsidRPr="005B41CA" w:rsidRDefault="005B41CA" w:rsidP="00FC171C">
      <w:pPr>
        <w:spacing w:line="240" w:lineRule="auto"/>
        <w:rPr>
          <w:lang w:val="en-GB"/>
        </w:rPr>
      </w:pPr>
    </w:p>
    <w:p w14:paraId="040DAC57" w14:textId="77777777" w:rsidR="005B41CA" w:rsidRPr="005B41CA" w:rsidRDefault="005B41CA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drawing>
          <wp:inline distT="0" distB="0" distL="0" distR="0" wp14:anchorId="1304A6FA" wp14:editId="34867EE4">
            <wp:extent cx="5406112" cy="3710021"/>
            <wp:effectExtent l="0" t="0" r="4445" b="50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B9930FE" w14:textId="77777777" w:rsidR="005B41CA" w:rsidRDefault="005B41CA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drawing>
          <wp:inline distT="0" distB="0" distL="0" distR="0" wp14:anchorId="26BEC1E7" wp14:editId="7F2182EC">
            <wp:extent cx="5406112" cy="3710021"/>
            <wp:effectExtent l="0" t="0" r="4445" b="508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EF93A44" w14:textId="77777777" w:rsidR="005B41CA" w:rsidRPr="005B41CA" w:rsidRDefault="005B41CA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A886EE" wp14:editId="334D2138">
                <wp:simplePos x="0" y="0"/>
                <wp:positionH relativeFrom="margin">
                  <wp:align>left</wp:align>
                </wp:positionH>
                <wp:positionV relativeFrom="paragraph">
                  <wp:posOffset>-4140</wp:posOffset>
                </wp:positionV>
                <wp:extent cx="533418" cy="438143"/>
                <wp:effectExtent l="0" t="0" r="0" b="0"/>
                <wp:wrapNone/>
                <wp:docPr id="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18" cy="43814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245216" w14:textId="77777777" w:rsidR="00101CBE" w:rsidRDefault="00101CBE" w:rsidP="005B41C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56"/>
                                <w:szCs w:val="56"/>
                              </w:rPr>
                              <w:t>C</w:t>
                            </w:r>
                          </w:p>
                        </w:txbxContent>
                      </wps:txbx>
                      <wps:bodyPr wrap="none" rtlCol="0"/>
                    </wps:wsp>
                  </a:graphicData>
                </a:graphic>
              </wp:anchor>
            </w:drawing>
          </mc:Choice>
          <mc:Fallback>
            <w:pict>
              <v:shapetype w14:anchorId="43A886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35pt;width:42pt;height:34.5pt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" filled="f" stroked="f">
                <v:textbox>
                  <w:txbxContent>
                    <w:p w14:paraId="4B245216" w14:textId="77777777" w:rsidR="00101CBE" w:rsidRDefault="00101CBE" w:rsidP="005B41C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56"/>
                          <w:szCs w:val="56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is-IS" w:eastAsia="is-IS"/>
        </w:rPr>
        <w:drawing>
          <wp:inline distT="0" distB="0" distL="0" distR="0" wp14:anchorId="31002322" wp14:editId="6D509542">
            <wp:extent cx="5414010" cy="37128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712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3D332C" w14:textId="77777777" w:rsidR="005B41CA" w:rsidRDefault="005B41CA">
      <w:pPr>
        <w:spacing w:line="240" w:lineRule="auto"/>
        <w:rPr>
          <w:b/>
          <w:lang w:val="en-GB"/>
        </w:rPr>
      </w:pPr>
      <w:r>
        <w:rPr>
          <w:b/>
          <w:lang w:val="en-GB"/>
        </w:rPr>
        <w:br w:type="page"/>
      </w:r>
    </w:p>
    <w:p w14:paraId="38E0EB1D" w14:textId="715B1E06" w:rsidR="00FC171C" w:rsidRDefault="006A1881" w:rsidP="00FC171C">
      <w:pPr>
        <w:spacing w:line="240" w:lineRule="auto"/>
        <w:rPr>
          <w:lang w:val="en-GB"/>
        </w:rPr>
      </w:pPr>
      <w:r>
        <w:rPr>
          <w:b/>
          <w:lang w:val="en-GB"/>
        </w:rPr>
        <w:lastRenderedPageBreak/>
        <w:t>F</w:t>
      </w:r>
      <w:r w:rsidR="00FC171C" w:rsidRPr="005C716A">
        <w:rPr>
          <w:b/>
          <w:lang w:val="en-GB"/>
        </w:rPr>
        <w:t xml:space="preserve">igure </w:t>
      </w:r>
      <w:r>
        <w:rPr>
          <w:b/>
          <w:lang w:val="en-GB"/>
        </w:rPr>
        <w:t>S</w:t>
      </w:r>
      <w:r w:rsidR="005B41CA">
        <w:rPr>
          <w:b/>
          <w:lang w:val="en-GB"/>
        </w:rPr>
        <w:t>2</w:t>
      </w:r>
      <w:r w:rsidR="00FC171C">
        <w:rPr>
          <w:lang w:val="en-GB"/>
        </w:rPr>
        <w:t xml:space="preserve"> – </w:t>
      </w:r>
      <w:r>
        <w:rPr>
          <w:lang w:val="en-GB"/>
        </w:rPr>
        <w:t xml:space="preserve">Effect on exogenously added </w:t>
      </w:r>
      <w:r>
        <w:rPr>
          <w:szCs w:val="24"/>
        </w:rPr>
        <w:t>1</w:t>
      </w:r>
      <w:r w:rsidR="00FC171C">
        <w:rPr>
          <w:i/>
          <w:szCs w:val="24"/>
        </w:rPr>
        <w:t>-</w:t>
      </w:r>
      <w:r>
        <w:rPr>
          <w:lang w:val="en-GB"/>
        </w:rPr>
        <w:t>b</w:t>
      </w:r>
      <w:r w:rsidR="00FC171C">
        <w:rPr>
          <w:lang w:val="en-GB"/>
        </w:rPr>
        <w:t>utyric aci</w:t>
      </w:r>
      <w:r>
        <w:rPr>
          <w:lang w:val="en-GB"/>
        </w:rPr>
        <w:t xml:space="preserve">d on </w:t>
      </w:r>
      <w:r w:rsidR="00FC171C">
        <w:rPr>
          <w:lang w:val="en-GB"/>
        </w:rPr>
        <w:t>glucose</w:t>
      </w:r>
      <w:r>
        <w:rPr>
          <w:lang w:val="en-GB"/>
        </w:rPr>
        <w:t xml:space="preserve"> fermentation (20 mM) by </w:t>
      </w:r>
      <w:r>
        <w:rPr>
          <w:i/>
          <w:lang w:val="en-GB"/>
        </w:rPr>
        <w:t xml:space="preserve">Thermoanaerobacter </w:t>
      </w:r>
      <w:r>
        <w:rPr>
          <w:lang w:val="en-GB"/>
        </w:rPr>
        <w:t>strain AK152</w:t>
      </w:r>
      <w:r w:rsidR="00101CBE">
        <w:rPr>
          <w:lang w:val="en-GB"/>
        </w:rPr>
        <w:t xml:space="preserve"> (65°C, pH 7.0)</w:t>
      </w:r>
      <w:r w:rsidR="00FC171C">
        <w:rPr>
          <w:lang w:val="en-GB"/>
        </w:rPr>
        <w:t xml:space="preserve">. A – 20 mM </w:t>
      </w:r>
      <w:r w:rsidR="005B41CA" w:rsidRPr="005B41CA">
        <w:rPr>
          <w:szCs w:val="24"/>
        </w:rPr>
        <w:t>1</w:t>
      </w:r>
      <w:r w:rsidR="00FC171C">
        <w:rPr>
          <w:i/>
          <w:szCs w:val="24"/>
        </w:rPr>
        <w:t>-</w:t>
      </w:r>
      <w:r w:rsidR="005B41CA">
        <w:rPr>
          <w:lang w:val="en-GB"/>
        </w:rPr>
        <w:t>butyrate</w:t>
      </w:r>
      <w:r w:rsidR="00FC171C">
        <w:rPr>
          <w:lang w:val="en-GB"/>
        </w:rPr>
        <w:t xml:space="preserve">, B – 50 mM </w:t>
      </w:r>
      <w:r w:rsidR="005B41CA">
        <w:rPr>
          <w:szCs w:val="24"/>
        </w:rPr>
        <w:t>1</w:t>
      </w:r>
      <w:r w:rsidR="00FC171C">
        <w:rPr>
          <w:i/>
          <w:szCs w:val="24"/>
        </w:rPr>
        <w:t>-</w:t>
      </w:r>
      <w:r w:rsidR="005B41CA">
        <w:rPr>
          <w:lang w:val="en-GB"/>
        </w:rPr>
        <w:t>butyrate,</w:t>
      </w:r>
      <w:r w:rsidR="00FC171C">
        <w:rPr>
          <w:lang w:val="en-GB"/>
        </w:rPr>
        <w:t xml:space="preserve"> C – 100 mM </w:t>
      </w:r>
      <w:r w:rsidR="005B41CA">
        <w:rPr>
          <w:szCs w:val="24"/>
        </w:rPr>
        <w:t>1</w:t>
      </w:r>
      <w:r w:rsidR="00FC171C">
        <w:rPr>
          <w:i/>
          <w:szCs w:val="24"/>
        </w:rPr>
        <w:t>-</w:t>
      </w:r>
      <w:r w:rsidR="00FC171C">
        <w:rPr>
          <w:lang w:val="en-GB"/>
        </w:rPr>
        <w:t>bu</w:t>
      </w:r>
      <w:r w:rsidR="005B41CA">
        <w:rPr>
          <w:lang w:val="en-GB"/>
        </w:rPr>
        <w:t>tyrate</w:t>
      </w:r>
    </w:p>
    <w:p w14:paraId="27A87FFE" w14:textId="77777777" w:rsidR="00FC171C" w:rsidRDefault="00FC171C" w:rsidP="00FC171C">
      <w:pPr>
        <w:spacing w:line="240" w:lineRule="auto"/>
        <w:rPr>
          <w:lang w:val="en-GB"/>
        </w:rPr>
      </w:pPr>
    </w:p>
    <w:p w14:paraId="0642FF8E" w14:textId="77777777" w:rsidR="00FC171C" w:rsidRDefault="00FC171C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drawing>
          <wp:inline distT="0" distB="0" distL="0" distR="0" wp14:anchorId="477AF0E0" wp14:editId="52778A6E">
            <wp:extent cx="5388794" cy="3643223"/>
            <wp:effectExtent l="0" t="0" r="254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3529A9D" w14:textId="77777777" w:rsidR="00FC171C" w:rsidRDefault="00FC171C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drawing>
          <wp:inline distT="0" distB="0" distL="0" distR="0" wp14:anchorId="4F067B9F" wp14:editId="46C15E8C">
            <wp:extent cx="5420011" cy="3643223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302636F" w14:textId="77777777" w:rsidR="00FC171C" w:rsidRDefault="00FC171C" w:rsidP="00FC171C">
      <w:pPr>
        <w:spacing w:line="240" w:lineRule="auto"/>
        <w:rPr>
          <w:lang w:val="en-GB"/>
        </w:rPr>
      </w:pPr>
      <w:r>
        <w:rPr>
          <w:noProof/>
          <w:lang w:val="is-IS" w:eastAsia="is-IS"/>
        </w:rPr>
        <w:lastRenderedPageBreak/>
        <w:drawing>
          <wp:inline distT="0" distB="0" distL="0" distR="0" wp14:anchorId="03550E42" wp14:editId="7110B4F1">
            <wp:extent cx="5382390" cy="3643223"/>
            <wp:effectExtent l="0" t="0" r="889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DAD7078" w14:textId="77777777" w:rsidR="00FC171C" w:rsidRDefault="00FC171C" w:rsidP="00FC171C">
      <w:pPr>
        <w:spacing w:line="240" w:lineRule="auto"/>
        <w:rPr>
          <w:lang w:val="en-GB"/>
        </w:rPr>
      </w:pPr>
    </w:p>
    <w:p w14:paraId="71C06895" w14:textId="77777777" w:rsidR="006F620A" w:rsidRDefault="006F620A">
      <w:pPr>
        <w:spacing w:line="240" w:lineRule="auto"/>
        <w:rPr>
          <w:lang w:val="en-GB"/>
        </w:rPr>
      </w:pPr>
      <w:r>
        <w:rPr>
          <w:lang w:val="en-GB"/>
        </w:rPr>
        <w:br w:type="page"/>
      </w:r>
    </w:p>
    <w:p w14:paraId="7D7916C8" w14:textId="170EB3DE" w:rsidR="00122F7F" w:rsidRPr="009F2B28" w:rsidRDefault="00FC171C" w:rsidP="00305E9A">
      <w:pPr>
        <w:spacing w:line="240" w:lineRule="auto"/>
        <w:rPr>
          <w:lang w:val="en-GB"/>
        </w:rPr>
      </w:pPr>
      <w:r>
        <w:rPr>
          <w:b/>
          <w:lang w:val="en-GB"/>
        </w:rPr>
        <w:lastRenderedPageBreak/>
        <w:t xml:space="preserve">Figure </w:t>
      </w:r>
      <w:r w:rsidR="006F620A">
        <w:rPr>
          <w:b/>
          <w:lang w:val="en-GB"/>
        </w:rPr>
        <w:t>S3</w:t>
      </w:r>
      <w:r>
        <w:rPr>
          <w:lang w:val="en-GB"/>
        </w:rPr>
        <w:t xml:space="preserve"> – </w:t>
      </w:r>
      <w:r w:rsidRPr="00681656">
        <w:rPr>
          <w:vertAlign w:val="superscript"/>
          <w:lang w:val="en-GB"/>
        </w:rPr>
        <w:t>13</w:t>
      </w:r>
      <w:r>
        <w:rPr>
          <w:lang w:val="en-GB"/>
        </w:rPr>
        <w:t xml:space="preserve">C NMR spectra </w:t>
      </w:r>
      <w:r w:rsidR="00101CBE">
        <w:rPr>
          <w:lang w:val="en-GB"/>
        </w:rPr>
        <w:t xml:space="preserve">after 5 days </w:t>
      </w:r>
      <w:r>
        <w:rPr>
          <w:lang w:val="en-GB"/>
        </w:rPr>
        <w:t xml:space="preserve">of glucose fermentations (20 mM) by </w:t>
      </w:r>
      <w:r>
        <w:rPr>
          <w:i/>
          <w:lang w:val="en-GB"/>
        </w:rPr>
        <w:t xml:space="preserve">Thermoanaerobacter </w:t>
      </w:r>
      <w:r>
        <w:rPr>
          <w:lang w:val="en-GB"/>
        </w:rPr>
        <w:t xml:space="preserve">strain AK152 </w:t>
      </w:r>
      <w:r w:rsidR="00101CBE">
        <w:rPr>
          <w:lang w:val="en-GB"/>
        </w:rPr>
        <w:t xml:space="preserve">(65°C, pH 7.0) </w:t>
      </w:r>
      <w:r>
        <w:rPr>
          <w:lang w:val="en-GB"/>
        </w:rPr>
        <w:t xml:space="preserve">containing added </w:t>
      </w:r>
      <w:r w:rsidRPr="00B2075A">
        <w:rPr>
          <w:vertAlign w:val="superscript"/>
          <w:lang w:val="en-GB"/>
        </w:rPr>
        <w:t>13</w:t>
      </w:r>
      <w:r w:rsidR="00305E9A">
        <w:rPr>
          <w:lang w:val="en-GB"/>
        </w:rPr>
        <w:t xml:space="preserve">C1 acetate (A) and </w:t>
      </w:r>
      <w:r w:rsidRPr="00B2075A">
        <w:rPr>
          <w:vertAlign w:val="superscript"/>
          <w:lang w:val="en-GB"/>
        </w:rPr>
        <w:t>13</w:t>
      </w:r>
      <w:r>
        <w:rPr>
          <w:lang w:val="en-GB"/>
        </w:rPr>
        <w:t>C1 butyrate (</w:t>
      </w:r>
      <w:r w:rsidR="00305E9A">
        <w:rPr>
          <w:lang w:val="en-GB"/>
        </w:rPr>
        <w:t>B</w:t>
      </w:r>
      <w:r>
        <w:rPr>
          <w:lang w:val="en-GB"/>
        </w:rPr>
        <w:t>) at a final concentration of 20 mM.</w:t>
      </w:r>
    </w:p>
    <w:p w14:paraId="296C0433" w14:textId="77777777" w:rsidR="00FC171C" w:rsidRDefault="00FC171C" w:rsidP="00FC171C">
      <w:pPr>
        <w:spacing w:line="360" w:lineRule="auto"/>
        <w:rPr>
          <w:lang w:val="en-GB"/>
        </w:rPr>
      </w:pPr>
      <w:r>
        <w:rPr>
          <w:noProof/>
          <w:lang w:val="is-IS" w:eastAsia="is-I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A7FE2" wp14:editId="2D08D519">
                <wp:simplePos x="0" y="0"/>
                <wp:positionH relativeFrom="column">
                  <wp:posOffset>310101</wp:posOffset>
                </wp:positionH>
                <wp:positionV relativeFrom="paragraph">
                  <wp:posOffset>462722</wp:posOffset>
                </wp:positionV>
                <wp:extent cx="914400" cy="421419"/>
                <wp:effectExtent l="0" t="0" r="889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25600" w14:textId="77777777" w:rsidR="00101CBE" w:rsidRPr="00140320" w:rsidRDefault="00101CBE" w:rsidP="00FC171C">
                            <w:pPr>
                              <w:rPr>
                                <w:b/>
                                <w:bCs/>
                                <w:sz w:val="44"/>
                                <w:szCs w:val="40"/>
                              </w:rPr>
                            </w:pPr>
                            <w:r w:rsidRPr="00140320">
                              <w:rPr>
                                <w:b/>
                                <w:bCs/>
                                <w:sz w:val="44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A7FE2" id="Text Box 2" o:spid="_x0000_s1027" type="#_x0000_t202" style="position:absolute;margin-left:24.4pt;margin-top:36.45pt;width:1in;height:33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" fillcolor="white [3201]" stroked="f" strokeweight=".5pt">
                <v:textbox>
                  <w:txbxContent>
                    <w:p w14:paraId="53125600" w14:textId="77777777" w:rsidR="00101CBE" w:rsidRPr="00140320" w:rsidRDefault="00101CBE" w:rsidP="00FC171C">
                      <w:pPr>
                        <w:rPr>
                          <w:b/>
                          <w:bCs/>
                          <w:sz w:val="44"/>
                          <w:szCs w:val="40"/>
                        </w:rPr>
                      </w:pPr>
                      <w:r w:rsidRPr="00140320">
                        <w:rPr>
                          <w:b/>
                          <w:bCs/>
                          <w:sz w:val="44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s-IS" w:eastAsia="is-IS"/>
        </w:rPr>
        <w:drawing>
          <wp:inline distT="0" distB="0" distL="0" distR="0" wp14:anchorId="46E3EB4F" wp14:editId="30C71DA0">
            <wp:extent cx="5943600" cy="4201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3C1 Aceate H1 copy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9D0A6" w14:textId="77777777" w:rsidR="00FC171C" w:rsidRDefault="00FC171C" w:rsidP="00FC171C">
      <w:pPr>
        <w:spacing w:line="360" w:lineRule="auto"/>
        <w:rPr>
          <w:lang w:val="en-GB"/>
        </w:rPr>
      </w:pPr>
      <w:r>
        <w:rPr>
          <w:noProof/>
          <w:lang w:val="is-IS" w:eastAsia="is-I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85A7D" wp14:editId="5E4465AB">
                <wp:simplePos x="0" y="0"/>
                <wp:positionH relativeFrom="column">
                  <wp:posOffset>0</wp:posOffset>
                </wp:positionH>
                <wp:positionV relativeFrom="paragraph">
                  <wp:posOffset>3479</wp:posOffset>
                </wp:positionV>
                <wp:extent cx="914400" cy="421419"/>
                <wp:effectExtent l="0" t="0" r="889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9E96F" w14:textId="77777777" w:rsidR="00101CBE" w:rsidRPr="00122F7F" w:rsidRDefault="00101CBE" w:rsidP="00FC171C">
                            <w:pPr>
                              <w:rPr>
                                <w:b/>
                                <w:bCs/>
                                <w:sz w:val="44"/>
                                <w:szCs w:val="40"/>
                                <w:lang w:val="is-IS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0"/>
                                <w:lang w:val="is-I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85A7D" id="Text Box 8" o:spid="_x0000_s1028" type="#_x0000_t202" style="position:absolute;margin-left:0;margin-top:.25pt;width:1in;height:33.2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" fillcolor="white [3201]" stroked="f" strokeweight=".5pt">
                <v:textbox>
                  <w:txbxContent>
                    <w:p w14:paraId="4389E96F" w14:textId="77777777" w:rsidR="00101CBE" w:rsidRPr="00122F7F" w:rsidRDefault="00101CBE" w:rsidP="00FC171C">
                      <w:pPr>
                        <w:rPr>
                          <w:b/>
                          <w:bCs/>
                          <w:sz w:val="44"/>
                          <w:szCs w:val="40"/>
                          <w:lang w:val="is-I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0"/>
                          <w:lang w:val="is-I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s-IS" w:eastAsia="is-IS"/>
        </w:rPr>
        <w:drawing>
          <wp:inline distT="0" distB="0" distL="0" distR="0" wp14:anchorId="00FD3F6B" wp14:editId="0E76ADBD">
            <wp:extent cx="5943600" cy="42017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C1 butyrate H1 copy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64C05" w14:textId="77777777" w:rsidR="00FC171C" w:rsidRDefault="00FC171C" w:rsidP="00FC171C">
      <w:pPr>
        <w:spacing w:line="240" w:lineRule="auto"/>
        <w:rPr>
          <w:b/>
          <w:bCs/>
          <w:noProof/>
          <w:szCs w:val="24"/>
          <w:lang w:val="en-GB"/>
        </w:rPr>
        <w:sectPr w:rsidR="00FC171C" w:rsidSect="00122F7F">
          <w:type w:val="continuous"/>
          <w:pgSz w:w="11906" w:h="16838" w:code="9"/>
          <w:pgMar w:top="720" w:right="720" w:bottom="720" w:left="720" w:header="708" w:footer="708" w:gutter="0"/>
          <w:lnNumType w:countBy="1" w:restart="continuous"/>
          <w:cols w:space="708"/>
          <w:docGrid w:linePitch="360"/>
        </w:sectPr>
      </w:pPr>
      <w:r>
        <w:rPr>
          <w:b/>
          <w:bCs/>
          <w:noProof/>
          <w:szCs w:val="24"/>
          <w:lang w:val="en-GB"/>
        </w:rPr>
        <w:br w:type="page"/>
      </w:r>
    </w:p>
    <w:p w14:paraId="2EDE3025" w14:textId="1EBC270B" w:rsidR="00FC171C" w:rsidRPr="00E27863" w:rsidRDefault="00E27863" w:rsidP="00122F7F">
      <w:pPr>
        <w:pStyle w:val="NoSpacing"/>
        <w:jc w:val="center"/>
      </w:pPr>
      <w:r w:rsidRPr="00861EDC">
        <w:rPr>
          <w:b/>
        </w:rPr>
        <w:lastRenderedPageBreak/>
        <w:t>Table S</w:t>
      </w:r>
      <w:r w:rsidR="003F4452">
        <w:rPr>
          <w:b/>
        </w:rPr>
        <w:t>1</w:t>
      </w:r>
      <w:r w:rsidRPr="00861EDC">
        <w:t xml:space="preserve"> – </w:t>
      </w:r>
      <w:proofErr w:type="gramStart"/>
      <w:r w:rsidRPr="00861EDC">
        <w:t>End product</w:t>
      </w:r>
      <w:proofErr w:type="gramEnd"/>
      <w:r w:rsidRPr="00861EDC">
        <w:t xml:space="preserve"> profiles for fermentation of selected substrates by </w:t>
      </w:r>
      <w:r w:rsidRPr="00861EDC">
        <w:rPr>
          <w:i/>
        </w:rPr>
        <w:t xml:space="preserve">Thermoanaerobacter </w:t>
      </w:r>
      <w:r w:rsidRPr="00861EDC">
        <w:t>strain AK152</w:t>
      </w:r>
      <w:r w:rsidR="00D86F6D" w:rsidRPr="00861EDC">
        <w:t xml:space="preserve"> after 5 days of fermentation</w:t>
      </w:r>
      <w:r w:rsidR="00101CBE">
        <w:t xml:space="preserve"> (65°C, pH 7.0)</w:t>
      </w:r>
      <w:r w:rsidRPr="00861EDC">
        <w:t>.</w:t>
      </w:r>
      <w:r w:rsidR="006C1734">
        <w:t xml:space="preserve"> </w:t>
      </w:r>
      <w:r w:rsidR="00101CBE">
        <w:t>The s</w:t>
      </w:r>
      <w:r w:rsidR="006C1734">
        <w:t>u</w:t>
      </w:r>
      <w:r w:rsidR="00101CBE">
        <w:t xml:space="preserve">bstrate concentration was 20 mM </w:t>
      </w:r>
      <w:r w:rsidR="006C1734">
        <w:t xml:space="preserve">with the exception </w:t>
      </w:r>
      <w:r w:rsidR="00101CBE">
        <w:t xml:space="preserve">disaccharides (10 mM) and </w:t>
      </w:r>
      <w:r w:rsidR="006C1734">
        <w:t>polymeric sub</w:t>
      </w:r>
      <w:r w:rsidR="00BE112C">
        <w:t>st</w:t>
      </w:r>
      <w:r w:rsidR="006C1734">
        <w:t xml:space="preserve">rates for which 2% w/v </w:t>
      </w:r>
      <w:proofErr w:type="gramStart"/>
      <w:r w:rsidR="006C1734">
        <w:t>was used</w:t>
      </w:r>
      <w:proofErr w:type="gramEnd"/>
      <w:r w:rsidR="006C1734">
        <w:t>.</w:t>
      </w:r>
      <w:r>
        <w:t xml:space="preserve"> Data represents average of triplicate ± standard deviation</w:t>
      </w:r>
      <w:r w:rsidR="00305E9A">
        <w:t>.</w:t>
      </w:r>
    </w:p>
    <w:tbl>
      <w:tblPr>
        <w:tblStyle w:val="TableGrid"/>
        <w:tblW w:w="13219" w:type="dxa"/>
        <w:jc w:val="center"/>
        <w:tblLook w:val="04A0" w:firstRow="1" w:lastRow="0" w:firstColumn="1" w:lastColumn="0" w:noHBand="0" w:noVBand="1"/>
      </w:tblPr>
      <w:tblGrid>
        <w:gridCol w:w="3464"/>
        <w:gridCol w:w="393"/>
        <w:gridCol w:w="1428"/>
        <w:gridCol w:w="1426"/>
        <w:gridCol w:w="1188"/>
        <w:gridCol w:w="1362"/>
        <w:gridCol w:w="2050"/>
        <w:gridCol w:w="1908"/>
      </w:tblGrid>
      <w:tr w:rsidR="00CD3061" w:rsidRPr="007607C4" w14:paraId="5C547D76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1CE9C553" w14:textId="77777777" w:rsidR="00CD3061" w:rsidRPr="007607C4" w:rsidRDefault="00CD3061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F43B860" w14:textId="77777777" w:rsidR="00CD3061" w:rsidRPr="007607C4" w:rsidRDefault="00CD3061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 </w:t>
            </w:r>
          </w:p>
        </w:tc>
        <w:tc>
          <w:tcPr>
            <w:tcW w:w="54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50FB1" w14:textId="77777777" w:rsidR="00CD3061" w:rsidRPr="007607C4" w:rsidRDefault="00CD3061" w:rsidP="00CD306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Analyte (mM)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137EAD2" w14:textId="77777777" w:rsidR="00CD3061" w:rsidRPr="007607C4" w:rsidRDefault="00CD3061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593834F5" w14:textId="77777777" w:rsidR="00CD3061" w:rsidRPr="007607C4" w:rsidRDefault="00CD3061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</w:tr>
      <w:tr w:rsidR="00FC171C" w:rsidRPr="007607C4" w14:paraId="59E6AB41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5DF0BC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Substrate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E9201C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0819468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Ethanol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6274980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Acetate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1C3B86BF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Lactate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2AD1FA9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Hydrogen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A45ACE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Optical Density </w:t>
            </w:r>
            <w:r w:rsid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(600 nm)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3C6474" w14:textId="77777777" w:rsidR="00FC171C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Carbon balance</w:t>
            </w:r>
            <w:r w:rsidR="00CD3061" w:rsidRPr="007607C4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 </w:t>
            </w:r>
            <w:r w:rsidR="00CD3061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(%)</w:t>
            </w:r>
          </w:p>
        </w:tc>
      </w:tr>
      <w:tr w:rsidR="00FC171C" w:rsidRPr="007607C4" w14:paraId="266A4EC1" w14:textId="77777777" w:rsidTr="00861EDC">
        <w:trPr>
          <w:jc w:val="center"/>
        </w:trPr>
        <w:tc>
          <w:tcPr>
            <w:tcW w:w="3464" w:type="dxa"/>
            <w:tcBorders>
              <w:left w:val="nil"/>
              <w:bottom w:val="nil"/>
              <w:right w:val="nil"/>
            </w:tcBorders>
          </w:tcPr>
          <w:p w14:paraId="0144B2C9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Control (YE only)</w:t>
            </w:r>
          </w:p>
        </w:tc>
        <w:tc>
          <w:tcPr>
            <w:tcW w:w="393" w:type="dxa"/>
            <w:tcBorders>
              <w:left w:val="nil"/>
              <w:bottom w:val="nil"/>
              <w:right w:val="nil"/>
            </w:tcBorders>
          </w:tcPr>
          <w:p w14:paraId="438B7826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</w:tcPr>
          <w:p w14:paraId="588D2D4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02</w:t>
            </w:r>
          </w:p>
        </w:tc>
        <w:tc>
          <w:tcPr>
            <w:tcW w:w="1426" w:type="dxa"/>
            <w:tcBorders>
              <w:left w:val="nil"/>
              <w:bottom w:val="nil"/>
              <w:right w:val="nil"/>
            </w:tcBorders>
          </w:tcPr>
          <w:p w14:paraId="3B101D6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19±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1188" w:type="dxa"/>
            <w:tcBorders>
              <w:left w:val="nil"/>
              <w:bottom w:val="nil"/>
              <w:right w:val="nil"/>
            </w:tcBorders>
          </w:tcPr>
          <w:p w14:paraId="74448288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50±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0.07</w:t>
            </w:r>
          </w:p>
        </w:tc>
        <w:tc>
          <w:tcPr>
            <w:tcW w:w="1362" w:type="dxa"/>
            <w:tcBorders>
              <w:left w:val="nil"/>
              <w:bottom w:val="nil"/>
              <w:right w:val="nil"/>
            </w:tcBorders>
          </w:tcPr>
          <w:p w14:paraId="03508941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2050" w:type="dxa"/>
            <w:tcBorders>
              <w:left w:val="nil"/>
              <w:bottom w:val="nil"/>
              <w:right w:val="nil"/>
            </w:tcBorders>
          </w:tcPr>
          <w:p w14:paraId="43AE412E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0.08±0.02</w:t>
            </w:r>
          </w:p>
        </w:tc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14:paraId="0F074EE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3BD968DD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575C185B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D-Glucose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031F3786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FA1C8B3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48±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C9D5DA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C1E023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72±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4646F2A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71±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AD8F818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0.34±0.03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60B2865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39</w:t>
            </w:r>
          </w:p>
        </w:tc>
      </w:tr>
      <w:tr w:rsidR="00FC171C" w:rsidRPr="007607C4" w14:paraId="775212E1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1E98C04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D-Fructose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65151D09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7607D9C7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29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63A9CA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84±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197B7B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246F983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82E1F75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0.29±0.04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4C79CA48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87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</w:tr>
      <w:tr w:rsidR="00FC171C" w:rsidRPr="007607C4" w14:paraId="192D623E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22AB4311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D-Galactose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F38AA6F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BEF343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B2542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96±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E525A6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84±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0862977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95927EA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0.28±0.02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7C5D0FA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07</w:t>
            </w:r>
          </w:p>
        </w:tc>
      </w:tr>
      <w:tr w:rsidR="00FC171C" w:rsidRPr="007607C4" w14:paraId="2B49A64F" w14:textId="77777777" w:rsidTr="00861EDC">
        <w:trPr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7D1E9466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D-Mannose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9300FE2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63DE0A4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29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42±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3CE99C" w14:textId="26DA561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65±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3DAD8C5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93±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0.13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6DBAC1E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0AD8792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0.28±0.01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0C36BEFD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99</w:t>
            </w:r>
          </w:p>
        </w:tc>
      </w:tr>
      <w:tr w:rsidR="00FC171C" w:rsidRPr="007607C4" w14:paraId="032853D5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437DF998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D-Arabinose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52DD0E5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057BFC7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09056EB" w14:textId="4AEC051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631D0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415CB2F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06±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C4984FF" w14:textId="77777777" w:rsidR="00941CDF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0.11±0.01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4B7FDC04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83</w:t>
            </w:r>
          </w:p>
        </w:tc>
      </w:tr>
      <w:tr w:rsidR="00FC171C" w:rsidRPr="007607C4" w14:paraId="206D5EB9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3D24C5B5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D-Xylose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6C1747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069ED80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27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37±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D308C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81±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9044130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31±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73459D2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52±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0AC109B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0.29±0.03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7405DFF3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</w:p>
        </w:tc>
      </w:tr>
      <w:tr w:rsidR="00FC171C" w:rsidRPr="007607C4" w14:paraId="071D4030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1ED792FC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L-Rhamnose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F2E94BA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490C92D7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6A11D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65±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A3AD60C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szCs w:val="24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7E3250A4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08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B4CA2F4" w14:textId="77777777" w:rsidR="00941CDF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0.12±0.01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761462B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77</w:t>
            </w:r>
          </w:p>
        </w:tc>
      </w:tr>
      <w:tr w:rsidR="00FC171C" w:rsidRPr="007607C4" w14:paraId="37402AE9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08341C3A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L-Fucose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522B85A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6AB44F48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2526CA7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F1F00EF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7373A87D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91±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713B12E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0.08±0.00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09810F9A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18</w:t>
            </w:r>
          </w:p>
        </w:tc>
      </w:tr>
      <w:tr w:rsidR="00FC171C" w:rsidRPr="007607C4" w14:paraId="2C14A500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33BB0DA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Lactose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2A08884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2461E5BD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B74F7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22±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571415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24E51CD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91±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08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48F7930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0.34±0.04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0F28D233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</w:t>
            </w:r>
          </w:p>
        </w:tc>
      </w:tr>
      <w:tr w:rsidR="00FC171C" w:rsidRPr="007607C4" w14:paraId="403FA644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2F0ACCDD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Maltose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C620849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67E4B5BA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39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11±</w:t>
            </w:r>
            <w:bookmarkStart w:id="0" w:name="OLE_LINK1"/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35</w:t>
            </w:r>
            <w:bookmarkEnd w:id="0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1C9F4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29±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1172031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6F3AB08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27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992CB6A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0.33±0.01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4F927281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108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88</w:t>
            </w:r>
          </w:p>
        </w:tc>
      </w:tr>
      <w:tr w:rsidR="00FC171C" w:rsidRPr="007607C4" w14:paraId="54FA569D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64DA4BA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Trehalose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2595346A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68088BD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07±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E8AB71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54±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B05D1B6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80±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0.11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694B0DC7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92±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07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F5C8340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0.31±0.02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1B24270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52</w:t>
            </w:r>
          </w:p>
        </w:tc>
      </w:tr>
      <w:tr w:rsidR="00FC171C" w:rsidRPr="007607C4" w14:paraId="2E9708CF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22D9B6C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Cellobiose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545BFCB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2FDB9DD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35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74446A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157824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03±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052DE98A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13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D64FD64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0.30±0.04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3659D04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108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96</w:t>
            </w:r>
          </w:p>
        </w:tc>
      </w:tr>
      <w:tr w:rsidR="00FC171C" w:rsidRPr="007607C4" w14:paraId="03781A15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7339B3B4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Sucrose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07AFFDAD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05A37DF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63±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231A7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86±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9BBC6AA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31±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53C1237A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37AD03E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0.10±0.00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0993BAF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</w:tr>
      <w:tr w:rsidR="00FC171C" w:rsidRPr="007607C4" w14:paraId="0A4B24AD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318D3946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Raffiose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1DAFB43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18E6021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30±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AEB3AD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06±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D3E42E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48±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0.05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189A1D4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02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B61A91F" w14:textId="77777777" w:rsidR="00941CDF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0.30±0.05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1CA1E7ED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09</w:t>
            </w:r>
          </w:p>
        </w:tc>
      </w:tr>
      <w:tr w:rsidR="00FC171C" w:rsidRPr="007607C4" w14:paraId="5E059BEB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7FCAAF73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Glycerol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DB9CE3C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7C298638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69±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00F1BE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80±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EAEA65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30±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4D312D21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06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29D21AD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0.10±0.00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1121F01F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97</w:t>
            </w:r>
          </w:p>
        </w:tc>
      </w:tr>
      <w:tr w:rsidR="00FC171C" w:rsidRPr="007607C4" w14:paraId="45466B26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183B6B3A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Pyruvate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3A8D564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B33C333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BD45A7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60±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C9F4007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94±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0.13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14681A6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57±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96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8C963F6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0.15±0.02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610CDB5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95</w:t>
            </w:r>
          </w:p>
        </w:tc>
      </w:tr>
      <w:tr w:rsidR="00FC171C" w:rsidRPr="007607C4" w14:paraId="594627BF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3989578A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Xylan (oat)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64F00E97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686C9F4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59±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28551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47±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8563B4F" w14:textId="77777777" w:rsidR="00FC171C" w:rsidRPr="007607C4" w:rsidRDefault="00FC171C" w:rsidP="00F62F3C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82±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4F2E369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53±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AF21AF9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0.21±0.04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7501988C" w14:textId="77777777" w:rsidR="00FC171C" w:rsidRPr="007607C4" w:rsidRDefault="008E0639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50EAA802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736FB202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Starch (potato)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F0CFEF3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9D6C7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72±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25625C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89±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DF457B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54±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21D64DE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07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576FD12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0.37±0.03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30D75BD4" w14:textId="77777777" w:rsidR="00FC171C" w:rsidRPr="007607C4" w:rsidRDefault="008E0639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3A9FF387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553C4651" w14:textId="77777777" w:rsidR="00FC171C" w:rsidRPr="007607C4" w:rsidRDefault="00482976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Carboxymethyl cellulose (</w:t>
            </w:r>
            <w:r w:rsidR="00FC171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CMC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)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0462795B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D64910" w14:textId="502F61F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21±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7BDBCB5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51±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4FD5A0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1674669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42±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04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A90555F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0.05±0.00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5E27DEEC" w14:textId="77777777" w:rsidR="00FC171C" w:rsidRPr="007607C4" w:rsidRDefault="008E0639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32DED4C0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254E5C2F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Cellulose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A333E41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2AE832E2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56±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8F4D7D4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72±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4089DA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699608D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25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BDEA1EF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0.04±0.01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66F728A3" w14:textId="77777777" w:rsidR="00FC171C" w:rsidRPr="007607C4" w:rsidRDefault="008E0639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49D2D2CA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299493E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Avicel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43FBE48E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317C064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E09EB2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37±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D8FC9D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05±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703FAC80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97±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19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5C99173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0.06±0.02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30DDD8CC" w14:textId="77777777" w:rsidR="00FC171C" w:rsidRPr="007607C4" w:rsidRDefault="008E0639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ND</w:t>
            </w:r>
          </w:p>
        </w:tc>
      </w:tr>
      <w:tr w:rsidR="00FC171C" w:rsidRPr="007607C4" w14:paraId="3A830176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14:paraId="37ED7091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Serine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2B0434B5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B66C8E9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70±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36859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17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73±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AF9764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</w:tcPr>
          <w:p w14:paraId="324FD79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6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95±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12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C0F2DF3" w14:textId="77777777" w:rsidR="00941CDF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0.21±0.03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2D62988C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53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56</w:t>
            </w:r>
          </w:p>
        </w:tc>
      </w:tr>
      <w:tr w:rsidR="00FC171C" w:rsidRPr="007607C4" w14:paraId="68164A87" w14:textId="77777777" w:rsidTr="00861EDC">
        <w:trPr>
          <w:trHeight w:val="96"/>
          <w:jc w:val="center"/>
        </w:trPr>
        <w:tc>
          <w:tcPr>
            <w:tcW w:w="3464" w:type="dxa"/>
            <w:tcBorders>
              <w:top w:val="nil"/>
              <w:left w:val="nil"/>
              <w:right w:val="nil"/>
            </w:tcBorders>
          </w:tcPr>
          <w:p w14:paraId="4EDBD419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Theronine</w:t>
            </w:r>
          </w:p>
        </w:tc>
        <w:tc>
          <w:tcPr>
            <w:tcW w:w="393" w:type="dxa"/>
            <w:tcBorders>
              <w:top w:val="nil"/>
              <w:left w:val="nil"/>
              <w:right w:val="nil"/>
            </w:tcBorders>
          </w:tcPr>
          <w:p w14:paraId="6264A0D1" w14:textId="77777777" w:rsidR="00FC171C" w:rsidRPr="007607C4" w:rsidRDefault="00FC171C" w:rsidP="00FC171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</w:tcPr>
          <w:p w14:paraId="497A54AE" w14:textId="4BDB81C2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30±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482976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</w:tcPr>
          <w:p w14:paraId="750F807B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39±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26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6EC0F6C0" w14:textId="77777777" w:rsidR="00941CDF" w:rsidRPr="007607C4" w:rsidRDefault="00FC171C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00±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0.00</w:t>
            </w:r>
          </w:p>
        </w:tc>
        <w:tc>
          <w:tcPr>
            <w:tcW w:w="1362" w:type="dxa"/>
            <w:tcBorders>
              <w:top w:val="nil"/>
              <w:left w:val="nil"/>
              <w:right w:val="nil"/>
            </w:tcBorders>
          </w:tcPr>
          <w:p w14:paraId="7BC71E8E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47±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F62F3C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22</w:t>
            </w:r>
          </w:p>
        </w:tc>
        <w:tc>
          <w:tcPr>
            <w:tcW w:w="2050" w:type="dxa"/>
            <w:tcBorders>
              <w:top w:val="nil"/>
              <w:left w:val="nil"/>
              <w:right w:val="nil"/>
            </w:tcBorders>
          </w:tcPr>
          <w:p w14:paraId="20EC22B3" w14:textId="77777777" w:rsidR="00FC171C" w:rsidRPr="007607C4" w:rsidRDefault="00941CDF" w:rsidP="00941CD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0.11±0.02</w:t>
            </w: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</w:tcPr>
          <w:p w14:paraId="1DFC0346" w14:textId="77777777" w:rsidR="00FC171C" w:rsidRPr="007607C4" w:rsidRDefault="00FC171C" w:rsidP="00122F7F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</w:t>
            </w:r>
            <w:r w:rsidR="00941CDF"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7607C4">
              <w:rPr>
                <w:rFonts w:ascii="Times New Roman" w:hAnsi="Times New Roman"/>
                <w:bCs/>
                <w:noProof/>
                <w:szCs w:val="24"/>
                <w:lang w:val="en-GB"/>
              </w:rPr>
              <w:t>72</w:t>
            </w:r>
          </w:p>
        </w:tc>
      </w:tr>
    </w:tbl>
    <w:p w14:paraId="3A35FC6D" w14:textId="5509F263" w:rsidR="00DE4673" w:rsidRDefault="00DE4673"/>
    <w:p w14:paraId="79A4A710" w14:textId="277B0A63" w:rsidR="003F4452" w:rsidRDefault="003F4452"/>
    <w:p w14:paraId="5E8D6AA5" w14:textId="1FFE066A" w:rsidR="003F4452" w:rsidRPr="00E27863" w:rsidRDefault="003F4452" w:rsidP="003F4452">
      <w:pPr>
        <w:jc w:val="center"/>
      </w:pPr>
      <w:r w:rsidRPr="007F0EBB">
        <w:rPr>
          <w:b/>
        </w:rPr>
        <w:t xml:space="preserve">Table </w:t>
      </w:r>
      <w:r>
        <w:rPr>
          <w:b/>
        </w:rPr>
        <w:t>S</w:t>
      </w:r>
      <w:r>
        <w:rPr>
          <w:b/>
        </w:rPr>
        <w:t>2</w:t>
      </w:r>
      <w:r w:rsidRPr="007F0EBB">
        <w:t xml:space="preserve"> – API ZYM data for </w:t>
      </w:r>
      <w:r w:rsidRPr="007F0EBB">
        <w:rPr>
          <w:i/>
        </w:rPr>
        <w:t>Thermoanaerobacter</w:t>
      </w:r>
      <w:r w:rsidRPr="007F0EBB">
        <w:t xml:space="preserve"> </w:t>
      </w:r>
      <w:r>
        <w:t xml:space="preserve">strain AK152 and </w:t>
      </w:r>
      <w:r>
        <w:rPr>
          <w:i/>
        </w:rPr>
        <w:t>T. thermohydrosulfuricus.</w:t>
      </w:r>
    </w:p>
    <w:p w14:paraId="72412C2E" w14:textId="77777777" w:rsidR="003F4452" w:rsidRDefault="003F4452" w:rsidP="003F4452"/>
    <w:tbl>
      <w:tblPr>
        <w:tblStyle w:val="TableGrid"/>
        <w:tblW w:w="12852" w:type="dxa"/>
        <w:jc w:val="center"/>
        <w:tblLayout w:type="fixed"/>
        <w:tblLook w:val="04A0" w:firstRow="1" w:lastRow="0" w:firstColumn="1" w:lastColumn="0" w:noHBand="0" w:noVBand="1"/>
      </w:tblPr>
      <w:tblGrid>
        <w:gridCol w:w="3937"/>
        <w:gridCol w:w="581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633"/>
        <w:gridCol w:w="453"/>
        <w:gridCol w:w="453"/>
      </w:tblGrid>
      <w:tr w:rsidR="003F4452" w:rsidRPr="003F4452" w14:paraId="03FA9C32" w14:textId="77777777" w:rsidTr="003F4452">
        <w:trPr>
          <w:cantSplit/>
          <w:trHeight w:val="3844"/>
          <w:jc w:val="center"/>
        </w:trPr>
        <w:tc>
          <w:tcPr>
            <w:tcW w:w="39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48E4A9" w14:textId="77777777" w:rsidR="003F4452" w:rsidRPr="003F4452" w:rsidRDefault="003F4452" w:rsidP="00F60909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0C78FC4B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Alkaline phosphatase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18737502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Esterase (C4)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205C8434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Lipase esterase (C8)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18487464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Lipase (C14)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2EA5EE54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Leucine arylamidase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2EB4E9BA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Valine arylamidase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6D775CE9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Cysteine arylamidase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17343668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Trypsin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4917ECA7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α-Chymotrypsin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35DE9756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Acid phosphatase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3760A1D3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Naphthol-AS-BI-phosophohydrolase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112CDE7E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α-Galactosidase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01603C27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β-Galactosidase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63F0565E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β-Glucuronidase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162E48D1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α-Glucosidase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08AC31C0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β-Glucosidase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50FD5297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i/>
                <w:szCs w:val="24"/>
                <w:lang w:val="is-IS"/>
              </w:rPr>
              <w:t>N</w:t>
            </w:r>
            <w:r w:rsidRPr="003F4452">
              <w:rPr>
                <w:rFonts w:ascii="Times New Roman" w:hAnsi="Times New Roman"/>
                <w:szCs w:val="24"/>
                <w:lang w:val="is-IS"/>
              </w:rPr>
              <w:t>-Acetyl-β-glucosaminidase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21563B68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i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α-Mannosidase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</w:tcPr>
          <w:p w14:paraId="0431C260" w14:textId="77777777" w:rsidR="003F4452" w:rsidRPr="003F4452" w:rsidRDefault="003F4452" w:rsidP="00F60909">
            <w:pPr>
              <w:spacing w:line="240" w:lineRule="auto"/>
              <w:ind w:left="113" w:right="113"/>
              <w:rPr>
                <w:rFonts w:ascii="Times New Roman" w:hAnsi="Times New Roman"/>
                <w:szCs w:val="24"/>
                <w:lang w:val="is-IS"/>
              </w:rPr>
            </w:pPr>
            <w:r w:rsidRPr="003F4452">
              <w:rPr>
                <w:rFonts w:ascii="Times New Roman" w:hAnsi="Times New Roman"/>
                <w:szCs w:val="24"/>
                <w:lang w:val="is-IS"/>
              </w:rPr>
              <w:t>α-Fucosidase</w:t>
            </w:r>
          </w:p>
        </w:tc>
      </w:tr>
      <w:tr w:rsidR="003F4452" w:rsidRPr="003F4452" w14:paraId="5E222233" w14:textId="77777777" w:rsidTr="003F4452">
        <w:trPr>
          <w:jc w:val="center"/>
        </w:trPr>
        <w:tc>
          <w:tcPr>
            <w:tcW w:w="3937" w:type="dxa"/>
            <w:tcBorders>
              <w:left w:val="nil"/>
              <w:bottom w:val="nil"/>
              <w:right w:val="nil"/>
            </w:tcBorders>
          </w:tcPr>
          <w:p w14:paraId="4046C9EF" w14:textId="77777777" w:rsidR="003F4452" w:rsidRPr="003F4452" w:rsidRDefault="003F4452" w:rsidP="00F60909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i/>
                <w:szCs w:val="24"/>
              </w:rPr>
              <w:t>Thermoanaerobacter</w:t>
            </w:r>
            <w:r w:rsidRPr="003F4452">
              <w:rPr>
                <w:rFonts w:ascii="Times New Roman" w:hAnsi="Times New Roman"/>
                <w:szCs w:val="24"/>
              </w:rPr>
              <w:t xml:space="preserve"> strain AK152</w:t>
            </w: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</w:tcPr>
          <w:p w14:paraId="76BDB042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61FDD65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F7D4A9F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34A4BB49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2EB1AD5F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7154E4C8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0D9D39A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1F979A08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15FCEBA4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22E8B80A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54E919B8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0D8C89A1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3889A89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0A9D6AB1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5412B183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6C30C4AE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14:paraId="25F63C1A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(+)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726C72B5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left w:val="nil"/>
              <w:bottom w:val="nil"/>
              <w:right w:val="nil"/>
            </w:tcBorders>
          </w:tcPr>
          <w:p w14:paraId="45796B9C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3F4452" w:rsidRPr="003F4452" w14:paraId="411395FC" w14:textId="77777777" w:rsidTr="003F4452">
        <w:trPr>
          <w:jc w:val="center"/>
        </w:trPr>
        <w:tc>
          <w:tcPr>
            <w:tcW w:w="3937" w:type="dxa"/>
            <w:tcBorders>
              <w:top w:val="nil"/>
              <w:left w:val="nil"/>
              <w:right w:val="nil"/>
            </w:tcBorders>
          </w:tcPr>
          <w:p w14:paraId="5E86F942" w14:textId="13BF6D72" w:rsidR="003F4452" w:rsidRPr="003F4452" w:rsidRDefault="003F4452" w:rsidP="003F4452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i/>
                <w:szCs w:val="24"/>
              </w:rPr>
              <w:t>T</w:t>
            </w:r>
            <w:r>
              <w:rPr>
                <w:rFonts w:ascii="Times New Roman" w:hAnsi="Times New Roman"/>
                <w:i/>
                <w:szCs w:val="24"/>
              </w:rPr>
              <w:t>.</w:t>
            </w:r>
            <w:bookmarkStart w:id="1" w:name="_GoBack"/>
            <w:bookmarkEnd w:id="1"/>
            <w:r w:rsidRPr="003F4452">
              <w:rPr>
                <w:rFonts w:ascii="Times New Roman" w:hAnsi="Times New Roman"/>
                <w:i/>
                <w:szCs w:val="24"/>
              </w:rPr>
              <w:t xml:space="preserve"> thermohydrosulfuricus</w:t>
            </w:r>
            <w:r w:rsidRPr="003F4452">
              <w:rPr>
                <w:rFonts w:ascii="Times New Roman" w:hAnsi="Times New Roman"/>
                <w:szCs w:val="24"/>
              </w:rPr>
              <w:t xml:space="preserve"> (DSM 567)</w:t>
            </w: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</w:tcPr>
          <w:p w14:paraId="7B15470B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A536AAD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6D306E73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60A1880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C5AE7E6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467F5711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1E3C1267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019AAA20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257D43A6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51990FB8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7FCF812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3EC5B430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419E73C6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6CC40B4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14DB2810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369CAC3B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14:paraId="338812AD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F4452">
              <w:rPr>
                <w:rFonts w:ascii="Times New Roman" w:hAnsi="Times New Roman"/>
                <w:b/>
                <w:szCs w:val="24"/>
              </w:rPr>
              <w:t>+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06413604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0EC1EFA7" w14:textId="77777777" w:rsidR="003F4452" w:rsidRPr="003F4452" w:rsidRDefault="003F4452" w:rsidP="00F60909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F4452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14:paraId="276DC6DB" w14:textId="77777777" w:rsidR="003F4452" w:rsidRDefault="003F4452" w:rsidP="003F4452">
      <w:pPr>
        <w:spacing w:line="240" w:lineRule="auto"/>
        <w:rPr>
          <w:b/>
          <w:bCs/>
          <w:noProof/>
          <w:szCs w:val="24"/>
          <w:lang w:val="en-GB"/>
        </w:rPr>
      </w:pPr>
      <w:r>
        <w:rPr>
          <w:b/>
          <w:bCs/>
          <w:noProof/>
          <w:szCs w:val="24"/>
          <w:lang w:val="en-GB"/>
        </w:rPr>
        <w:br w:type="page"/>
      </w:r>
    </w:p>
    <w:p w14:paraId="364A4A3D" w14:textId="77777777" w:rsidR="003F4452" w:rsidRDefault="003F4452">
      <w:pPr>
        <w:sectPr w:rsidR="003F4452" w:rsidSect="00CD3061">
          <w:pgSz w:w="16838" w:h="11906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p w14:paraId="4421C434" w14:textId="77777777" w:rsidR="00D86F6D" w:rsidRDefault="00D86F6D"/>
    <w:p w14:paraId="5E70DA3A" w14:textId="4CF97EC7" w:rsidR="00DE4673" w:rsidRPr="00E27863" w:rsidRDefault="00DE4673" w:rsidP="00DE4673">
      <w:pPr>
        <w:pStyle w:val="NoSpacing"/>
        <w:jc w:val="center"/>
      </w:pPr>
      <w:r w:rsidRPr="00861EDC">
        <w:rPr>
          <w:b/>
        </w:rPr>
        <w:t>Table S3</w:t>
      </w:r>
      <w:r w:rsidR="00B67D17" w:rsidRPr="00861EDC">
        <w:t xml:space="preserve"> – Influence of initial 1-propionate on reduction to 1-propanol during glucose (20 mM) fermentation</w:t>
      </w:r>
      <w:r w:rsidRPr="00861EDC">
        <w:t xml:space="preserve"> by </w:t>
      </w:r>
      <w:r w:rsidRPr="00861EDC">
        <w:rPr>
          <w:i/>
        </w:rPr>
        <w:t xml:space="preserve">Thermoanaerobacter </w:t>
      </w:r>
      <w:r w:rsidRPr="00861EDC">
        <w:t>strain AK152 after 5 days of fermentation</w:t>
      </w:r>
      <w:r w:rsidR="00101CBE">
        <w:t xml:space="preserve"> (65°C, pH 7.0)</w:t>
      </w:r>
      <w:r w:rsidRPr="00861EDC">
        <w:t>. Data represents average of triplicate ±</w:t>
      </w:r>
      <w:r>
        <w:t xml:space="preserve"> standard deviation</w:t>
      </w:r>
      <w:r w:rsidR="00305E9A">
        <w:t>.</w:t>
      </w:r>
    </w:p>
    <w:tbl>
      <w:tblPr>
        <w:tblStyle w:val="TableGrid"/>
        <w:tblW w:w="182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5"/>
        <w:gridCol w:w="242"/>
        <w:gridCol w:w="1428"/>
        <w:gridCol w:w="1435"/>
        <w:gridCol w:w="1428"/>
        <w:gridCol w:w="1347"/>
        <w:gridCol w:w="1612"/>
        <w:gridCol w:w="1351"/>
        <w:gridCol w:w="12"/>
        <w:gridCol w:w="1471"/>
        <w:gridCol w:w="1363"/>
        <w:gridCol w:w="1971"/>
        <w:gridCol w:w="7"/>
        <w:gridCol w:w="2193"/>
        <w:gridCol w:w="11"/>
      </w:tblGrid>
      <w:tr w:rsidR="0004792B" w:rsidRPr="00E27863" w14:paraId="72721E30" w14:textId="77777777" w:rsidTr="0004792B">
        <w:trPr>
          <w:gridAfter w:val="1"/>
          <w:wAfter w:w="11" w:type="dxa"/>
          <w:jc w:val="center"/>
        </w:trPr>
        <w:tc>
          <w:tcPr>
            <w:tcW w:w="2385" w:type="dxa"/>
          </w:tcPr>
          <w:p w14:paraId="2A70CD05" w14:textId="77777777" w:rsidR="0004792B" w:rsidRPr="00E27863" w:rsidRDefault="0004792B" w:rsidP="00DE4673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242" w:type="dxa"/>
          </w:tcPr>
          <w:p w14:paraId="44760C83" w14:textId="77777777" w:rsidR="0004792B" w:rsidRPr="00E27863" w:rsidRDefault="0004792B" w:rsidP="00DE4673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E27863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 </w:t>
            </w:r>
          </w:p>
        </w:tc>
        <w:tc>
          <w:tcPr>
            <w:tcW w:w="8613" w:type="dxa"/>
            <w:gridSpan w:val="7"/>
            <w:tcBorders>
              <w:bottom w:val="single" w:sz="4" w:space="0" w:color="auto"/>
            </w:tcBorders>
          </w:tcPr>
          <w:p w14:paraId="7FCAD34E" w14:textId="77777777" w:rsidR="0004792B" w:rsidRPr="00E27863" w:rsidRDefault="0004792B" w:rsidP="00DE4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E27863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Analyte (mM)</w:t>
            </w:r>
          </w:p>
        </w:tc>
        <w:tc>
          <w:tcPr>
            <w:tcW w:w="1471" w:type="dxa"/>
          </w:tcPr>
          <w:p w14:paraId="23194FBF" w14:textId="77777777" w:rsidR="0004792B" w:rsidRPr="00E27863" w:rsidRDefault="0004792B" w:rsidP="00DE4673">
            <w:pPr>
              <w:spacing w:line="240" w:lineRule="auto"/>
              <w:rPr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363" w:type="dxa"/>
          </w:tcPr>
          <w:p w14:paraId="1D152855" w14:textId="77777777" w:rsidR="0004792B" w:rsidRPr="00E27863" w:rsidRDefault="0004792B" w:rsidP="00DE4673">
            <w:pPr>
              <w:spacing w:line="240" w:lineRule="auto"/>
              <w:rPr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971" w:type="dxa"/>
          </w:tcPr>
          <w:p w14:paraId="4FB90577" w14:textId="77777777" w:rsidR="0004792B" w:rsidRPr="00E27863" w:rsidRDefault="0004792B" w:rsidP="00DE4673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2200" w:type="dxa"/>
            <w:gridSpan w:val="2"/>
          </w:tcPr>
          <w:p w14:paraId="0813961A" w14:textId="77777777" w:rsidR="0004792B" w:rsidRPr="00E27863" w:rsidRDefault="0004792B" w:rsidP="00DE4673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</w:tr>
      <w:tr w:rsidR="006C1734" w:rsidRPr="00B67D17" w14:paraId="76775896" w14:textId="77777777" w:rsidTr="0004792B">
        <w:trPr>
          <w:jc w:val="center"/>
        </w:trPr>
        <w:tc>
          <w:tcPr>
            <w:tcW w:w="2385" w:type="dxa"/>
            <w:tcBorders>
              <w:bottom w:val="single" w:sz="4" w:space="0" w:color="auto"/>
            </w:tcBorders>
          </w:tcPr>
          <w:p w14:paraId="1EFD00DD" w14:textId="77777777" w:rsidR="006C1734" w:rsidRPr="00B67D17" w:rsidRDefault="006C173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Initial propionate </w:t>
            </w: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>concentration (mM)</w:t>
            </w: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6B16E7A3" w14:textId="77777777" w:rsidR="006C1734" w:rsidRPr="00B67D17" w:rsidRDefault="006C173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68C151BF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Ethanol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B69FE34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1-Propanol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0C49E75D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Acetate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A3D7F6E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Lactate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44E4B9E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1-propionate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7AB7D020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Hydrogen</w:t>
            </w:r>
          </w:p>
        </w:tc>
        <w:tc>
          <w:tcPr>
            <w:tcW w:w="1483" w:type="dxa"/>
            <w:gridSpan w:val="2"/>
            <w:tcBorders>
              <w:bottom w:val="single" w:sz="4" w:space="0" w:color="auto"/>
            </w:tcBorders>
          </w:tcPr>
          <w:p w14:paraId="78B852D5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Glucose </w:t>
            </w: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>degradation (%)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524EB548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RCOOH </w:t>
            </w: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>conversion (%)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</w:tcPr>
          <w:p w14:paraId="308D6765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Optical Density</w:t>
            </w: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 xml:space="preserve"> (600 nm)</w:t>
            </w: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</w:tcPr>
          <w:p w14:paraId="3BC4582C" w14:textId="77777777" w:rsidR="006C1734" w:rsidRPr="00B67D17" w:rsidRDefault="006C1734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Carbon balance (%)</w:t>
            </w:r>
          </w:p>
        </w:tc>
      </w:tr>
      <w:tr w:rsidR="006C1734" w:rsidRPr="00B67D17" w14:paraId="4DDB09CF" w14:textId="77777777" w:rsidTr="0004792B">
        <w:trPr>
          <w:jc w:val="center"/>
        </w:trPr>
        <w:tc>
          <w:tcPr>
            <w:tcW w:w="2385" w:type="dxa"/>
            <w:tcBorders>
              <w:top w:val="single" w:sz="4" w:space="0" w:color="auto"/>
            </w:tcBorders>
          </w:tcPr>
          <w:p w14:paraId="5B8E7311" w14:textId="77777777" w:rsidR="006C1734" w:rsidRPr="00B67D17" w:rsidRDefault="006C173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Control (YE only)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02E147B1" w14:textId="77777777" w:rsidR="006C1734" w:rsidRPr="00B67D17" w:rsidRDefault="006C173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17881616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45±0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5AC41A17" w14:textId="77777777" w:rsidR="006C1734" w:rsidRPr="00B67D17" w:rsidRDefault="006C173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00</w:t>
            </w:r>
            <w:r w:rsidR="0060704B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60704B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3029DBDE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37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73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50E4A29F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00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6E3F98D5" w14:textId="77777777" w:rsidR="006C1734" w:rsidRPr="00B67D17" w:rsidRDefault="006C173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  <w:r w:rsidR="0060704B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="0060704B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18D712E0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74±1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</w:tcBorders>
          </w:tcPr>
          <w:p w14:paraId="0DFBD9A5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ND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14:paraId="11D9403F" w14:textId="77777777" w:rsidR="006C1734" w:rsidRPr="00B67D17" w:rsidRDefault="0060704B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ND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</w:tcBorders>
          </w:tcPr>
          <w:p w14:paraId="5682784B" w14:textId="77777777" w:rsidR="006C173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  <w:r w:rsidR="0060704B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</w:tcBorders>
          </w:tcPr>
          <w:p w14:paraId="664DB30E" w14:textId="77777777" w:rsidR="006C1734" w:rsidRPr="00B67D17" w:rsidRDefault="006C173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ND</w:t>
            </w:r>
          </w:p>
        </w:tc>
      </w:tr>
      <w:tr w:rsidR="007607C4" w:rsidRPr="00B67D17" w14:paraId="6C088045" w14:textId="77777777" w:rsidTr="0004792B">
        <w:trPr>
          <w:jc w:val="center"/>
        </w:trPr>
        <w:tc>
          <w:tcPr>
            <w:tcW w:w="2385" w:type="dxa"/>
          </w:tcPr>
          <w:p w14:paraId="67142F5A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</w:p>
        </w:tc>
        <w:tc>
          <w:tcPr>
            <w:tcW w:w="242" w:type="dxa"/>
          </w:tcPr>
          <w:p w14:paraId="0C6971C8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443EB037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25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32±0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37</w:t>
            </w:r>
          </w:p>
        </w:tc>
        <w:tc>
          <w:tcPr>
            <w:tcW w:w="1435" w:type="dxa"/>
          </w:tcPr>
          <w:p w14:paraId="33FB0E6A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00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428" w:type="dxa"/>
          </w:tcPr>
          <w:p w14:paraId="4164C995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58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</w:p>
        </w:tc>
        <w:tc>
          <w:tcPr>
            <w:tcW w:w="1347" w:type="dxa"/>
          </w:tcPr>
          <w:p w14:paraId="5296212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51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53</w:t>
            </w:r>
          </w:p>
        </w:tc>
        <w:tc>
          <w:tcPr>
            <w:tcW w:w="1612" w:type="dxa"/>
          </w:tcPr>
          <w:p w14:paraId="6482048B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00</w:t>
            </w:r>
          </w:p>
        </w:tc>
        <w:tc>
          <w:tcPr>
            <w:tcW w:w="1351" w:type="dxa"/>
          </w:tcPr>
          <w:p w14:paraId="6AF5379D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16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51±0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94</w:t>
            </w:r>
          </w:p>
        </w:tc>
        <w:tc>
          <w:tcPr>
            <w:tcW w:w="1483" w:type="dxa"/>
            <w:gridSpan w:val="2"/>
          </w:tcPr>
          <w:p w14:paraId="5C636A2F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100</w:t>
            </w:r>
          </w:p>
        </w:tc>
        <w:tc>
          <w:tcPr>
            <w:tcW w:w="1363" w:type="dxa"/>
          </w:tcPr>
          <w:p w14:paraId="6CED797E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0</w:t>
            </w:r>
          </w:p>
        </w:tc>
        <w:tc>
          <w:tcPr>
            <w:tcW w:w="1978" w:type="dxa"/>
            <w:gridSpan w:val="2"/>
          </w:tcPr>
          <w:p w14:paraId="6D5AD09B" w14:textId="77777777" w:rsidR="00B67D17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25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2204" w:type="dxa"/>
            <w:gridSpan w:val="2"/>
          </w:tcPr>
          <w:p w14:paraId="5001B1A2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88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</w:t>
            </w:r>
          </w:p>
        </w:tc>
      </w:tr>
      <w:tr w:rsidR="007607C4" w:rsidRPr="00B67D17" w14:paraId="538A56FD" w14:textId="77777777" w:rsidTr="0004792B">
        <w:trPr>
          <w:jc w:val="center"/>
        </w:trPr>
        <w:tc>
          <w:tcPr>
            <w:tcW w:w="2385" w:type="dxa"/>
          </w:tcPr>
          <w:p w14:paraId="1D2DD0E7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242" w:type="dxa"/>
          </w:tcPr>
          <w:p w14:paraId="01B3EEE3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6EE01A15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64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45</w:t>
            </w:r>
          </w:p>
        </w:tc>
        <w:tc>
          <w:tcPr>
            <w:tcW w:w="1435" w:type="dxa"/>
          </w:tcPr>
          <w:p w14:paraId="26558A80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2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44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72</w:t>
            </w:r>
          </w:p>
        </w:tc>
        <w:tc>
          <w:tcPr>
            <w:tcW w:w="1428" w:type="dxa"/>
          </w:tcPr>
          <w:p w14:paraId="3AAF0613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58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65</w:t>
            </w:r>
          </w:p>
        </w:tc>
        <w:tc>
          <w:tcPr>
            <w:tcW w:w="1347" w:type="dxa"/>
          </w:tcPr>
          <w:p w14:paraId="6788DBDE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24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61</w:t>
            </w:r>
          </w:p>
        </w:tc>
        <w:tc>
          <w:tcPr>
            <w:tcW w:w="1612" w:type="dxa"/>
          </w:tcPr>
          <w:p w14:paraId="0867D31B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98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85</w:t>
            </w:r>
          </w:p>
        </w:tc>
        <w:tc>
          <w:tcPr>
            <w:tcW w:w="1351" w:type="dxa"/>
          </w:tcPr>
          <w:p w14:paraId="121A652A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18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69±1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84</w:t>
            </w:r>
          </w:p>
        </w:tc>
        <w:tc>
          <w:tcPr>
            <w:tcW w:w="1483" w:type="dxa"/>
            <w:gridSpan w:val="2"/>
          </w:tcPr>
          <w:p w14:paraId="19A7B22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</w:t>
            </w:r>
          </w:p>
        </w:tc>
        <w:tc>
          <w:tcPr>
            <w:tcW w:w="1363" w:type="dxa"/>
          </w:tcPr>
          <w:p w14:paraId="51698CD4" w14:textId="77777777" w:rsidR="007607C4" w:rsidRPr="00B67D17" w:rsidRDefault="00427406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61EDC">
              <w:rPr>
                <w:rFonts w:ascii="Times New Roman" w:hAnsi="Times New Roman"/>
              </w:rPr>
              <w:t>.</w:t>
            </w:r>
            <w:r w:rsidR="007607C4" w:rsidRPr="00B67D17">
              <w:rPr>
                <w:rFonts w:ascii="Times New Roman" w:hAnsi="Times New Roman"/>
              </w:rPr>
              <w:t>0</w:t>
            </w:r>
          </w:p>
        </w:tc>
        <w:tc>
          <w:tcPr>
            <w:tcW w:w="1978" w:type="dxa"/>
            <w:gridSpan w:val="2"/>
          </w:tcPr>
          <w:p w14:paraId="594C8FFC" w14:textId="77777777" w:rsidR="007607C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27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01</w:t>
            </w:r>
          </w:p>
        </w:tc>
        <w:tc>
          <w:tcPr>
            <w:tcW w:w="2204" w:type="dxa"/>
            <w:gridSpan w:val="2"/>
          </w:tcPr>
          <w:p w14:paraId="693C90C2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85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7</w:t>
            </w:r>
          </w:p>
        </w:tc>
      </w:tr>
      <w:tr w:rsidR="007607C4" w:rsidRPr="00B67D17" w14:paraId="11BB165C" w14:textId="77777777" w:rsidTr="0004792B">
        <w:trPr>
          <w:jc w:val="center"/>
        </w:trPr>
        <w:tc>
          <w:tcPr>
            <w:tcW w:w="2385" w:type="dxa"/>
          </w:tcPr>
          <w:p w14:paraId="7D38130E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20</w:t>
            </w:r>
          </w:p>
        </w:tc>
        <w:tc>
          <w:tcPr>
            <w:tcW w:w="242" w:type="dxa"/>
          </w:tcPr>
          <w:p w14:paraId="6B3FF68C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0FE2397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79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09</w:t>
            </w:r>
          </w:p>
        </w:tc>
        <w:tc>
          <w:tcPr>
            <w:tcW w:w="1435" w:type="dxa"/>
          </w:tcPr>
          <w:p w14:paraId="74C2832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8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37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08</w:t>
            </w:r>
          </w:p>
        </w:tc>
        <w:tc>
          <w:tcPr>
            <w:tcW w:w="1428" w:type="dxa"/>
          </w:tcPr>
          <w:p w14:paraId="652D9C7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55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71</w:t>
            </w:r>
          </w:p>
        </w:tc>
        <w:tc>
          <w:tcPr>
            <w:tcW w:w="1347" w:type="dxa"/>
          </w:tcPr>
          <w:p w14:paraId="21D7AD3D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73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41</w:t>
            </w:r>
          </w:p>
        </w:tc>
        <w:tc>
          <w:tcPr>
            <w:tcW w:w="1612" w:type="dxa"/>
          </w:tcPr>
          <w:p w14:paraId="6A1DBF3F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13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11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±2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86</w:t>
            </w:r>
          </w:p>
        </w:tc>
        <w:tc>
          <w:tcPr>
            <w:tcW w:w="1351" w:type="dxa"/>
          </w:tcPr>
          <w:p w14:paraId="123EB5AC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16</w:t>
            </w:r>
          </w:p>
        </w:tc>
        <w:tc>
          <w:tcPr>
            <w:tcW w:w="1483" w:type="dxa"/>
            <w:gridSpan w:val="2"/>
          </w:tcPr>
          <w:p w14:paraId="0ACC3C8A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98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7</w:t>
            </w:r>
          </w:p>
        </w:tc>
        <w:tc>
          <w:tcPr>
            <w:tcW w:w="1363" w:type="dxa"/>
          </w:tcPr>
          <w:p w14:paraId="583B1E52" w14:textId="77777777" w:rsidR="007607C4" w:rsidRPr="00B67D17" w:rsidRDefault="00427406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9</w:t>
            </w:r>
          </w:p>
        </w:tc>
        <w:tc>
          <w:tcPr>
            <w:tcW w:w="1978" w:type="dxa"/>
            <w:gridSpan w:val="2"/>
          </w:tcPr>
          <w:p w14:paraId="6F0725B9" w14:textId="77777777" w:rsidR="007607C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29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02</w:t>
            </w:r>
          </w:p>
        </w:tc>
        <w:tc>
          <w:tcPr>
            <w:tcW w:w="2204" w:type="dxa"/>
            <w:gridSpan w:val="2"/>
          </w:tcPr>
          <w:p w14:paraId="003F26AB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91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1</w:t>
            </w:r>
          </w:p>
        </w:tc>
      </w:tr>
      <w:tr w:rsidR="007607C4" w:rsidRPr="00B67D17" w14:paraId="29244B8E" w14:textId="77777777" w:rsidTr="0004792B">
        <w:trPr>
          <w:jc w:val="center"/>
        </w:trPr>
        <w:tc>
          <w:tcPr>
            <w:tcW w:w="2385" w:type="dxa"/>
          </w:tcPr>
          <w:p w14:paraId="51558FA7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40</w:t>
            </w:r>
          </w:p>
        </w:tc>
        <w:tc>
          <w:tcPr>
            <w:tcW w:w="242" w:type="dxa"/>
          </w:tcPr>
          <w:p w14:paraId="5A74E5C5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519F9C65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24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29</w:t>
            </w:r>
          </w:p>
        </w:tc>
        <w:tc>
          <w:tcPr>
            <w:tcW w:w="1435" w:type="dxa"/>
          </w:tcPr>
          <w:p w14:paraId="733FA2C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24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58</w:t>
            </w:r>
          </w:p>
        </w:tc>
        <w:tc>
          <w:tcPr>
            <w:tcW w:w="1428" w:type="dxa"/>
          </w:tcPr>
          <w:p w14:paraId="6B53E509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63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98</w:t>
            </w:r>
          </w:p>
        </w:tc>
        <w:tc>
          <w:tcPr>
            <w:tcW w:w="1347" w:type="dxa"/>
          </w:tcPr>
          <w:p w14:paraId="0C866E27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89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51</w:t>
            </w:r>
          </w:p>
        </w:tc>
        <w:tc>
          <w:tcPr>
            <w:tcW w:w="1612" w:type="dxa"/>
          </w:tcPr>
          <w:p w14:paraId="1C3C8697" w14:textId="77777777" w:rsidR="007607C4" w:rsidRPr="00B67D17" w:rsidRDefault="007607C4" w:rsidP="007607C4">
            <w:pPr>
              <w:tabs>
                <w:tab w:val="left" w:pos="1087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30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45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18</w:t>
            </w:r>
          </w:p>
        </w:tc>
        <w:tc>
          <w:tcPr>
            <w:tcW w:w="1351" w:type="dxa"/>
          </w:tcPr>
          <w:p w14:paraId="59042014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22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38±2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1483" w:type="dxa"/>
            <w:gridSpan w:val="2"/>
          </w:tcPr>
          <w:p w14:paraId="0E4F7536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99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17</w:t>
            </w:r>
          </w:p>
        </w:tc>
        <w:tc>
          <w:tcPr>
            <w:tcW w:w="1363" w:type="dxa"/>
          </w:tcPr>
          <w:p w14:paraId="19505935" w14:textId="77777777" w:rsidR="007607C4" w:rsidRPr="00B67D17" w:rsidRDefault="00427406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1</w:t>
            </w:r>
          </w:p>
        </w:tc>
        <w:tc>
          <w:tcPr>
            <w:tcW w:w="1978" w:type="dxa"/>
            <w:gridSpan w:val="2"/>
          </w:tcPr>
          <w:p w14:paraId="3A7B0FC2" w14:textId="77777777" w:rsidR="007607C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25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2204" w:type="dxa"/>
            <w:gridSpan w:val="2"/>
          </w:tcPr>
          <w:p w14:paraId="1E186696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4</w:t>
            </w:r>
          </w:p>
        </w:tc>
      </w:tr>
      <w:tr w:rsidR="007607C4" w:rsidRPr="00B67D17" w14:paraId="7B62DDA9" w14:textId="77777777" w:rsidTr="0004792B">
        <w:trPr>
          <w:jc w:val="center"/>
        </w:trPr>
        <w:tc>
          <w:tcPr>
            <w:tcW w:w="2385" w:type="dxa"/>
          </w:tcPr>
          <w:p w14:paraId="70734FDD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60</w:t>
            </w:r>
          </w:p>
        </w:tc>
        <w:tc>
          <w:tcPr>
            <w:tcW w:w="242" w:type="dxa"/>
          </w:tcPr>
          <w:p w14:paraId="12CBC3DB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2E2551B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8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21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11</w:t>
            </w:r>
          </w:p>
        </w:tc>
        <w:tc>
          <w:tcPr>
            <w:tcW w:w="1435" w:type="dxa"/>
          </w:tcPr>
          <w:p w14:paraId="68BBE8C9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2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82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10</w:t>
            </w:r>
          </w:p>
        </w:tc>
        <w:tc>
          <w:tcPr>
            <w:tcW w:w="1428" w:type="dxa"/>
          </w:tcPr>
          <w:p w14:paraId="0BDE6008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19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51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±2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14</w:t>
            </w:r>
          </w:p>
        </w:tc>
        <w:tc>
          <w:tcPr>
            <w:tcW w:w="1347" w:type="dxa"/>
          </w:tcPr>
          <w:p w14:paraId="6D16D3CB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4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69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34</w:t>
            </w:r>
          </w:p>
        </w:tc>
        <w:tc>
          <w:tcPr>
            <w:tcW w:w="1612" w:type="dxa"/>
          </w:tcPr>
          <w:p w14:paraId="1FC7F820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52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37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±8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91</w:t>
            </w:r>
          </w:p>
        </w:tc>
        <w:tc>
          <w:tcPr>
            <w:tcW w:w="1351" w:type="dxa"/>
          </w:tcPr>
          <w:p w14:paraId="5586B45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78±1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50</w:t>
            </w:r>
          </w:p>
        </w:tc>
        <w:tc>
          <w:tcPr>
            <w:tcW w:w="1483" w:type="dxa"/>
            <w:gridSpan w:val="2"/>
          </w:tcPr>
          <w:p w14:paraId="2BC09FAE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96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8</w:t>
            </w:r>
          </w:p>
        </w:tc>
        <w:tc>
          <w:tcPr>
            <w:tcW w:w="1363" w:type="dxa"/>
          </w:tcPr>
          <w:p w14:paraId="17BAB3A6" w14:textId="77777777" w:rsidR="007607C4" w:rsidRPr="00B67D17" w:rsidRDefault="00427406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1978" w:type="dxa"/>
            <w:gridSpan w:val="2"/>
          </w:tcPr>
          <w:p w14:paraId="708AAE2F" w14:textId="77777777" w:rsidR="007607C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26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03</w:t>
            </w:r>
          </w:p>
        </w:tc>
        <w:tc>
          <w:tcPr>
            <w:tcW w:w="2204" w:type="dxa"/>
            <w:gridSpan w:val="2"/>
          </w:tcPr>
          <w:p w14:paraId="13493AD6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85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7</w:t>
            </w:r>
          </w:p>
        </w:tc>
      </w:tr>
      <w:tr w:rsidR="007607C4" w:rsidRPr="00B67D17" w14:paraId="4AAF1DAD" w14:textId="77777777" w:rsidTr="0004792B">
        <w:trPr>
          <w:trHeight w:val="96"/>
          <w:jc w:val="center"/>
        </w:trPr>
        <w:tc>
          <w:tcPr>
            <w:tcW w:w="2385" w:type="dxa"/>
            <w:tcBorders>
              <w:bottom w:val="single" w:sz="4" w:space="0" w:color="auto"/>
            </w:tcBorders>
          </w:tcPr>
          <w:p w14:paraId="1ADE85E5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80</w:t>
            </w: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65C37270" w14:textId="77777777" w:rsidR="007607C4" w:rsidRPr="00B67D17" w:rsidRDefault="007607C4" w:rsidP="007607C4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160A2122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37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29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1DA5E527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2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48±0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39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0054CDCE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17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58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13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506819FF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6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24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66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44BA3463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59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85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±12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96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6789FA5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17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19±3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44</w:t>
            </w:r>
          </w:p>
        </w:tc>
        <w:tc>
          <w:tcPr>
            <w:tcW w:w="1483" w:type="dxa"/>
            <w:gridSpan w:val="2"/>
            <w:tcBorders>
              <w:bottom w:val="single" w:sz="4" w:space="0" w:color="auto"/>
            </w:tcBorders>
          </w:tcPr>
          <w:p w14:paraId="4C914313" w14:textId="77777777" w:rsidR="007607C4" w:rsidRPr="00B67D17" w:rsidRDefault="007607C4" w:rsidP="007607C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90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9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7BC70A56" w14:textId="77777777" w:rsidR="007607C4" w:rsidRPr="00B67D17" w:rsidRDefault="00427406" w:rsidP="004274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1ED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</w:tcPr>
          <w:p w14:paraId="1DE48EAA" w14:textId="77777777" w:rsidR="007607C4" w:rsidRPr="00B67D17" w:rsidRDefault="00B67D17" w:rsidP="00B67D17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23</w:t>
            </w:r>
            <w:r w:rsidR="007607C4" w:rsidRPr="00B67D17">
              <w:rPr>
                <w:rFonts w:ascii="Times New Roman" w:hAnsi="Times New Roman"/>
                <w:bCs/>
                <w:noProof/>
                <w:szCs w:val="24"/>
                <w:lang w:val="en-GB"/>
              </w:rPr>
              <w:t>±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</w:t>
            </w:r>
            <w:r w:rsidR="00861EDC">
              <w:rPr>
                <w:rFonts w:ascii="Times New Roman" w:hAnsi="Times New Roman"/>
                <w:bCs/>
                <w:noProof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bCs/>
                <w:noProof/>
                <w:szCs w:val="24"/>
                <w:lang w:val="en-GB"/>
              </w:rPr>
              <w:t>02</w:t>
            </w: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</w:tcPr>
          <w:p w14:paraId="6441C854" w14:textId="77777777" w:rsidR="007607C4" w:rsidRPr="00B67D17" w:rsidRDefault="007607C4" w:rsidP="00B67D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67D17">
              <w:rPr>
                <w:rFonts w:ascii="Times New Roman" w:hAnsi="Times New Roman"/>
              </w:rPr>
              <w:t>77</w:t>
            </w:r>
            <w:r w:rsidR="00861EDC">
              <w:rPr>
                <w:rFonts w:ascii="Times New Roman" w:hAnsi="Times New Roman"/>
              </w:rPr>
              <w:t>.</w:t>
            </w:r>
            <w:r w:rsidRPr="00B67D17">
              <w:rPr>
                <w:rFonts w:ascii="Times New Roman" w:hAnsi="Times New Roman"/>
              </w:rPr>
              <w:t>1</w:t>
            </w:r>
          </w:p>
        </w:tc>
      </w:tr>
    </w:tbl>
    <w:p w14:paraId="3B12438D" w14:textId="77777777" w:rsidR="00DE4673" w:rsidRDefault="00DE4673" w:rsidP="00DE4673"/>
    <w:p w14:paraId="46B6398F" w14:textId="1ADD51D0" w:rsidR="00BE112C" w:rsidRPr="00E27863" w:rsidRDefault="00BE112C" w:rsidP="00BE112C">
      <w:pPr>
        <w:pStyle w:val="NoSpacing"/>
        <w:ind w:left="720"/>
        <w:jc w:val="center"/>
      </w:pPr>
      <w:r w:rsidRPr="00A32254">
        <w:rPr>
          <w:b/>
        </w:rPr>
        <w:t>Table S</w:t>
      </w:r>
      <w:r>
        <w:rPr>
          <w:b/>
        </w:rPr>
        <w:t>4</w:t>
      </w:r>
      <w:r w:rsidRPr="00A32254">
        <w:t xml:space="preserve"> – </w:t>
      </w:r>
      <w:r w:rsidRPr="00BE112C">
        <w:t xml:space="preserve">Influence of initial </w:t>
      </w:r>
      <w:r>
        <w:t>pH</w:t>
      </w:r>
      <w:r w:rsidRPr="00BE112C">
        <w:t xml:space="preserve"> on reduction </w:t>
      </w:r>
      <w:r>
        <w:t xml:space="preserve">of 1-propionate </w:t>
      </w:r>
      <w:r w:rsidRPr="00BE112C">
        <w:t xml:space="preserve">to 1-propanol during glucose (20 mM) fermentation by </w:t>
      </w:r>
      <w:r w:rsidRPr="00BE112C">
        <w:rPr>
          <w:i/>
        </w:rPr>
        <w:t>Thermoanaerobacter</w:t>
      </w:r>
      <w:r w:rsidRPr="00BE112C">
        <w:t xml:space="preserve"> strain AK152 after 5 days of fermentation</w:t>
      </w:r>
      <w:r w:rsidR="00101CBE">
        <w:t xml:space="preserve"> (65°C)</w:t>
      </w:r>
      <w:r w:rsidRPr="00BE112C">
        <w:t>. Data represents average of triplicate ± standard deviation</w:t>
      </w:r>
      <w:r w:rsidR="00305E9A">
        <w:t>.</w:t>
      </w:r>
    </w:p>
    <w:p w14:paraId="57CB0BC6" w14:textId="77777777" w:rsidR="00DE4673" w:rsidRDefault="00DE4673">
      <w:pPr>
        <w:spacing w:line="240" w:lineRule="auto"/>
      </w:pPr>
    </w:p>
    <w:tbl>
      <w:tblPr>
        <w:tblStyle w:val="TableGrid"/>
        <w:tblW w:w="16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241"/>
        <w:gridCol w:w="1428"/>
        <w:gridCol w:w="1435"/>
        <w:gridCol w:w="1428"/>
        <w:gridCol w:w="1347"/>
        <w:gridCol w:w="1612"/>
        <w:gridCol w:w="1351"/>
        <w:gridCol w:w="12"/>
        <w:gridCol w:w="1569"/>
        <w:gridCol w:w="1363"/>
        <w:gridCol w:w="1971"/>
        <w:gridCol w:w="7"/>
        <w:gridCol w:w="1243"/>
      </w:tblGrid>
      <w:tr w:rsidR="00BE112C" w:rsidRPr="00861EDC" w14:paraId="4ACBB707" w14:textId="77777777" w:rsidTr="00861EDC">
        <w:trPr>
          <w:jc w:val="center"/>
        </w:trPr>
        <w:tc>
          <w:tcPr>
            <w:tcW w:w="1343" w:type="dxa"/>
          </w:tcPr>
          <w:p w14:paraId="238F8931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241" w:type="dxa"/>
          </w:tcPr>
          <w:p w14:paraId="548EE39B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 </w:t>
            </w:r>
          </w:p>
        </w:tc>
        <w:tc>
          <w:tcPr>
            <w:tcW w:w="8613" w:type="dxa"/>
            <w:gridSpan w:val="7"/>
            <w:tcBorders>
              <w:bottom w:val="single" w:sz="4" w:space="0" w:color="auto"/>
            </w:tcBorders>
          </w:tcPr>
          <w:p w14:paraId="08BEA41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Analyte (mM)</w:t>
            </w:r>
          </w:p>
        </w:tc>
        <w:tc>
          <w:tcPr>
            <w:tcW w:w="1569" w:type="dxa"/>
          </w:tcPr>
          <w:p w14:paraId="14AA376A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363" w:type="dxa"/>
          </w:tcPr>
          <w:p w14:paraId="611C994D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971" w:type="dxa"/>
          </w:tcPr>
          <w:p w14:paraId="2131F6DE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250" w:type="dxa"/>
            <w:gridSpan w:val="2"/>
          </w:tcPr>
          <w:p w14:paraId="14D8589A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</w:tr>
      <w:tr w:rsidR="00BE112C" w:rsidRPr="00861EDC" w14:paraId="461047BD" w14:textId="77777777" w:rsidTr="00861EDC">
        <w:trPr>
          <w:jc w:val="center"/>
        </w:trPr>
        <w:tc>
          <w:tcPr>
            <w:tcW w:w="1343" w:type="dxa"/>
            <w:tcBorders>
              <w:bottom w:val="single" w:sz="4" w:space="0" w:color="auto"/>
            </w:tcBorders>
          </w:tcPr>
          <w:p w14:paraId="04397265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Initial pH</w:t>
            </w:r>
          </w:p>
        </w:tc>
        <w:tc>
          <w:tcPr>
            <w:tcW w:w="241" w:type="dxa"/>
            <w:tcBorders>
              <w:bottom w:val="single" w:sz="4" w:space="0" w:color="auto"/>
            </w:tcBorders>
          </w:tcPr>
          <w:p w14:paraId="2AE640EB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5E554200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Ethanol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7D1D08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1-Propanol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173A367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Acetate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F48687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Lactate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07DD8DE2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1-propionate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998BDF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Hydrogen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</w:tcPr>
          <w:p w14:paraId="53BD772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Glucose </w:t>
            </w: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>degradation (%)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2691617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RCOOH </w:t>
            </w: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>conversion (%)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</w:tcPr>
          <w:p w14:paraId="32542E6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Optical Density</w:t>
            </w: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  <w:t xml:space="preserve"> (600 nm)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285E78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 xml:space="preserve">Carbon </w:t>
            </w:r>
            <w:r w:rsid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br/>
            </w:r>
            <w:r w:rsidRPr="00861EDC"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  <w:t>balance (%)</w:t>
            </w:r>
          </w:p>
        </w:tc>
      </w:tr>
      <w:tr w:rsidR="00BE112C" w:rsidRPr="00861EDC" w14:paraId="4754BB6A" w14:textId="77777777" w:rsidTr="00861EDC">
        <w:trPr>
          <w:jc w:val="center"/>
        </w:trPr>
        <w:tc>
          <w:tcPr>
            <w:tcW w:w="1343" w:type="dxa"/>
            <w:tcBorders>
              <w:top w:val="single" w:sz="4" w:space="0" w:color="auto"/>
            </w:tcBorders>
          </w:tcPr>
          <w:p w14:paraId="799CF6B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5</w:t>
            </w:r>
            <w:r w:rsidR="00861EDC">
              <w:rPr>
                <w:rFonts w:ascii="Times New Roman" w:hAnsi="Times New Roman"/>
                <w:szCs w:val="24"/>
              </w:rPr>
              <w:t>.0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5B2FC78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0E8C3D7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23±0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351EEF1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07±0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7EC6748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1E70797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08±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5BEFB23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159439A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is-IS" w:eastAsia="is-IS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01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</w:tcPr>
          <w:p w14:paraId="727571F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14:paraId="1EA1316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30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</w:tcBorders>
          </w:tcPr>
          <w:p w14:paraId="28F1D447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17±0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60696BA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BE112C" w:rsidRPr="00861EDC" w14:paraId="61CF1E95" w14:textId="77777777" w:rsidTr="00861EDC">
        <w:trPr>
          <w:jc w:val="center"/>
        </w:trPr>
        <w:tc>
          <w:tcPr>
            <w:tcW w:w="1343" w:type="dxa"/>
          </w:tcPr>
          <w:p w14:paraId="18A6BD1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5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" w:type="dxa"/>
          </w:tcPr>
          <w:p w14:paraId="4FB1885A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68C8D2D6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15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91</w:t>
            </w:r>
          </w:p>
        </w:tc>
        <w:tc>
          <w:tcPr>
            <w:tcW w:w="1435" w:type="dxa"/>
          </w:tcPr>
          <w:p w14:paraId="7B4D5C64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1428" w:type="dxa"/>
          </w:tcPr>
          <w:p w14:paraId="61DE63C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14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71±0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1347" w:type="dxa"/>
          </w:tcPr>
          <w:p w14:paraId="2BA7E33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612" w:type="dxa"/>
          </w:tcPr>
          <w:p w14:paraId="62C4F88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62</w:t>
            </w:r>
          </w:p>
        </w:tc>
        <w:tc>
          <w:tcPr>
            <w:tcW w:w="1351" w:type="dxa"/>
            <w:vAlign w:val="bottom"/>
          </w:tcPr>
          <w:p w14:paraId="397FC97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13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53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67</w:t>
            </w:r>
          </w:p>
        </w:tc>
        <w:tc>
          <w:tcPr>
            <w:tcW w:w="1581" w:type="dxa"/>
            <w:gridSpan w:val="2"/>
          </w:tcPr>
          <w:p w14:paraId="76615D7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63" w:type="dxa"/>
          </w:tcPr>
          <w:p w14:paraId="104C23C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36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78" w:type="dxa"/>
            <w:gridSpan w:val="2"/>
          </w:tcPr>
          <w:p w14:paraId="540673D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24±0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1243" w:type="dxa"/>
          </w:tcPr>
          <w:p w14:paraId="16980A4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BE112C" w:rsidRPr="00861EDC" w14:paraId="2C55C48B" w14:textId="77777777" w:rsidTr="00861EDC">
        <w:trPr>
          <w:jc w:val="center"/>
        </w:trPr>
        <w:tc>
          <w:tcPr>
            <w:tcW w:w="1343" w:type="dxa"/>
          </w:tcPr>
          <w:p w14:paraId="61D51D5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6</w:t>
            </w:r>
            <w:r w:rsidR="00861EDC">
              <w:rPr>
                <w:rFonts w:ascii="Times New Roman" w:hAnsi="Times New Roman"/>
                <w:szCs w:val="24"/>
              </w:rPr>
              <w:t>.0</w:t>
            </w:r>
          </w:p>
        </w:tc>
        <w:tc>
          <w:tcPr>
            <w:tcW w:w="241" w:type="dxa"/>
          </w:tcPr>
          <w:p w14:paraId="47D3329A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0C4906EE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23±0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97</w:t>
            </w:r>
          </w:p>
        </w:tc>
        <w:tc>
          <w:tcPr>
            <w:tcW w:w="1435" w:type="dxa"/>
          </w:tcPr>
          <w:p w14:paraId="689B88C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51</w:t>
            </w:r>
          </w:p>
        </w:tc>
        <w:tc>
          <w:tcPr>
            <w:tcW w:w="1428" w:type="dxa"/>
          </w:tcPr>
          <w:p w14:paraId="31DB8D4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71</w:t>
            </w:r>
          </w:p>
        </w:tc>
        <w:tc>
          <w:tcPr>
            <w:tcW w:w="1347" w:type="dxa"/>
          </w:tcPr>
          <w:p w14:paraId="4EC83CE7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47±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612" w:type="dxa"/>
          </w:tcPr>
          <w:p w14:paraId="72D54EC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09±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51</w:t>
            </w:r>
          </w:p>
        </w:tc>
        <w:tc>
          <w:tcPr>
            <w:tcW w:w="1351" w:type="dxa"/>
            <w:vAlign w:val="bottom"/>
          </w:tcPr>
          <w:p w14:paraId="7C3BC822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12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27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47</w:t>
            </w:r>
          </w:p>
        </w:tc>
        <w:tc>
          <w:tcPr>
            <w:tcW w:w="1581" w:type="dxa"/>
            <w:gridSpan w:val="2"/>
          </w:tcPr>
          <w:p w14:paraId="1C79C83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95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363" w:type="dxa"/>
          </w:tcPr>
          <w:p w14:paraId="07020C2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46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78" w:type="dxa"/>
            <w:gridSpan w:val="2"/>
          </w:tcPr>
          <w:p w14:paraId="7498A31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29±0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243" w:type="dxa"/>
          </w:tcPr>
          <w:p w14:paraId="1EB54CF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84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BE112C" w:rsidRPr="00861EDC" w14:paraId="0A4E0FED" w14:textId="77777777" w:rsidTr="00861EDC">
        <w:trPr>
          <w:jc w:val="center"/>
        </w:trPr>
        <w:tc>
          <w:tcPr>
            <w:tcW w:w="1343" w:type="dxa"/>
          </w:tcPr>
          <w:p w14:paraId="7161E02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" w:type="dxa"/>
          </w:tcPr>
          <w:p w14:paraId="52E172AA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2DF8C1A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24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33±0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1435" w:type="dxa"/>
          </w:tcPr>
          <w:p w14:paraId="3B29A14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45±0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428" w:type="dxa"/>
          </w:tcPr>
          <w:p w14:paraId="471CB51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13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78±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1347" w:type="dxa"/>
          </w:tcPr>
          <w:p w14:paraId="335C628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54±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612" w:type="dxa"/>
          </w:tcPr>
          <w:p w14:paraId="7A3D158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1351" w:type="dxa"/>
            <w:vAlign w:val="bottom"/>
          </w:tcPr>
          <w:p w14:paraId="146FF49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13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23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1581" w:type="dxa"/>
            <w:gridSpan w:val="2"/>
          </w:tcPr>
          <w:p w14:paraId="2607648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100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363" w:type="dxa"/>
          </w:tcPr>
          <w:p w14:paraId="04A86BC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57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978" w:type="dxa"/>
            <w:gridSpan w:val="2"/>
          </w:tcPr>
          <w:p w14:paraId="4C3C92B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25±0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243" w:type="dxa"/>
          </w:tcPr>
          <w:p w14:paraId="4AD5E20E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E112C" w:rsidRPr="00861EDC" w14:paraId="270CADE3" w14:textId="77777777" w:rsidTr="00861EDC">
        <w:trPr>
          <w:jc w:val="center"/>
        </w:trPr>
        <w:tc>
          <w:tcPr>
            <w:tcW w:w="1343" w:type="dxa"/>
          </w:tcPr>
          <w:p w14:paraId="6FC5AC9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</w:t>
            </w:r>
            <w:r w:rsidR="00861EDC">
              <w:rPr>
                <w:rFonts w:ascii="Times New Roman" w:hAnsi="Times New Roman"/>
                <w:szCs w:val="24"/>
              </w:rPr>
              <w:t>.0</w:t>
            </w:r>
          </w:p>
        </w:tc>
        <w:tc>
          <w:tcPr>
            <w:tcW w:w="241" w:type="dxa"/>
          </w:tcPr>
          <w:p w14:paraId="0D7B3796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4B102C6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00±0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1435" w:type="dxa"/>
          </w:tcPr>
          <w:p w14:paraId="4684BDD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67±0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1428" w:type="dxa"/>
          </w:tcPr>
          <w:p w14:paraId="6D72D690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13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71±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347" w:type="dxa"/>
          </w:tcPr>
          <w:p w14:paraId="699E31C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68±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612" w:type="dxa"/>
          </w:tcPr>
          <w:p w14:paraId="74E83C4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34±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1351" w:type="dxa"/>
            <w:vAlign w:val="bottom"/>
          </w:tcPr>
          <w:p w14:paraId="0C5DC80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12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17</w:t>
            </w:r>
            <w:r w:rsidRPr="00861EDC">
              <w:rPr>
                <w:rFonts w:ascii="Times New Roman" w:hAnsi="Times New Roman"/>
                <w:szCs w:val="24"/>
              </w:rPr>
              <w:t>±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0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85</w:t>
            </w:r>
          </w:p>
        </w:tc>
        <w:tc>
          <w:tcPr>
            <w:tcW w:w="1581" w:type="dxa"/>
            <w:gridSpan w:val="2"/>
          </w:tcPr>
          <w:p w14:paraId="04CFE38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100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363" w:type="dxa"/>
          </w:tcPr>
          <w:p w14:paraId="3657845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43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78" w:type="dxa"/>
            <w:gridSpan w:val="2"/>
          </w:tcPr>
          <w:p w14:paraId="567D959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36±0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1243" w:type="dxa"/>
          </w:tcPr>
          <w:p w14:paraId="2AE179D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BE112C" w:rsidRPr="00861EDC" w14:paraId="2AD6B5B7" w14:textId="77777777" w:rsidTr="00861EDC">
        <w:trPr>
          <w:jc w:val="center"/>
        </w:trPr>
        <w:tc>
          <w:tcPr>
            <w:tcW w:w="1343" w:type="dxa"/>
          </w:tcPr>
          <w:p w14:paraId="2C77A373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" w:type="dxa"/>
          </w:tcPr>
          <w:p w14:paraId="04C63F48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44767217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25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94±0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67</w:t>
            </w:r>
          </w:p>
        </w:tc>
        <w:tc>
          <w:tcPr>
            <w:tcW w:w="1435" w:type="dxa"/>
          </w:tcPr>
          <w:p w14:paraId="0F03BA6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38±0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428" w:type="dxa"/>
          </w:tcPr>
          <w:p w14:paraId="1D12669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13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34±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347" w:type="dxa"/>
          </w:tcPr>
          <w:p w14:paraId="65F6AE02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98±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612" w:type="dxa"/>
          </w:tcPr>
          <w:p w14:paraId="437E65E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99±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47</w:t>
            </w:r>
          </w:p>
        </w:tc>
        <w:tc>
          <w:tcPr>
            <w:tcW w:w="1351" w:type="dxa"/>
            <w:vAlign w:val="bottom"/>
          </w:tcPr>
          <w:p w14:paraId="6319482E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12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37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92</w:t>
            </w:r>
          </w:p>
        </w:tc>
        <w:tc>
          <w:tcPr>
            <w:tcW w:w="1581" w:type="dxa"/>
            <w:gridSpan w:val="2"/>
          </w:tcPr>
          <w:p w14:paraId="5BF2FC0E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100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363" w:type="dxa"/>
          </w:tcPr>
          <w:p w14:paraId="13BC7BC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41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978" w:type="dxa"/>
            <w:gridSpan w:val="2"/>
          </w:tcPr>
          <w:p w14:paraId="40E56134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34±0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1243" w:type="dxa"/>
          </w:tcPr>
          <w:p w14:paraId="3ACECE8C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BE112C" w:rsidRPr="00861EDC" w14:paraId="5A17636D" w14:textId="77777777" w:rsidTr="00861EDC">
        <w:trPr>
          <w:trHeight w:val="96"/>
          <w:jc w:val="center"/>
        </w:trPr>
        <w:tc>
          <w:tcPr>
            <w:tcW w:w="1343" w:type="dxa"/>
          </w:tcPr>
          <w:p w14:paraId="0A05F3B1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</w:t>
            </w:r>
            <w:r w:rsidR="00861EDC">
              <w:rPr>
                <w:rFonts w:ascii="Times New Roman" w:hAnsi="Times New Roman"/>
                <w:szCs w:val="24"/>
              </w:rPr>
              <w:t>.0</w:t>
            </w:r>
          </w:p>
        </w:tc>
        <w:tc>
          <w:tcPr>
            <w:tcW w:w="241" w:type="dxa"/>
          </w:tcPr>
          <w:p w14:paraId="21628859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</w:tcPr>
          <w:p w14:paraId="5C1576E7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23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32±0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435" w:type="dxa"/>
          </w:tcPr>
          <w:p w14:paraId="3E7F5B14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91±0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428" w:type="dxa"/>
          </w:tcPr>
          <w:p w14:paraId="36D5DBF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89±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1347" w:type="dxa"/>
          </w:tcPr>
          <w:p w14:paraId="45647A6E" w14:textId="77777777" w:rsidR="00861ED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1612" w:type="dxa"/>
          </w:tcPr>
          <w:p w14:paraId="3AB9B6C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30±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44</w:t>
            </w:r>
          </w:p>
        </w:tc>
        <w:tc>
          <w:tcPr>
            <w:tcW w:w="1351" w:type="dxa"/>
            <w:vAlign w:val="bottom"/>
          </w:tcPr>
          <w:p w14:paraId="01A61B4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11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81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59</w:t>
            </w:r>
          </w:p>
        </w:tc>
        <w:tc>
          <w:tcPr>
            <w:tcW w:w="1581" w:type="dxa"/>
            <w:gridSpan w:val="2"/>
          </w:tcPr>
          <w:p w14:paraId="5C715FF6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63" w:type="dxa"/>
          </w:tcPr>
          <w:p w14:paraId="047B532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39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78" w:type="dxa"/>
            <w:gridSpan w:val="2"/>
          </w:tcPr>
          <w:p w14:paraId="0A321554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32±0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1243" w:type="dxa"/>
          </w:tcPr>
          <w:p w14:paraId="3E68EB4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E112C" w:rsidRPr="00861EDC" w14:paraId="67711B95" w14:textId="77777777" w:rsidTr="00861EDC">
        <w:trPr>
          <w:trHeight w:val="96"/>
          <w:jc w:val="center"/>
        </w:trPr>
        <w:tc>
          <w:tcPr>
            <w:tcW w:w="1343" w:type="dxa"/>
            <w:tcBorders>
              <w:bottom w:val="single" w:sz="4" w:space="0" w:color="auto"/>
            </w:tcBorders>
          </w:tcPr>
          <w:p w14:paraId="4E4E3BDE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" w:type="dxa"/>
            <w:tcBorders>
              <w:bottom w:val="single" w:sz="4" w:space="0" w:color="auto"/>
            </w:tcBorders>
          </w:tcPr>
          <w:p w14:paraId="2A5B8360" w14:textId="77777777" w:rsidR="00BE112C" w:rsidRPr="00861EDC" w:rsidRDefault="00BE112C" w:rsidP="00861EDC">
            <w:pPr>
              <w:spacing w:line="240" w:lineRule="auto"/>
              <w:rPr>
                <w:rFonts w:ascii="Times New Roman" w:hAnsi="Times New Roman"/>
                <w:b/>
                <w:bCs/>
                <w:noProof/>
                <w:szCs w:val="24"/>
                <w:lang w:val="en-GB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13CBB78B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18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94D15C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5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81±0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6D495BA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6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89±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65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324E89EF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33±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0A0E755D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12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87±</w:t>
            </w:r>
            <w:r w:rsidR="00861EDC"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="00861EDC" w:rsidRPr="00861EDC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67B91499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61EDC">
              <w:rPr>
                <w:rFonts w:ascii="Times New Roman" w:hAnsi="Times New Roman"/>
                <w:color w:val="000000"/>
                <w:szCs w:val="24"/>
              </w:rPr>
              <w:t>7</w:t>
            </w:r>
            <w:r w:rsidR="00861EDC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861EDC">
              <w:rPr>
                <w:rFonts w:ascii="Times New Roman" w:hAnsi="Times New Roman"/>
                <w:color w:val="000000"/>
                <w:szCs w:val="24"/>
              </w:rPr>
              <w:t>38</w:t>
            </w:r>
            <w:r w:rsidRPr="00861EDC">
              <w:rPr>
                <w:rFonts w:ascii="Times New Roman" w:hAnsi="Times New Roman"/>
                <w:szCs w:val="24"/>
              </w:rPr>
              <w:t>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41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</w:tcPr>
          <w:p w14:paraId="42582B0A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90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4B780955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29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</w:tcPr>
          <w:p w14:paraId="570ACE88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28±0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4A20A47" w14:textId="77777777" w:rsidR="00BE112C" w:rsidRPr="00861EDC" w:rsidRDefault="00BE112C" w:rsidP="00861ED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1EDC">
              <w:rPr>
                <w:rFonts w:ascii="Times New Roman" w:hAnsi="Times New Roman"/>
                <w:szCs w:val="24"/>
              </w:rPr>
              <w:t>79</w:t>
            </w:r>
            <w:r w:rsidR="00861EDC">
              <w:rPr>
                <w:rFonts w:ascii="Times New Roman" w:hAnsi="Times New Roman"/>
                <w:szCs w:val="24"/>
              </w:rPr>
              <w:t>.</w:t>
            </w:r>
            <w:r w:rsidRPr="00861EDC">
              <w:rPr>
                <w:rFonts w:ascii="Times New Roman" w:hAnsi="Times New Roman"/>
                <w:szCs w:val="24"/>
              </w:rPr>
              <w:t>3</w:t>
            </w:r>
          </w:p>
        </w:tc>
      </w:tr>
    </w:tbl>
    <w:p w14:paraId="793C2281" w14:textId="77777777" w:rsidR="00D86F6D" w:rsidRDefault="00D86F6D">
      <w:pPr>
        <w:spacing w:line="240" w:lineRule="auto"/>
      </w:pPr>
    </w:p>
    <w:sectPr w:rsidR="00D86F6D" w:rsidSect="00DE4673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5C864" w14:textId="77777777" w:rsidR="00101CBE" w:rsidRDefault="00101CBE" w:rsidP="00122F7F">
      <w:pPr>
        <w:spacing w:line="240" w:lineRule="auto"/>
      </w:pPr>
      <w:r>
        <w:separator/>
      </w:r>
    </w:p>
  </w:endnote>
  <w:endnote w:type="continuationSeparator" w:id="0">
    <w:p w14:paraId="59CAD046" w14:textId="77777777" w:rsidR="00101CBE" w:rsidRDefault="00101CBE" w:rsidP="00122F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487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D25F7D" w14:textId="69D22BA1" w:rsidR="00101CBE" w:rsidRDefault="00101C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45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6A62EE0" w14:textId="77777777" w:rsidR="00101CBE" w:rsidRDefault="00101C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8A3B" w14:textId="77777777" w:rsidR="00101CBE" w:rsidRDefault="00101CBE" w:rsidP="00122F7F">
      <w:pPr>
        <w:spacing w:line="240" w:lineRule="auto"/>
      </w:pPr>
      <w:r>
        <w:separator/>
      </w:r>
    </w:p>
  </w:footnote>
  <w:footnote w:type="continuationSeparator" w:id="0">
    <w:p w14:paraId="3A11A10A" w14:textId="77777777" w:rsidR="00101CBE" w:rsidRDefault="00101CBE" w:rsidP="00122F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07"/>
    <w:rsid w:val="0004792B"/>
    <w:rsid w:val="00101CBE"/>
    <w:rsid w:val="00113CD8"/>
    <w:rsid w:val="00122F7F"/>
    <w:rsid w:val="001B5D20"/>
    <w:rsid w:val="00305E9A"/>
    <w:rsid w:val="003F4452"/>
    <w:rsid w:val="00427406"/>
    <w:rsid w:val="00482976"/>
    <w:rsid w:val="005446E8"/>
    <w:rsid w:val="005B41CA"/>
    <w:rsid w:val="0060704B"/>
    <w:rsid w:val="006A1881"/>
    <w:rsid w:val="006C1734"/>
    <w:rsid w:val="006F620A"/>
    <w:rsid w:val="007416BF"/>
    <w:rsid w:val="007607C4"/>
    <w:rsid w:val="007F5507"/>
    <w:rsid w:val="0081467A"/>
    <w:rsid w:val="00861EDC"/>
    <w:rsid w:val="008E0639"/>
    <w:rsid w:val="00934C3C"/>
    <w:rsid w:val="00941CDF"/>
    <w:rsid w:val="009E355E"/>
    <w:rsid w:val="00A32254"/>
    <w:rsid w:val="00B67D17"/>
    <w:rsid w:val="00BE112C"/>
    <w:rsid w:val="00CD3061"/>
    <w:rsid w:val="00D86F6D"/>
    <w:rsid w:val="00DC154B"/>
    <w:rsid w:val="00DE4673"/>
    <w:rsid w:val="00E27863"/>
    <w:rsid w:val="00ED6DBD"/>
    <w:rsid w:val="00F62F3C"/>
    <w:rsid w:val="00F83C81"/>
    <w:rsid w:val="00FC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3BD4DF6"/>
  <w15:chartTrackingRefBased/>
  <w15:docId w15:val="{5F793FD4-F82B-4079-9D91-63187489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s-IS" w:eastAsia="is-I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71C"/>
    <w:pPr>
      <w:spacing w:line="480" w:lineRule="auto"/>
    </w:pPr>
    <w:rPr>
      <w:rFonts w:eastAsia="Calibri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FC171C"/>
    <w:pPr>
      <w:spacing w:line="240" w:lineRule="auto"/>
      <w:contextualSpacing/>
    </w:pPr>
    <w:rPr>
      <w:rFonts w:ascii="Arial" w:hAnsi="Arial"/>
      <w:bCs/>
      <w:i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FC171C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rsid w:val="00FC171C"/>
  </w:style>
  <w:style w:type="paragraph" w:styleId="BalloonText">
    <w:name w:val="Balloon Text"/>
    <w:basedOn w:val="Normal"/>
    <w:link w:val="BalloonTextChar"/>
    <w:rsid w:val="00113C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13CD8"/>
    <w:rPr>
      <w:rFonts w:ascii="Segoe UI" w:eastAsia="Calibri" w:hAnsi="Segoe UI" w:cs="Segoe UI"/>
      <w:sz w:val="18"/>
      <w:szCs w:val="18"/>
      <w:lang w:val="en-US" w:eastAsia="en-US"/>
    </w:rPr>
  </w:style>
  <w:style w:type="character" w:styleId="Hyperlink">
    <w:name w:val="Hyperlink"/>
    <w:uiPriority w:val="99"/>
    <w:rsid w:val="00E27863"/>
    <w:rPr>
      <w:rFonts w:cs="Times New Roman"/>
      <w:color w:val="0000FF"/>
      <w:u w:val="single"/>
    </w:rPr>
  </w:style>
  <w:style w:type="paragraph" w:customStyle="1" w:styleId="Authorsname">
    <w:name w:val="Authors name"/>
    <w:basedOn w:val="Normal"/>
    <w:rsid w:val="00E27863"/>
    <w:pPr>
      <w:keepLines/>
      <w:spacing w:before="480" w:after="240" w:line="240" w:lineRule="auto"/>
      <w:jc w:val="center"/>
    </w:pPr>
    <w:rPr>
      <w:rFonts w:eastAsia="Times New Roman"/>
      <w:b/>
      <w:szCs w:val="16"/>
      <w:lang w:val="en-GB"/>
    </w:rPr>
  </w:style>
  <w:style w:type="paragraph" w:styleId="NoSpacing">
    <w:name w:val="No Spacing"/>
    <w:uiPriority w:val="1"/>
    <w:qFormat/>
    <w:rsid w:val="00E27863"/>
    <w:rPr>
      <w:rFonts w:eastAsia="Calibri"/>
      <w:sz w:val="24"/>
      <w:szCs w:val="22"/>
      <w:lang w:val="en-US" w:eastAsia="en-US"/>
    </w:rPr>
  </w:style>
  <w:style w:type="paragraph" w:styleId="Header">
    <w:name w:val="header"/>
    <w:basedOn w:val="Normal"/>
    <w:link w:val="HeaderChar"/>
    <w:rsid w:val="00122F7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22F7F"/>
    <w:rPr>
      <w:rFonts w:eastAsia="Calibri"/>
      <w:sz w:val="24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122F7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F7F"/>
    <w:rPr>
      <w:rFonts w:eastAsia="Calibri"/>
      <w:sz w:val="24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5B41CA"/>
    <w:pPr>
      <w:spacing w:before="100" w:beforeAutospacing="1" w:after="100" w:afterAutospacing="1" w:line="240" w:lineRule="auto"/>
    </w:pPr>
    <w:rPr>
      <w:rFonts w:eastAsiaTheme="minorEastAsia"/>
      <w:szCs w:val="24"/>
      <w:lang w:val="is-IS" w:eastAsia="is-IS"/>
    </w:rPr>
  </w:style>
  <w:style w:type="character" w:styleId="CommentReference">
    <w:name w:val="annotation reference"/>
    <w:basedOn w:val="DefaultParagraphFont"/>
    <w:rsid w:val="001B5D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5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5D20"/>
    <w:rPr>
      <w:rFonts w:eastAsia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B5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B5D20"/>
    <w:rPr>
      <w:rFonts w:eastAsia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cully@unak.is" TargetMode="External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image" Target="media/image3.jpeg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chart" Target="charts/chart2.xml"/><Relationship Id="rId14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chartUserShapes" Target="../drawings/drawing2.xml"/><Relationship Id="rId4" Type="http://schemas.openxmlformats.org/officeDocument/2006/relationships/oleObject" Target="NULL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0895972222222223E-2"/>
          <c:y val="0.16930694444444444"/>
          <c:w val="0.82529151373197607"/>
          <c:h val="0.64044270854996344"/>
        </c:manualLayout>
      </c:layout>
      <c:scatterChart>
        <c:scatterStyle val="lineMarker"/>
        <c:varyColors val="0"/>
        <c:ser>
          <c:idx val="0"/>
          <c:order val="0"/>
          <c:tx>
            <c:v>Ethanol</c:v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plus>
            <c:min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Experiment'!$AB$106:$AB$109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16.298581251371917</c:v>
                </c:pt>
                <c:pt idx="3">
                  <c:v>16.992032659578744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4C8-4586-8614-CC465C4B5CBB}"/>
            </c:ext>
          </c:extLst>
        </c:ser>
        <c:ser>
          <c:idx val="1"/>
          <c:order val="1"/>
          <c:tx>
            <c:v>Acetate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Experiment'!$BQ$14:$BQ$17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0.2706687156034398</c:v>
                  </c:pt>
                  <c:pt idx="2">
                    <c:v>0.68811136154742669</c:v>
                  </c:pt>
                  <c:pt idx="3">
                    <c:v>0.42374202236946668</c:v>
                  </c:pt>
                </c:numCache>
              </c:numRef>
            </c:plus>
            <c:minus>
              <c:numRef>
                <c:f>'Kinetic Experiment'!$BQ$14:$BQ$17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0.2706687156034398</c:v>
                  </c:pt>
                  <c:pt idx="2">
                    <c:v>0.68811136154742669</c:v>
                  </c:pt>
                  <c:pt idx="3">
                    <c:v>0.42374202236946668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Experiment'!$BP$14:$BP$17</c:f>
              <c:numCache>
                <c:formatCode>General</c:formatCode>
                <c:ptCount val="4"/>
                <c:pt idx="0">
                  <c:v>20</c:v>
                </c:pt>
                <c:pt idx="1">
                  <c:v>19.755028165806433</c:v>
                </c:pt>
                <c:pt idx="2">
                  <c:v>23.203710061187294</c:v>
                </c:pt>
                <c:pt idx="3">
                  <c:v>21.61317587073022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4C8-4586-8614-CC465C4B5CBB}"/>
            </c:ext>
          </c:extLst>
        </c:ser>
        <c:ser>
          <c:idx val="4"/>
          <c:order val="2"/>
          <c:tx>
            <c:v>Glucose</c:v>
          </c:tx>
          <c:spPr>
            <a:ln w="1270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Experiment'!$AC$14:$AC$17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0.50609731899398813</c:v>
                  </c:pt>
                  <c:pt idx="3">
                    <c:v>1.4158392616591431</c:v>
                  </c:pt>
                </c:numCache>
              </c:numRef>
            </c:plus>
            <c:minus>
              <c:numRef>
                <c:f>'Kinetic Experiment'!$AC$14:$AC$17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0.50609731899398813</c:v>
                  </c:pt>
                  <c:pt idx="3">
                    <c:v>1.4158392616591431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Experiment'!$C$14:$C$17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Experiment'!$M$14:$M$17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12.16190476190476</c:v>
                </c:pt>
                <c:pt idx="3">
                  <c:v>1.7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A4C8-4586-8614-CC465C4B5CBB}"/>
            </c:ext>
          </c:extLst>
        </c:ser>
        <c:ser>
          <c:idx val="6"/>
          <c:order val="4"/>
          <c:tx>
            <c:v>Lactate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Experiment'!$V$14:$V$17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0.11785113019775771</c:v>
                  </c:pt>
                  <c:pt idx="2">
                    <c:v>0.35826743580118403</c:v>
                  </c:pt>
                  <c:pt idx="3">
                    <c:v>0.46754678910243841</c:v>
                  </c:pt>
                </c:numCache>
              </c:numRef>
            </c:plus>
            <c:minus>
              <c:numRef>
                <c:f>'Kinetic Experiment'!$V$14:$V$17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0.11785113019775771</c:v>
                  </c:pt>
                  <c:pt idx="2">
                    <c:v>0.35826743580118403</c:v>
                  </c:pt>
                  <c:pt idx="3">
                    <c:v>0.46754678910243841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Experiment'!$C$14:$C$17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Experiment'!$U$14:$U$17</c:f>
              <c:numCache>
                <c:formatCode>General</c:formatCode>
                <c:ptCount val="4"/>
                <c:pt idx="0">
                  <c:v>0</c:v>
                </c:pt>
                <c:pt idx="1">
                  <c:v>0.40544211485870568</c:v>
                </c:pt>
                <c:pt idx="2">
                  <c:v>0.49544211485870576</c:v>
                </c:pt>
                <c:pt idx="3">
                  <c:v>0.81877544819203896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A4C8-4586-8614-CC465C4B5C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3784512"/>
        <c:axId val="231427232"/>
      </c:scatterChart>
      <c:scatterChart>
        <c:scatterStyle val="lineMarker"/>
        <c:varyColors val="0"/>
        <c:ser>
          <c:idx val="5"/>
          <c:order val="3"/>
          <c:tx>
            <c:v>Optical Density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Experiment'!$H$14:$H$17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8.661408661412991E-3</c:v>
                  </c:pt>
                  <c:pt idx="2">
                    <c:v>2.0084211599053513E-2</c:v>
                  </c:pt>
                  <c:pt idx="3">
                    <c:v>2.7772048298003997E-2</c:v>
                  </c:pt>
                </c:numCache>
              </c:numRef>
            </c:plus>
            <c:minus>
              <c:numRef>
                <c:f>'Kinetic Experiment'!$H$14:$H$17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8.661408661412991E-3</c:v>
                  </c:pt>
                  <c:pt idx="2">
                    <c:v>2.0084211599053513E-2</c:v>
                  </c:pt>
                  <c:pt idx="3">
                    <c:v>2.7772048298003997E-2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Experiment'!$C$14:$C$17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Experiment'!$G$14:$G$17</c:f>
              <c:numCache>
                <c:formatCode>General</c:formatCode>
                <c:ptCount val="4"/>
                <c:pt idx="0">
                  <c:v>0</c:v>
                </c:pt>
                <c:pt idx="1">
                  <c:v>0.26910000000000006</c:v>
                </c:pt>
                <c:pt idx="2">
                  <c:v>0.41323333333333334</c:v>
                </c:pt>
                <c:pt idx="3">
                  <c:v>0.38500000000000001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A4C8-4586-8614-CC465C4B5C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0848352"/>
        <c:axId val="510847104"/>
      </c:scatterChart>
      <c:valAx>
        <c:axId val="493784512"/>
        <c:scaling>
          <c:orientation val="minMax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Time</a:t>
                </a:r>
                <a:r>
                  <a:rPr lang="is-IS" baseline="0"/>
                  <a:t> (h)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231427232"/>
        <c:crosses val="autoZero"/>
        <c:crossBetween val="midCat"/>
      </c:valAx>
      <c:valAx>
        <c:axId val="231427232"/>
        <c:scaling>
          <c:orientation val="minMax"/>
          <c:max val="25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Analyte (mM)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93784512"/>
        <c:crosses val="autoZero"/>
        <c:crossBetween val="midCat"/>
      </c:valAx>
      <c:valAx>
        <c:axId val="510847104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Optical Density (600</a:t>
                </a:r>
                <a:r>
                  <a:rPr lang="is-IS" baseline="0"/>
                  <a:t> nm)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510848352"/>
        <c:crosses val="max"/>
        <c:crossBetween val="midCat"/>
      </c:valAx>
      <c:valAx>
        <c:axId val="5108483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1084710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s-I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is-IS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0895972222222223E-2"/>
          <c:y val="0.16930694444444444"/>
          <c:w val="0.82529151373197607"/>
          <c:h val="0.64044270854996344"/>
        </c:manualLayout>
      </c:layout>
      <c:scatterChart>
        <c:scatterStyle val="lineMarker"/>
        <c:varyColors val="0"/>
        <c:ser>
          <c:idx val="0"/>
          <c:order val="0"/>
          <c:tx>
            <c:v>Ethanol</c:v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Experiment'!$V$18:$V$21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1.2472191289246483E-2</c:v>
                  </c:pt>
                  <c:pt idx="2">
                    <c:v>0.30944394574067124</c:v>
                  </c:pt>
                  <c:pt idx="3">
                    <c:v>0.87030007596358527</c:v>
                  </c:pt>
                </c:numCache>
              </c:numRef>
            </c:plus>
            <c:minus>
              <c:numRef>
                <c:f>'Kinetic Experiment'!$V$18:$V$21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1.2472191289246483E-2</c:v>
                  </c:pt>
                  <c:pt idx="2">
                    <c:v>0.30944394574067124</c:v>
                  </c:pt>
                  <c:pt idx="3">
                    <c:v>0.87030007596358527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Experiment'!$C$18:$C$21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Experiment'!$AB$18:$AB$21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2.1865010077786464</c:v>
                </c:pt>
                <c:pt idx="3">
                  <c:v>6.2404972565331187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AAC-4FB7-AD70-474AE2DFD8CB}"/>
            </c:ext>
          </c:extLst>
        </c:ser>
        <c:ser>
          <c:idx val="1"/>
          <c:order val="1"/>
          <c:tx>
            <c:v>Acetate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Experiment'!$BQ$18:$BQ$21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4.3838097212775358</c:v>
                  </c:pt>
                  <c:pt idx="2">
                    <c:v>2.5932165041247868</c:v>
                  </c:pt>
                  <c:pt idx="3">
                    <c:v>1.4754872353342652</c:v>
                  </c:pt>
                </c:numCache>
              </c:numRef>
            </c:plus>
            <c:minus>
              <c:numRef>
                <c:f>'Kinetic Experiment'!$BQ$18:$BQ$21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4.3838097212775358</c:v>
                  </c:pt>
                  <c:pt idx="2">
                    <c:v>2.5932165041247868</c:v>
                  </c:pt>
                  <c:pt idx="3">
                    <c:v>1.4754872353342652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Experiment'!$C$18:$C$21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Experiment'!$BP$18:$BP$21</c:f>
              <c:numCache>
                <c:formatCode>General</c:formatCode>
                <c:ptCount val="4"/>
                <c:pt idx="0">
                  <c:v>50</c:v>
                </c:pt>
                <c:pt idx="1">
                  <c:v>45</c:v>
                </c:pt>
                <c:pt idx="2">
                  <c:v>42.070683939056515</c:v>
                </c:pt>
                <c:pt idx="3">
                  <c:v>37.792047024911874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AAC-4FB7-AD70-474AE2DFD8CB}"/>
            </c:ext>
          </c:extLst>
        </c:ser>
        <c:ser>
          <c:idx val="4"/>
          <c:order val="2"/>
          <c:tx>
            <c:v>Glucose</c:v>
          </c:tx>
          <c:spPr>
            <a:ln w="1270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Experiment'!$N$18:$N$21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1.4241996598798288</c:v>
                  </c:pt>
                  <c:pt idx="3">
                    <c:v>0.1912187905262977</c:v>
                  </c:pt>
                </c:numCache>
              </c:numRef>
            </c:plus>
            <c:minus>
              <c:numRef>
                <c:f>'Kinetic Experiment'!$N$18:$N$21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1.4241996598798288</c:v>
                  </c:pt>
                  <c:pt idx="3">
                    <c:v>0.1912187905262977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Experiment'!$C$18:$C$21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Experiment'!$M$18:$M$21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11.733333333333333</c:v>
                </c:pt>
                <c:pt idx="3">
                  <c:v>1.6642857142857139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8AAC-4FB7-AD70-474AE2DFD8CB}"/>
            </c:ext>
          </c:extLst>
        </c:ser>
        <c:ser>
          <c:idx val="6"/>
          <c:order val="4"/>
          <c:tx>
            <c:v>Lactate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Experiment'!$V$14:$V$17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0.11785113019775771</c:v>
                  </c:pt>
                  <c:pt idx="2">
                    <c:v>0.35826743580118403</c:v>
                  </c:pt>
                  <c:pt idx="3">
                    <c:v>0.46754678910243841</c:v>
                  </c:pt>
                </c:numCache>
              </c:numRef>
            </c:plus>
            <c:minus>
              <c:numRef>
                <c:f>'Kinetic Experiment'!$V$14:$V$17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0.11785113019775771</c:v>
                  </c:pt>
                  <c:pt idx="2">
                    <c:v>0.35826743580118403</c:v>
                  </c:pt>
                  <c:pt idx="3">
                    <c:v>0.46754678910243841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Experiment'!$C$18:$C$21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Experiment'!$U$18:$U$21</c:f>
              <c:numCache>
                <c:formatCode>General</c:formatCode>
                <c:ptCount val="4"/>
                <c:pt idx="0">
                  <c:v>0</c:v>
                </c:pt>
                <c:pt idx="1">
                  <c:v>0.34544211485870574</c:v>
                </c:pt>
                <c:pt idx="2">
                  <c:v>0.25210878152537225</c:v>
                </c:pt>
                <c:pt idx="3">
                  <c:v>0.97210878152537228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8AAC-4FB7-AD70-474AE2DFD8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3784512"/>
        <c:axId val="231427232"/>
      </c:scatterChart>
      <c:scatterChart>
        <c:scatterStyle val="lineMarker"/>
        <c:varyColors val="0"/>
        <c:ser>
          <c:idx val="5"/>
          <c:order val="3"/>
          <c:tx>
            <c:v>Optical Density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Experiment'!$H$18:$H$21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2.2738660177474532E-2</c:v>
                  </c:pt>
                  <c:pt idx="2">
                    <c:v>1.0956378152574969E-2</c:v>
                  </c:pt>
                  <c:pt idx="3">
                    <c:v>1.7740600014906169E-2</c:v>
                  </c:pt>
                </c:numCache>
              </c:numRef>
            </c:plus>
            <c:minus>
              <c:numRef>
                <c:f>'Kinetic Experiment'!$H$18:$H$21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2.2738660177474532E-2</c:v>
                  </c:pt>
                  <c:pt idx="2">
                    <c:v>1.0956378152574969E-2</c:v>
                  </c:pt>
                  <c:pt idx="3">
                    <c:v>1.7740600014906169E-2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Experiment'!$C$18:$C$21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Experiment'!$G$18:$G$21</c:f>
              <c:numCache>
                <c:formatCode>General</c:formatCode>
                <c:ptCount val="4"/>
                <c:pt idx="0">
                  <c:v>0</c:v>
                </c:pt>
                <c:pt idx="1">
                  <c:v>0.2767</c:v>
                </c:pt>
                <c:pt idx="2">
                  <c:v>0.46676666666666672</c:v>
                </c:pt>
                <c:pt idx="3">
                  <c:v>0.40923333333333334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8AAC-4FB7-AD70-474AE2DFD8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0848352"/>
        <c:axId val="510847104"/>
      </c:scatterChart>
      <c:valAx>
        <c:axId val="493784512"/>
        <c:scaling>
          <c:orientation val="minMax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Time</a:t>
                </a:r>
                <a:r>
                  <a:rPr lang="is-IS" baseline="0"/>
                  <a:t> (h)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231427232"/>
        <c:crosses val="autoZero"/>
        <c:crossBetween val="midCat"/>
      </c:valAx>
      <c:valAx>
        <c:axId val="231427232"/>
        <c:scaling>
          <c:orientation val="minMax"/>
          <c:max val="50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Analyte (mM)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93784512"/>
        <c:crosses val="autoZero"/>
        <c:crossBetween val="midCat"/>
      </c:valAx>
      <c:valAx>
        <c:axId val="510847104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Optical Density (600</a:t>
                </a:r>
                <a:r>
                  <a:rPr lang="is-IS" baseline="0"/>
                  <a:t> nm)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510848352"/>
        <c:crosses val="max"/>
        <c:crossBetween val="midCat"/>
      </c:valAx>
      <c:valAx>
        <c:axId val="5108483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1084710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s-I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is-IS"/>
    </a:p>
  </c:txPr>
  <c:externalData r:id="rId4">
    <c:autoUpdate val="0"/>
  </c:externalData>
  <c:userShapes r:id="rId5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895972222222223E-2"/>
          <c:y val="0.16930694444444444"/>
          <c:w val="0.82529151373197607"/>
          <c:h val="0.64044270854996344"/>
        </c:manualLayout>
      </c:layout>
      <c:scatterChart>
        <c:scatterStyle val="lineMarker"/>
        <c:varyColors val="0"/>
        <c:ser>
          <c:idx val="0"/>
          <c:order val="0"/>
          <c:tx>
            <c:v>Ethanol</c:v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plus>
            <c:min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Experiment'!$AB$106:$AB$109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16.298581251371917</c:v>
                </c:pt>
                <c:pt idx="3">
                  <c:v>16.992032659578744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9AB-4B37-918C-8FAC5ECA279F}"/>
            </c:ext>
          </c:extLst>
        </c:ser>
        <c:ser>
          <c:idx val="1"/>
          <c:order val="1"/>
          <c:tx>
            <c:v>Acetate</c:v>
          </c:tx>
          <c:spPr>
            <a:ln w="1270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Experiment'!$BQ$106:$BQ$109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0.19048149873426382</c:v>
                  </c:pt>
                  <c:pt idx="2">
                    <c:v>0.37524426247778436</c:v>
                  </c:pt>
                  <c:pt idx="3">
                    <c:v>0.21728261309210181</c:v>
                  </c:pt>
                </c:numCache>
              </c:numRef>
            </c:plus>
            <c:minus>
              <c:numRef>
                <c:f>'Kinetic Experiment'!$BQ$106:$BQ$109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0.19048149873426382</c:v>
                  </c:pt>
                  <c:pt idx="2">
                    <c:v>0.37524426247778436</c:v>
                  </c:pt>
                  <c:pt idx="3">
                    <c:v>0.21728261309210181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Experiment'!$BP$106:$BP$109</c:f>
              <c:numCache>
                <c:formatCode>General</c:formatCode>
                <c:ptCount val="4"/>
                <c:pt idx="0">
                  <c:v>0</c:v>
                </c:pt>
                <c:pt idx="1">
                  <c:v>6.1792728156243237</c:v>
                </c:pt>
                <c:pt idx="2">
                  <c:v>11.624755996710556</c:v>
                </c:pt>
                <c:pt idx="3">
                  <c:v>13.013367946066793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9AB-4B37-918C-8FAC5ECA279F}"/>
            </c:ext>
          </c:extLst>
        </c:ser>
        <c:ser>
          <c:idx val="2"/>
          <c:order val="2"/>
          <c:tx>
            <c:v>n-Butanol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Experiment'!$AS$106:$AS$109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0.99994692325736778</c:v>
                  </c:pt>
                  <c:pt idx="3">
                    <c:v>0.76164193614501685</c:v>
                  </c:pt>
                </c:numCache>
              </c:numRef>
            </c:plus>
            <c:minus>
              <c:numRef>
                <c:f>'Kinetic Experiment'!$AS$106:$AS$109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0.99994692325736778</c:v>
                  </c:pt>
                  <c:pt idx="3">
                    <c:v>0.76164193614501685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Experiment'!$C$118:$C$121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Experiment'!$AR$106:$AR$109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5.9264940610363785</c:v>
                </c:pt>
                <c:pt idx="3">
                  <c:v>6.0464898222608623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A9AB-4B37-918C-8FAC5ECA279F}"/>
            </c:ext>
          </c:extLst>
        </c:ser>
        <c:ser>
          <c:idx val="3"/>
          <c:order val="3"/>
          <c:tx>
            <c:v>n-Butyrate</c:v>
          </c:tx>
          <c:spPr>
            <a:ln w="12700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Experiment'!$V$106:$V$109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0.20049937655763422</c:v>
                  </c:pt>
                  <c:pt idx="2">
                    <c:v>0</c:v>
                  </c:pt>
                  <c:pt idx="3">
                    <c:v>0</c:v>
                  </c:pt>
                </c:numCache>
              </c:numRef>
            </c:plus>
            <c:minus>
              <c:numRef>
                <c:f>'Kinetic Experiment'!$V$106:$V$109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0.20049937655763422</c:v>
                  </c:pt>
                  <c:pt idx="2">
                    <c:v>0</c:v>
                  </c:pt>
                  <c:pt idx="3">
                    <c:v>0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Experiment'!$CN$106:$CN$109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13.972118242607422</c:v>
                </c:pt>
                <c:pt idx="3">
                  <c:v>14.486339268294287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A9AB-4B37-918C-8FAC5ECA279F}"/>
            </c:ext>
          </c:extLst>
        </c:ser>
        <c:ser>
          <c:idx val="4"/>
          <c:order val="4"/>
          <c:tx>
            <c:v>Glucose</c:v>
          </c:tx>
          <c:spPr>
            <a:ln w="1270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plus>
            <c:minus>
              <c:numRef>
                <c:f>'Kinetic Experiment'!$N$106:$N$109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0.18519463316790546</c:v>
                  </c:pt>
                  <c:pt idx="3">
                    <c:v>0.1496405367854364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Experiment'!$M$106:$M$109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2.2476190476190472</c:v>
                </c:pt>
                <c:pt idx="3">
                  <c:v>1.4380952380952376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A9AB-4B37-918C-8FAC5ECA279F}"/>
            </c:ext>
          </c:extLst>
        </c:ser>
        <c:ser>
          <c:idx val="6"/>
          <c:order val="6"/>
          <c:tx>
            <c:v>Lactate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Experiment'!$U$106:$U$109</c:f>
              <c:numCache>
                <c:formatCode>General</c:formatCode>
                <c:ptCount val="4"/>
                <c:pt idx="0">
                  <c:v>0</c:v>
                </c:pt>
                <c:pt idx="1">
                  <c:v>0.238775448192039</c:v>
                </c:pt>
                <c:pt idx="2">
                  <c:v>0</c:v>
                </c:pt>
                <c:pt idx="3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A9AB-4B37-918C-8FAC5ECA27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3784512"/>
        <c:axId val="231427232"/>
      </c:scatterChart>
      <c:scatterChart>
        <c:scatterStyle val="lineMarker"/>
        <c:varyColors val="0"/>
        <c:ser>
          <c:idx val="5"/>
          <c:order val="5"/>
          <c:tx>
            <c:v>Optical Density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Experiment'!$H$106:$H$109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1.4960614960622435E-2</c:v>
                  </c:pt>
                  <c:pt idx="2">
                    <c:v>5.0780573713445397E-3</c:v>
                  </c:pt>
                  <c:pt idx="3">
                    <c:v>2.4206335258908283E-2</c:v>
                  </c:pt>
                </c:numCache>
              </c:numRef>
            </c:plus>
            <c:minus>
              <c:numRef>
                <c:f>'Kinetic Experiment'!$H$106:$H$109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1.4960614960622435E-2</c:v>
                  </c:pt>
                  <c:pt idx="2">
                    <c:v>5.0780573713445397E-3</c:v>
                  </c:pt>
                  <c:pt idx="3">
                    <c:v>2.4206335258908283E-2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Experiment'!$C$106:$C$109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Experiment'!$G$106:$G$109</c:f>
              <c:numCache>
                <c:formatCode>General</c:formatCode>
                <c:ptCount val="4"/>
                <c:pt idx="0">
                  <c:v>0</c:v>
                </c:pt>
                <c:pt idx="1">
                  <c:v>0.26750000000000002</c:v>
                </c:pt>
                <c:pt idx="2">
                  <c:v>0.46740000000000004</c:v>
                </c:pt>
                <c:pt idx="3">
                  <c:v>0.32330000000000003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A9AB-4B37-918C-8FAC5ECA27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0848352"/>
        <c:axId val="510847104"/>
      </c:scatterChart>
      <c:valAx>
        <c:axId val="493784512"/>
        <c:scaling>
          <c:orientation val="minMax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Time</a:t>
                </a:r>
                <a:r>
                  <a:rPr lang="is-IS" baseline="0"/>
                  <a:t> (h)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231427232"/>
        <c:crosses val="autoZero"/>
        <c:crossBetween val="midCat"/>
      </c:valAx>
      <c:valAx>
        <c:axId val="231427232"/>
        <c:scaling>
          <c:orientation val="minMax"/>
          <c:max val="22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Analyte (mM)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93784512"/>
        <c:crosses val="autoZero"/>
        <c:crossBetween val="midCat"/>
      </c:valAx>
      <c:valAx>
        <c:axId val="510847104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Optical Density (600</a:t>
                </a:r>
                <a:r>
                  <a:rPr lang="is-IS" baseline="0"/>
                  <a:t> nm)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510848352"/>
        <c:crosses val="max"/>
        <c:crossBetween val="midCat"/>
      </c:valAx>
      <c:valAx>
        <c:axId val="5108483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1084710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s-I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is-IS"/>
    </a:p>
  </c:tx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Ethanol</c:v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Experiment'!$AC$110:$AC$113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9.9186311639055127E-2</c:v>
                  </c:pt>
                  <c:pt idx="2">
                    <c:v>1.7123975202835633</c:v>
                  </c:pt>
                  <c:pt idx="3">
                    <c:v>1.2250070944764087</c:v>
                  </c:pt>
                </c:numCache>
              </c:numRef>
            </c:plus>
            <c:minus>
              <c:numRef>
                <c:f>'Kinetic Experiment'!$AC$110:$AC$113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9.9186311639055127E-2</c:v>
                  </c:pt>
                  <c:pt idx="2">
                    <c:v>1.7123975202835633</c:v>
                  </c:pt>
                  <c:pt idx="3">
                    <c:v>1.2250070944764087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Experiment'!$AB$110:$AB$113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7.2770076760490463</c:v>
                </c:pt>
                <c:pt idx="3">
                  <c:v>10.794772727404174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0AC-4816-9D1F-01869758E04E}"/>
            </c:ext>
          </c:extLst>
        </c:ser>
        <c:ser>
          <c:idx val="1"/>
          <c:order val="1"/>
          <c:tx>
            <c:v>Acetate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dPt>
            <c:idx val="3"/>
            <c:marker>
              <c:symbol val="circle"/>
              <c:size val="5"/>
              <c:spPr>
                <a:solidFill>
                  <a:srgbClr val="C00000"/>
                </a:solid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12700" cap="rnd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0-A1CF-4B8E-9137-2CFDFD021C44}"/>
              </c:ext>
            </c:extLst>
          </c:dPt>
          <c:errBars>
            <c:errDir val="y"/>
            <c:errBarType val="both"/>
            <c:errValType val="cust"/>
            <c:noEndCap val="0"/>
            <c:plus>
              <c:numRef>
                <c:f>'Kinetic Experiment'!$BQ$110:$BQ$113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0.16417177313459239</c:v>
                  </c:pt>
                  <c:pt idx="2">
                    <c:v>0.24471276038237236</c:v>
                  </c:pt>
                  <c:pt idx="3">
                    <c:v>0.21668207115997462</c:v>
                  </c:pt>
                </c:numCache>
              </c:numRef>
            </c:plus>
            <c:minus>
              <c:numRef>
                <c:f>'Kinetic Experiment'!$BQ$110:$BQ$113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0.16417177313459239</c:v>
                  </c:pt>
                  <c:pt idx="2">
                    <c:v>0.24471276038237236</c:v>
                  </c:pt>
                  <c:pt idx="3">
                    <c:v>0.21668207115997462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Experiment'!$BP$110:$BP$113</c:f>
              <c:numCache>
                <c:formatCode>General</c:formatCode>
                <c:ptCount val="4"/>
                <c:pt idx="0">
                  <c:v>0</c:v>
                </c:pt>
                <c:pt idx="1">
                  <c:v>6.0729987878146048</c:v>
                </c:pt>
                <c:pt idx="2">
                  <c:v>13.583556337162861</c:v>
                </c:pt>
                <c:pt idx="3">
                  <c:v>15.171746896630921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0AC-4816-9D1F-01869758E04E}"/>
            </c:ext>
          </c:extLst>
        </c:ser>
        <c:ser>
          <c:idx val="2"/>
          <c:order val="2"/>
          <c:tx>
            <c:v>n-Butanol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Experiment'!$AS$110:$AS$113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2.4518499571514106E-2</c:v>
                  </c:pt>
                  <c:pt idx="2">
                    <c:v>0.71136289469506797</c:v>
                  </c:pt>
                  <c:pt idx="3">
                    <c:v>0.36657086261958172</c:v>
                  </c:pt>
                </c:numCache>
              </c:numRef>
            </c:plus>
            <c:minus>
              <c:numRef>
                <c:f>'Kinetic Experiment'!$AS$110:$AS$113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2.4518499571514106E-2</c:v>
                  </c:pt>
                  <c:pt idx="2">
                    <c:v>0.71136289469506797</c:v>
                  </c:pt>
                  <c:pt idx="3">
                    <c:v>0.36657086261958172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Experiment'!$AR$110:$AR$113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5.3183642726617135</c:v>
                </c:pt>
                <c:pt idx="3">
                  <c:v>6.7185485426516962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80AC-4816-9D1F-01869758E04E}"/>
            </c:ext>
          </c:extLst>
        </c:ser>
        <c:ser>
          <c:idx val="3"/>
          <c:order val="3"/>
          <c:tx>
            <c:v>n-Butyrate</c:v>
          </c:tx>
          <c:spPr>
            <a:ln w="12700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Experiment'!$CO$110:$CO$113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0.63</c:v>
                  </c:pt>
                  <c:pt idx="2">
                    <c:v>1.1000000000000001</c:v>
                  </c:pt>
                  <c:pt idx="3">
                    <c:v>0.37</c:v>
                  </c:pt>
                </c:numCache>
              </c:numRef>
            </c:plus>
            <c:minus>
              <c:numRef>
                <c:f>'Kinetic Experiment'!$CO$110:$CO$113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0.63</c:v>
                  </c:pt>
                  <c:pt idx="2">
                    <c:v>1.1000000000000001</c:v>
                  </c:pt>
                  <c:pt idx="3">
                    <c:v>0.37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Experiment'!$CN$110:$CN$113</c:f>
              <c:numCache>
                <c:formatCode>General</c:formatCode>
                <c:ptCount val="4"/>
                <c:pt idx="0">
                  <c:v>50</c:v>
                </c:pt>
                <c:pt idx="1">
                  <c:v>49</c:v>
                </c:pt>
                <c:pt idx="2">
                  <c:v>48</c:v>
                </c:pt>
                <c:pt idx="3">
                  <c:v>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80AC-4816-9D1F-01869758E04E}"/>
            </c:ext>
          </c:extLst>
        </c:ser>
        <c:ser>
          <c:idx val="4"/>
          <c:order val="4"/>
          <c:tx>
            <c:v>Glucose</c:v>
          </c:tx>
          <c:spPr>
            <a:ln w="1270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Experiment'!$N$110:$N$113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0.59785140616617671</c:v>
                  </c:pt>
                  <c:pt idx="3">
                    <c:v>0.10101525445522125</c:v>
                  </c:pt>
                </c:numCache>
              </c:numRef>
            </c:plus>
            <c:minus>
              <c:numRef>
                <c:f>'Kinetic Experiment'!$N$111:$N$113</c:f>
                <c:numCache>
                  <c:formatCode>General</c:formatCode>
                  <c:ptCount val="3"/>
                  <c:pt idx="0">
                    <c:v>0</c:v>
                  </c:pt>
                  <c:pt idx="1">
                    <c:v>0.59785140616617671</c:v>
                  </c:pt>
                  <c:pt idx="2">
                    <c:v>0.10101525445522125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Experiment'!$M$110:$M$113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6.711904761904762</c:v>
                </c:pt>
                <c:pt idx="3">
                  <c:v>1.6285714285714283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80AC-4816-9D1F-01869758E0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3784512"/>
        <c:axId val="231427232"/>
      </c:scatterChart>
      <c:scatterChart>
        <c:scatterStyle val="lineMarker"/>
        <c:varyColors val="0"/>
        <c:ser>
          <c:idx val="5"/>
          <c:order val="5"/>
          <c:tx>
            <c:v>Optical Density</c:v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Experiment'!$H$110:$H$113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1.654831310637633E-2</c:v>
                  </c:pt>
                  <c:pt idx="2">
                    <c:v>6.9431020924847799E-3</c:v>
                  </c:pt>
                  <c:pt idx="3">
                    <c:v>1.0356786288333952E-2</c:v>
                  </c:pt>
                </c:numCache>
              </c:numRef>
            </c:plus>
            <c:minus>
              <c:numRef>
                <c:f>'Kinetic Experiment'!$H$110:$H$113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1.654831310637633E-2</c:v>
                  </c:pt>
                  <c:pt idx="2">
                    <c:v>6.9431020924847799E-3</c:v>
                  </c:pt>
                  <c:pt idx="3">
                    <c:v>1.0356786288333952E-2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Experiment'!$C$110:$C$113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Experiment'!$G$110:$G$113</c:f>
              <c:numCache>
                <c:formatCode>General</c:formatCode>
                <c:ptCount val="4"/>
                <c:pt idx="0">
                  <c:v>0</c:v>
                </c:pt>
                <c:pt idx="1">
                  <c:v>0.25059999999999999</c:v>
                </c:pt>
                <c:pt idx="2">
                  <c:v>0.47549999999999998</c:v>
                </c:pt>
                <c:pt idx="3">
                  <c:v>0.26478666666666667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80AC-4816-9D1F-01869758E0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0537856"/>
        <c:axId val="178359104"/>
      </c:scatterChart>
      <c:valAx>
        <c:axId val="493784512"/>
        <c:scaling>
          <c:orientation val="minMax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Time (h)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231427232"/>
        <c:crosses val="autoZero"/>
        <c:crossBetween val="midCat"/>
      </c:valAx>
      <c:valAx>
        <c:axId val="231427232"/>
        <c:scaling>
          <c:orientation val="minMax"/>
          <c:max val="50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Analyte</a:t>
                </a:r>
                <a:r>
                  <a:rPr lang="is-IS" baseline="0"/>
                  <a:t> (mM)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93784512"/>
        <c:crosses val="autoZero"/>
        <c:crossBetween val="midCat"/>
      </c:valAx>
      <c:valAx>
        <c:axId val="178359104"/>
        <c:scaling>
          <c:orientation val="minMax"/>
          <c:max val="0.5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Optical Density (600</a:t>
                </a:r>
                <a:r>
                  <a:rPr lang="is-IS" baseline="0"/>
                  <a:t> nm)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70537856"/>
        <c:crosses val="max"/>
        <c:crossBetween val="midCat"/>
      </c:valAx>
      <c:valAx>
        <c:axId val="4705378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35910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s-I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is-IS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Ethanol</c:v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Experiment'!$AC$114:$AC$117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0.1643663716393774</c:v>
                  </c:pt>
                  <c:pt idx="2">
                    <c:v>0.14433324991275831</c:v>
                  </c:pt>
                  <c:pt idx="3">
                    <c:v>1.2464766255333342</c:v>
                  </c:pt>
                </c:numCache>
              </c:numRef>
            </c:plus>
            <c:minus>
              <c:numRef>
                <c:f>'Kinetic Experiment'!$AC$114:$AC$117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0.1643663716393774</c:v>
                  </c:pt>
                  <c:pt idx="2">
                    <c:v>0.14433324991275831</c:v>
                  </c:pt>
                  <c:pt idx="3">
                    <c:v>1.2464766255333342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Experiment'!$AB$114:$AB$117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1.4987513738854641</c:v>
                </c:pt>
                <c:pt idx="3">
                  <c:v>6.2807157582743613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C48-4530-808E-B34816119A13}"/>
            </c:ext>
          </c:extLst>
        </c:ser>
        <c:ser>
          <c:idx val="1"/>
          <c:order val="1"/>
          <c:tx>
            <c:v>Acetate</c:v>
          </c:tx>
          <c:spPr>
            <a:ln w="1270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Experiment'!$BP$114:$BP$117</c:f>
              <c:numCache>
                <c:formatCode>General</c:formatCode>
                <c:ptCount val="4"/>
                <c:pt idx="0">
                  <c:v>0</c:v>
                </c:pt>
                <c:pt idx="1">
                  <c:v>6.5441819299725266</c:v>
                </c:pt>
                <c:pt idx="2">
                  <c:v>13.282520130114184</c:v>
                </c:pt>
                <c:pt idx="3">
                  <c:v>18.786548757759057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C48-4530-808E-B34816119A13}"/>
            </c:ext>
          </c:extLst>
        </c:ser>
        <c:ser>
          <c:idx val="2"/>
          <c:order val="2"/>
          <c:tx>
            <c:v>n-Butanol</c:v>
          </c:tx>
          <c:spPr>
            <a:ln w="127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Experiment'!$AS$114:$AS$117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0.31980456904370003</c:v>
                  </c:pt>
                  <c:pt idx="3">
                    <c:v>0.68056450245401623</c:v>
                  </c:pt>
                </c:numCache>
              </c:numRef>
            </c:plus>
            <c:minus>
              <c:numRef>
                <c:f>'Kinetic Experiment'!$AS$114:$AS$117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0.31980456904370003</c:v>
                  </c:pt>
                  <c:pt idx="3">
                    <c:v>0.68056450245401623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Experiment'!$AR$114:$AR$117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2.4929007161473939</c:v>
                </c:pt>
                <c:pt idx="3">
                  <c:v>4.2693579551363419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4C48-4530-808E-B34816119A13}"/>
            </c:ext>
          </c:extLst>
        </c:ser>
        <c:ser>
          <c:idx val="3"/>
          <c:order val="3"/>
          <c:tx>
            <c:v>n-Butyrate</c:v>
          </c:tx>
          <c:spPr>
            <a:ln w="12700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Experiment'!$CO$114:$CO$117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0.5</c:v>
                  </c:pt>
                  <c:pt idx="3">
                    <c:v>0.77</c:v>
                  </c:pt>
                </c:numCache>
              </c:numRef>
            </c:plus>
            <c:minus>
              <c:numRef>
                <c:f>'Kinetic Experiment'!$CO$114:$CO$117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0.5</c:v>
                  </c:pt>
                  <c:pt idx="3">
                    <c:v>0.77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Experiment'!$CN$114:$CN$117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94.5</c:v>
                </c:pt>
                <c:pt idx="3">
                  <c:v>93.4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4C48-4530-808E-B34816119A13}"/>
            </c:ext>
          </c:extLst>
        </c:ser>
        <c:ser>
          <c:idx val="4"/>
          <c:order val="4"/>
          <c:tx>
            <c:v>Glucose</c:v>
          </c:tx>
          <c:spPr>
            <a:ln w="1270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Experiment'!$N$114:$N$117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1.2238187881806069</c:v>
                  </c:pt>
                  <c:pt idx="3">
                    <c:v>5.0507627227610465E-2</c:v>
                  </c:pt>
                </c:numCache>
              </c:numRef>
            </c:plus>
            <c:minus>
              <c:numRef>
                <c:f>'Kinetic Experiment'!$N$114:$N$117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0</c:v>
                  </c:pt>
                  <c:pt idx="2">
                    <c:v>1.2238187881806069</c:v>
                  </c:pt>
                  <c:pt idx="3">
                    <c:v>5.0507627227610465E-2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Experiment'!$M$114:$M$117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16.923809523809521</c:v>
                </c:pt>
                <c:pt idx="3">
                  <c:v>1.6642857142857139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4C48-4530-808E-B34816119A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3784512"/>
        <c:axId val="231427232"/>
      </c:scatterChart>
      <c:scatterChart>
        <c:scatterStyle val="lineMarker"/>
        <c:varyColors val="0"/>
        <c:ser>
          <c:idx val="5"/>
          <c:order val="5"/>
          <c:tx>
            <c:v>Optical Density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'Kinetic Experiment'!$H$114:$H$117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9.372418163004801E-3</c:v>
                  </c:pt>
                  <c:pt idx="2">
                    <c:v>3.7249906785863786E-3</c:v>
                  </c:pt>
                  <c:pt idx="3">
                    <c:v>5.3020268661040419E-2</c:v>
                  </c:pt>
                </c:numCache>
              </c:numRef>
            </c:plus>
            <c:minus>
              <c:numRef>
                <c:f>'Kinetic Experiment'!$H$114:$H$117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9.372418163004801E-3</c:v>
                  </c:pt>
                  <c:pt idx="2">
                    <c:v>3.7249906785863786E-3</c:v>
                  </c:pt>
                  <c:pt idx="3">
                    <c:v>5.3020268661040419E-2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x"/>
            <c:errBarType val="both"/>
            <c:errValType val="fixedVal"/>
            <c:noEndCap val="0"/>
            <c:val val="1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'Kinetic Experiment'!$C$114:$C$117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48</c:v>
                </c:pt>
                <c:pt idx="3">
                  <c:v>168</c:v>
                </c:pt>
              </c:numCache>
            </c:numRef>
          </c:xVal>
          <c:yVal>
            <c:numRef>
              <c:f>'Kinetic Experiment'!$G$114:$G$117</c:f>
              <c:numCache>
                <c:formatCode>General</c:formatCode>
                <c:ptCount val="4"/>
                <c:pt idx="0">
                  <c:v>0</c:v>
                </c:pt>
                <c:pt idx="1">
                  <c:v>0.24813333333333332</c:v>
                </c:pt>
                <c:pt idx="2">
                  <c:v>0.39096666666666668</c:v>
                </c:pt>
                <c:pt idx="3">
                  <c:v>0.28793333333333332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4C48-4530-808E-B34816119A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8228496"/>
        <c:axId val="669997216"/>
      </c:scatterChart>
      <c:valAx>
        <c:axId val="493784512"/>
        <c:scaling>
          <c:orientation val="minMax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Time (h)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231427232"/>
        <c:crosses val="autoZero"/>
        <c:crossBetween val="midCat"/>
      </c:valAx>
      <c:valAx>
        <c:axId val="231427232"/>
        <c:scaling>
          <c:orientation val="minMax"/>
          <c:max val="105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Analyte</a:t>
                </a:r>
                <a:r>
                  <a:rPr lang="is-IS" baseline="0"/>
                  <a:t> (mM)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493784512"/>
        <c:crosses val="autoZero"/>
        <c:crossBetween val="midCat"/>
        <c:majorUnit val="10"/>
      </c:valAx>
      <c:valAx>
        <c:axId val="669997216"/>
        <c:scaling>
          <c:orientation val="minMax"/>
          <c:max val="0.5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s-IS"/>
                  <a:t>Optical Density</a:t>
                </a:r>
                <a:r>
                  <a:rPr lang="is-IS" baseline="0"/>
                  <a:t> (600 nm)</a:t>
                </a:r>
                <a:endParaRPr lang="is-I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s-I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s-IS"/>
          </a:p>
        </c:txPr>
        <c:crossAx val="658228496"/>
        <c:crosses val="max"/>
        <c:crossBetween val="midCat"/>
      </c:valAx>
      <c:valAx>
        <c:axId val="6582284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66999721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s-I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is-I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0.00188</cdr:x>
      <cdr:y>0</cdr:y>
    </cdr:from>
    <cdr:to>
      <cdr:x>0.10055</cdr:x>
      <cdr:y>0.11811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0155" y="-980237"/>
          <a:ext cx="533418" cy="4381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s-IS" sz="2800" b="1"/>
            <a:t>A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0.09868</cdr:x>
      <cdr:y>0.11811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-4696358"/>
          <a:ext cx="533418" cy="4381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s-IS" sz="2800" b="1"/>
            <a:t>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0.00739</cdr:x>
      <cdr:y>0</cdr:y>
    </cdr:from>
    <cdr:to>
      <cdr:x>0.10638</cdr:x>
      <cdr:y>0.12027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39796" y="0"/>
          <a:ext cx="533418" cy="4381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s-IS" sz="2800" b="1"/>
            <a:t>A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0.00495</cdr:x>
      <cdr:y>0</cdr:y>
    </cdr:from>
    <cdr:to>
      <cdr:x>0.10337</cdr:x>
      <cdr:y>0.12027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6801" y="0"/>
          <a:ext cx="533418" cy="4381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s-IS" sz="2800" b="1"/>
            <a:t>B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0.00454</cdr:x>
      <cdr:y>0</cdr:y>
    </cdr:from>
    <cdr:to>
      <cdr:x>0.10365</cdr:x>
      <cdr:y>0.12027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4438" y="0"/>
          <a:ext cx="533418" cy="4381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is-IS" sz="2800" b="1"/>
            <a:t>C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845E9CFA.dotm</Template>
  <TotalTime>172</TotalTime>
  <Pages>9</Pages>
  <Words>999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Michael Scully</dc:creator>
  <cp:keywords/>
  <dc:description/>
  <cp:lastModifiedBy>Sean Michael Scully</cp:lastModifiedBy>
  <cp:revision>13</cp:revision>
  <dcterms:created xsi:type="dcterms:W3CDTF">2020-05-17T15:28:00Z</dcterms:created>
  <dcterms:modified xsi:type="dcterms:W3CDTF">2020-06-22T12:45:00Z</dcterms:modified>
</cp:coreProperties>
</file>