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31FE4" w14:textId="4BF09CE9" w:rsidR="00C01C9D" w:rsidRPr="006A13C8" w:rsidRDefault="00C01C9D" w:rsidP="00C01C9D">
      <w:pPr>
        <w:spacing w:line="480" w:lineRule="auto"/>
        <w:jc w:val="left"/>
        <w:rPr>
          <w:rFonts w:ascii="Palatino Linotype" w:eastAsia="Calibri" w:hAnsi="Palatino Linotype"/>
          <w:sz w:val="18"/>
          <w:szCs w:val="18"/>
        </w:rPr>
      </w:pPr>
      <w:r w:rsidRPr="006A13C8">
        <w:rPr>
          <w:rFonts w:ascii="Palatino Linotype" w:eastAsia="Calibri" w:hAnsi="Palatino Linotype"/>
          <w:b/>
          <w:sz w:val="18"/>
          <w:szCs w:val="18"/>
        </w:rPr>
        <w:t xml:space="preserve">Table </w:t>
      </w:r>
      <w:r w:rsidR="004A050D">
        <w:rPr>
          <w:rFonts w:ascii="Palatino Linotype" w:eastAsia="Calibri" w:hAnsi="Palatino Linotype"/>
          <w:b/>
          <w:sz w:val="18"/>
          <w:szCs w:val="18"/>
        </w:rPr>
        <w:t>S</w:t>
      </w:r>
      <w:r w:rsidRPr="006A13C8">
        <w:rPr>
          <w:rFonts w:ascii="Palatino Linotype" w:eastAsia="Calibri" w:hAnsi="Palatino Linotype"/>
          <w:b/>
          <w:sz w:val="18"/>
          <w:szCs w:val="18"/>
        </w:rPr>
        <w:t>1</w:t>
      </w:r>
      <w:r w:rsidR="004A050D">
        <w:rPr>
          <w:rFonts w:ascii="Palatino Linotype" w:eastAsia="Calibri" w:hAnsi="Palatino Linotype"/>
          <w:b/>
          <w:sz w:val="18"/>
          <w:szCs w:val="18"/>
        </w:rPr>
        <w:t>:</w:t>
      </w:r>
      <w:r w:rsidRPr="006A13C8">
        <w:rPr>
          <w:rFonts w:ascii="Palatino Linotype" w:eastAsia="Calibri" w:hAnsi="Palatino Linotype"/>
          <w:sz w:val="18"/>
          <w:szCs w:val="18"/>
        </w:rPr>
        <w:t xml:space="preserve"> Scaffold, structures, and corresponding bioactive phytochemicals organization.</w:t>
      </w:r>
    </w:p>
    <w:tbl>
      <w:tblPr>
        <w:tblW w:w="5976" w:type="pct"/>
        <w:tblInd w:w="-735" w:type="dxa"/>
        <w:tblLook w:val="04A0" w:firstRow="1" w:lastRow="0" w:firstColumn="1" w:lastColumn="0" w:noHBand="0" w:noVBand="1"/>
      </w:tblPr>
      <w:tblGrid>
        <w:gridCol w:w="1056"/>
        <w:gridCol w:w="988"/>
        <w:gridCol w:w="937"/>
        <w:gridCol w:w="1104"/>
        <w:gridCol w:w="1101"/>
        <w:gridCol w:w="933"/>
        <w:gridCol w:w="981"/>
        <w:gridCol w:w="1099"/>
        <w:gridCol w:w="1120"/>
        <w:gridCol w:w="1251"/>
      </w:tblGrid>
      <w:tr w:rsidR="00C01C9D" w:rsidRPr="006A13C8" w14:paraId="27976F59" w14:textId="77777777" w:rsidTr="00346BC0"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B202F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b/>
                <w:snapToGrid w:val="0"/>
                <w:sz w:val="18"/>
                <w:szCs w:val="18"/>
                <w:lang w:bidi="en-US"/>
              </w:rPr>
              <w:t>Scaffold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E60F2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Alkaloids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3A14C1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Betalains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B1F3C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Coumarins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A02A8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Flavonoids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B4DA46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Organics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670FE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Phenolics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C997A3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Steroids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B4079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Terpenoids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755053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Xanthenones</w:t>
            </w:r>
          </w:p>
        </w:tc>
      </w:tr>
      <w:tr w:rsidR="00C01C9D" w:rsidRPr="006A13C8" w14:paraId="58696214" w14:textId="77777777" w:rsidTr="00346BC0"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77216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b/>
                <w:snapToGrid w:val="0"/>
                <w:sz w:val="18"/>
                <w:szCs w:val="18"/>
                <w:lang w:bidi="en-US"/>
              </w:rPr>
              <w:t>Structures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009E25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A-1 to A-7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FB781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B-1 to B-13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EF7CF8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C-1 to C-23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A1D45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F-1 to F-130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61BE7A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O-1 to O-64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52311" w14:textId="77777777" w:rsidR="00C01C9D" w:rsidRPr="006A13C8" w:rsidRDefault="00C01C9D" w:rsidP="00796AD6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P-1 to P-15</w:t>
            </w:r>
            <w:r w:rsidR="00796AD6"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8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F075C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S-1 to S-15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A3980" w14:textId="2907FE1C" w:rsidR="00C01C9D" w:rsidRPr="006A13C8" w:rsidRDefault="009A0F43" w:rsidP="009A0F43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T-1 to T-58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CBE9C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X-1 to X-19</w:t>
            </w:r>
          </w:p>
        </w:tc>
      </w:tr>
      <w:tr w:rsidR="00C01C9D" w:rsidRPr="006A13C8" w14:paraId="3A7A566D" w14:textId="77777777" w:rsidTr="00346BC0"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E47966" w14:textId="77777777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b/>
                <w:snapToGrid w:val="0"/>
                <w:sz w:val="18"/>
                <w:szCs w:val="18"/>
                <w:lang w:bidi="en-US"/>
              </w:rPr>
              <w:t>Table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12199F" w14:textId="577C9F58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D9AE3" w14:textId="26C81521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BE429" w14:textId="0D3737B4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4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CCFBC" w14:textId="0A50F319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A4D24" w14:textId="0BFA693E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E42DC" w14:textId="6677F85E" w:rsidR="00C01C9D" w:rsidRPr="006A13C8" w:rsidRDefault="00C01C9D" w:rsidP="00346BC0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S7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7B12A" w14:textId="313ABC08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8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B4576D" w14:textId="354C45F0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9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8AA8CB" w14:textId="4A23E985" w:rsidR="00C01C9D" w:rsidRPr="006A13C8" w:rsidRDefault="00C01C9D" w:rsidP="00C02BFF">
            <w:pPr>
              <w:adjustRightInd w:val="0"/>
              <w:snapToGrid w:val="0"/>
              <w:spacing w:line="480" w:lineRule="auto"/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</w:pP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 xml:space="preserve">Table </w:t>
            </w:r>
            <w:r w:rsidR="00346BC0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S</w:t>
            </w:r>
            <w:r w:rsidRPr="006A13C8">
              <w:rPr>
                <w:rFonts w:ascii="Palatino Linotype" w:eastAsia="Calibri" w:hAnsi="Palatino Linotype"/>
                <w:snapToGrid w:val="0"/>
                <w:sz w:val="18"/>
                <w:szCs w:val="18"/>
                <w:lang w:bidi="en-US"/>
              </w:rPr>
              <w:t>10</w:t>
            </w:r>
          </w:p>
        </w:tc>
      </w:tr>
    </w:tbl>
    <w:p w14:paraId="025275E8" w14:textId="77777777" w:rsidR="00C01C9D" w:rsidRPr="006A13C8" w:rsidRDefault="00C01C9D" w:rsidP="00346BC0">
      <w:pPr>
        <w:spacing w:line="260" w:lineRule="atLeast"/>
        <w:ind w:firstLine="425"/>
        <w:rPr>
          <w:rFonts w:ascii="Palatino Linotype" w:eastAsia="Calibri" w:hAnsi="Palatino Linotype"/>
          <w:sz w:val="20"/>
        </w:rPr>
      </w:pPr>
      <w:bookmarkStart w:id="0" w:name="_GoBack"/>
      <w:bookmarkEnd w:id="0"/>
    </w:p>
    <w:sectPr w:rsidR="00C01C9D" w:rsidRPr="006A13C8" w:rsidSect="00346BC0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5F9C5" w14:textId="77777777" w:rsidR="00FF0ACD" w:rsidRDefault="00FF0ACD">
      <w:pPr>
        <w:spacing w:line="240" w:lineRule="auto"/>
      </w:pPr>
      <w:r>
        <w:separator/>
      </w:r>
    </w:p>
  </w:endnote>
  <w:endnote w:type="continuationSeparator" w:id="0">
    <w:p w14:paraId="372E8457" w14:textId="77777777" w:rsidR="00FF0ACD" w:rsidRDefault="00FF0A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T Std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E45DC" w14:textId="77777777" w:rsidR="00BC3824" w:rsidRPr="00372FCD" w:rsidRDefault="00BC3824" w:rsidP="003408FC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5D1D79">
      <w:rPr>
        <w:rFonts w:ascii="Palatino Linotype" w:hAnsi="Palatino Linotype"/>
        <w:i/>
        <w:sz w:val="16"/>
        <w:szCs w:val="16"/>
        <w:lang w:val="fr-CH"/>
      </w:rPr>
      <w:t>Appl. Sci.</w:t>
    </w:r>
    <w:r w:rsidRPr="005D1D79">
      <w:rPr>
        <w:rFonts w:ascii="Palatino Linotype" w:hAnsi="Palatino Linotype"/>
        <w:sz w:val="16"/>
        <w:szCs w:val="16"/>
        <w:lang w:val="fr-CH"/>
      </w:rPr>
      <w:t xml:space="preserve"> </w:t>
    </w:r>
    <w:r w:rsidRPr="0041236F">
      <w:rPr>
        <w:rFonts w:ascii="Palatino Linotype" w:hAnsi="Palatino Linotype"/>
        <w:b/>
        <w:bCs/>
        <w:iCs/>
        <w:sz w:val="16"/>
        <w:szCs w:val="16"/>
      </w:rPr>
      <w:t>2019</w:t>
    </w:r>
    <w:r w:rsidRPr="0041236F">
      <w:rPr>
        <w:rFonts w:ascii="Palatino Linotype" w:hAnsi="Palatino Linotype"/>
        <w:bCs/>
        <w:iCs/>
        <w:sz w:val="16"/>
        <w:szCs w:val="16"/>
      </w:rPr>
      <w:t xml:space="preserve">, </w:t>
    </w:r>
    <w:r w:rsidRPr="0041236F">
      <w:rPr>
        <w:rFonts w:ascii="Palatino Linotype" w:hAnsi="Palatino Linotype"/>
        <w:bCs/>
        <w:i/>
        <w:iCs/>
        <w:sz w:val="16"/>
        <w:szCs w:val="16"/>
      </w:rPr>
      <w:t>9</w:t>
    </w:r>
    <w:r w:rsidRPr="0041236F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>x; doi: FOR PEER REVIEW</w:t>
    </w:r>
    <w:r w:rsidRPr="004B6803">
      <w:rPr>
        <w:rFonts w:ascii="Palatino Linotype" w:hAnsi="Palatino Linotype"/>
        <w:sz w:val="16"/>
        <w:szCs w:val="16"/>
        <w:lang w:val="fr-CH"/>
      </w:rPr>
      <w:tab/>
      <w:t>www</w:t>
    </w:r>
    <w:r w:rsidRPr="00372FCD">
      <w:rPr>
        <w:rFonts w:ascii="Palatino Linotype" w:hAnsi="Palatino Linotype"/>
        <w:sz w:val="16"/>
        <w:szCs w:val="16"/>
        <w:lang w:val="fr-CH"/>
      </w:rPr>
      <w:t>.mdpi.com/journal/</w:t>
    </w:r>
    <w:r w:rsidRPr="005D1D79">
      <w:rPr>
        <w:rFonts w:ascii="Palatino Linotype" w:hAnsi="Palatino Linotype"/>
        <w:sz w:val="16"/>
        <w:szCs w:val="16"/>
      </w:rPr>
      <w:t>applsci</w:t>
    </w:r>
  </w:p>
  <w:p w14:paraId="396AD6D9" w14:textId="77777777" w:rsidR="00BC3824" w:rsidRPr="003408FC" w:rsidRDefault="00BC3824" w:rsidP="003408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1FE82" w14:textId="77777777" w:rsidR="00FF0ACD" w:rsidRDefault="00FF0ACD">
      <w:pPr>
        <w:spacing w:line="240" w:lineRule="auto"/>
      </w:pPr>
      <w:r>
        <w:separator/>
      </w:r>
    </w:p>
  </w:footnote>
  <w:footnote w:type="continuationSeparator" w:id="0">
    <w:p w14:paraId="791B9F3A" w14:textId="77777777" w:rsidR="00FF0ACD" w:rsidRDefault="00FF0A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F512B" w14:textId="77777777" w:rsidR="00BC3824" w:rsidRDefault="00BC3824" w:rsidP="00C045D0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A8209" w14:textId="77777777" w:rsidR="00BC3824" w:rsidRPr="00D669AD" w:rsidRDefault="00BC3824" w:rsidP="00745AE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Appl. Sci. </w:t>
    </w:r>
    <w:r w:rsidRPr="0041236F">
      <w:rPr>
        <w:rFonts w:ascii="Palatino Linotype" w:hAnsi="Palatino Linotype"/>
        <w:b/>
        <w:sz w:val="16"/>
      </w:rPr>
      <w:t>2019</w:t>
    </w:r>
    <w:r w:rsidRPr="0041236F">
      <w:rPr>
        <w:rFonts w:ascii="Palatino Linotype" w:hAnsi="Palatino Linotype"/>
        <w:sz w:val="16"/>
      </w:rPr>
      <w:t xml:space="preserve">, </w:t>
    </w:r>
    <w:r w:rsidRPr="0041236F"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346BC0">
      <w:rPr>
        <w:rFonts w:ascii="Palatino Linotype" w:hAnsi="Palatino Linotype"/>
        <w:noProof/>
        <w:sz w:val="16"/>
      </w:rPr>
      <w:t>16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346BC0">
      <w:rPr>
        <w:rFonts w:ascii="Palatino Linotype" w:hAnsi="Palatino Linotype"/>
        <w:noProof/>
        <w:sz w:val="16"/>
      </w:rPr>
      <w:t>17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A8944" w14:textId="77777777" w:rsidR="00BC3824" w:rsidRDefault="00BC3824" w:rsidP="00C045D0">
    <w:pPr>
      <w:pStyle w:val="MDPIheaderjournallogo"/>
    </w:pPr>
    <w:r w:rsidRPr="00A04686">
      <w:rPr>
        <w:noProof/>
        <w:lang w:val="es-ES" w:eastAsia="es-ES"/>
      </w:rPr>
      <w:drawing>
        <wp:inline distT="0" distB="0" distL="0" distR="0" wp14:anchorId="74BF312A" wp14:editId="65CE213A">
          <wp:extent cx="1755140" cy="427355"/>
          <wp:effectExtent l="0" t="0" r="0" b="0"/>
          <wp:docPr id="1" name="Picture 3" descr="C:\Users\home\AppData\Local\Temp\HZ$D.003.473\appliedsciences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03.473\appliedsciences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747E6">
      <w:rPr>
        <w:i w:val="0"/>
        <w:noProof/>
        <w:szCs w:val="16"/>
        <w:lang w:val="es-ES" w:eastAsia="es-E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2FDD8969" wp14:editId="60ED44BA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728DA2" w14:textId="77777777" w:rsidR="00BC3824" w:rsidRDefault="00BC3824" w:rsidP="00C045D0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471DC3">
                            <w:rPr>
                              <w:i w:val="0"/>
                              <w:noProof/>
                              <w:szCs w:val="16"/>
                              <w:lang w:val="es-ES" w:eastAsia="es-ES"/>
                            </w:rPr>
                            <w:drawing>
                              <wp:inline distT="0" distB="0" distL="0" distR="0" wp14:anchorId="0E9D1DD8" wp14:editId="3C8EA117">
                                <wp:extent cx="542290" cy="35115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290" cy="3511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FDD89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" stroked="f">
              <v:textbox inset="0,0,0,0">
                <w:txbxContent>
                  <w:p w14:paraId="09728DA2" w14:textId="77777777" w:rsidR="00B37BAD" w:rsidRDefault="00B37BAD" w:rsidP="00C045D0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471DC3">
                      <w:rPr>
                        <w:i w:val="0"/>
                        <w:noProof/>
                        <w:szCs w:val="16"/>
                        <w:lang w:val="es-ES" w:eastAsia="es-ES"/>
                      </w:rPr>
                      <w:drawing>
                        <wp:inline distT="0" distB="0" distL="0" distR="0" wp14:anchorId="0E9D1DD8" wp14:editId="3C8EA117">
                          <wp:extent cx="542290" cy="35115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290" cy="351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4E6F"/>
    <w:multiLevelType w:val="hybridMultilevel"/>
    <w:tmpl w:val="908A981E"/>
    <w:lvl w:ilvl="0" w:tplc="AA5ABA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90CD7"/>
    <w:multiLevelType w:val="hybridMultilevel"/>
    <w:tmpl w:val="EFC64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A02B7"/>
    <w:multiLevelType w:val="hybridMultilevel"/>
    <w:tmpl w:val="1A9AFCF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6704F"/>
    <w:multiLevelType w:val="hybridMultilevel"/>
    <w:tmpl w:val="6D501100"/>
    <w:lvl w:ilvl="0" w:tplc="8D4893D2">
      <w:start w:val="1"/>
      <w:numFmt w:val="lowerLetter"/>
      <w:lvlText w:val="(%1)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93B01"/>
    <w:multiLevelType w:val="hybridMultilevel"/>
    <w:tmpl w:val="64BE2840"/>
    <w:lvl w:ilvl="0" w:tplc="97F063A6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A434C"/>
    <w:multiLevelType w:val="hybridMultilevel"/>
    <w:tmpl w:val="7DBCF616"/>
    <w:lvl w:ilvl="0" w:tplc="4CD60C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82CF9"/>
    <w:multiLevelType w:val="hybridMultilevel"/>
    <w:tmpl w:val="1C125730"/>
    <w:lvl w:ilvl="0" w:tplc="D91816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E18C1"/>
    <w:multiLevelType w:val="hybridMultilevel"/>
    <w:tmpl w:val="AD169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9E30B09"/>
    <w:multiLevelType w:val="hybridMultilevel"/>
    <w:tmpl w:val="E7704B0A"/>
    <w:lvl w:ilvl="0" w:tplc="B01009B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B0EBB"/>
    <w:multiLevelType w:val="hybridMultilevel"/>
    <w:tmpl w:val="39F2640A"/>
    <w:lvl w:ilvl="0" w:tplc="0410000F">
      <w:start w:val="1"/>
      <w:numFmt w:val="decimal"/>
      <w:pStyle w:val="RSCF01FootnoteAuthorAddress"/>
      <w:lvlText w:val="%1."/>
      <w:lvlJc w:val="left"/>
      <w:pPr>
        <w:ind w:left="360" w:hanging="360"/>
      </w:pPr>
      <w:rPr>
        <w:rFonts w:hint="default"/>
        <w:b w:val="0"/>
        <w:i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4064A"/>
    <w:multiLevelType w:val="hybridMultilevel"/>
    <w:tmpl w:val="CFE8A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8E288C"/>
    <w:multiLevelType w:val="hybridMultilevel"/>
    <w:tmpl w:val="4AD073DA"/>
    <w:lvl w:ilvl="0" w:tplc="7DD83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D5E67"/>
    <w:multiLevelType w:val="hybridMultilevel"/>
    <w:tmpl w:val="918C1248"/>
    <w:lvl w:ilvl="0" w:tplc="F11A06DC">
      <w:start w:val="1"/>
      <w:numFmt w:val="bullet"/>
      <w:lvlText w:val="§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6F5495"/>
    <w:multiLevelType w:val="hybridMultilevel"/>
    <w:tmpl w:val="0ACCA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E1504"/>
    <w:multiLevelType w:val="hybridMultilevel"/>
    <w:tmpl w:val="46C0C9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2E7F39"/>
    <w:multiLevelType w:val="hybridMultilevel"/>
    <w:tmpl w:val="14BA6562"/>
    <w:lvl w:ilvl="0" w:tplc="98B861D8">
      <w:start w:val="1"/>
      <w:numFmt w:val="bullet"/>
      <w:lvlText w:val="‡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2"/>
  </w:num>
  <w:num w:numId="5">
    <w:abstractNumId w:val="13"/>
  </w:num>
  <w:num w:numId="6">
    <w:abstractNumId w:val="12"/>
  </w:num>
  <w:num w:numId="7">
    <w:abstractNumId w:val="19"/>
  </w:num>
  <w:num w:numId="8">
    <w:abstractNumId w:val="16"/>
  </w:num>
  <w:num w:numId="9">
    <w:abstractNumId w:val="8"/>
  </w:num>
  <w:num w:numId="10">
    <w:abstractNumId w:val="14"/>
  </w:num>
  <w:num w:numId="11">
    <w:abstractNumId w:val="1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5"/>
  </w:num>
  <w:num w:numId="18">
    <w:abstractNumId w:val="3"/>
  </w:num>
  <w:num w:numId="19">
    <w:abstractNumId w:val="15"/>
  </w:num>
  <w:num w:numId="20">
    <w:abstractNumId w:val="11"/>
  </w:num>
  <w:num w:numId="21">
    <w:abstractNumId w:val="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hideSpellingErrors/>
  <w:attachedTemplate r:id="rId1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E5"/>
    <w:rsid w:val="0003754B"/>
    <w:rsid w:val="00043480"/>
    <w:rsid w:val="00090135"/>
    <w:rsid w:val="0009352D"/>
    <w:rsid w:val="00095F5D"/>
    <w:rsid w:val="000A0164"/>
    <w:rsid w:val="000A01E0"/>
    <w:rsid w:val="000A10B7"/>
    <w:rsid w:val="000A322C"/>
    <w:rsid w:val="000C063C"/>
    <w:rsid w:val="000D1F07"/>
    <w:rsid w:val="000D30BF"/>
    <w:rsid w:val="000D3EE0"/>
    <w:rsid w:val="000F11BD"/>
    <w:rsid w:val="001066A0"/>
    <w:rsid w:val="0011179B"/>
    <w:rsid w:val="00137199"/>
    <w:rsid w:val="0015402B"/>
    <w:rsid w:val="001644A3"/>
    <w:rsid w:val="0017438E"/>
    <w:rsid w:val="00175D87"/>
    <w:rsid w:val="001929A8"/>
    <w:rsid w:val="001B1BD4"/>
    <w:rsid w:val="001C05DF"/>
    <w:rsid w:val="001D1C59"/>
    <w:rsid w:val="001E2AEB"/>
    <w:rsid w:val="00203B38"/>
    <w:rsid w:val="00211AF9"/>
    <w:rsid w:val="00222E18"/>
    <w:rsid w:val="0022792F"/>
    <w:rsid w:val="002351F5"/>
    <w:rsid w:val="00260040"/>
    <w:rsid w:val="00293B4C"/>
    <w:rsid w:val="002A32E5"/>
    <w:rsid w:val="002B30D9"/>
    <w:rsid w:val="002B4DB5"/>
    <w:rsid w:val="002C0058"/>
    <w:rsid w:val="002C21EC"/>
    <w:rsid w:val="002D2B57"/>
    <w:rsid w:val="002F311E"/>
    <w:rsid w:val="003106AF"/>
    <w:rsid w:val="00321E83"/>
    <w:rsid w:val="00326141"/>
    <w:rsid w:val="00337129"/>
    <w:rsid w:val="003408FC"/>
    <w:rsid w:val="00343883"/>
    <w:rsid w:val="0034642C"/>
    <w:rsid w:val="00346BC0"/>
    <w:rsid w:val="00346F5E"/>
    <w:rsid w:val="00381591"/>
    <w:rsid w:val="00381E08"/>
    <w:rsid w:val="003942CF"/>
    <w:rsid w:val="003D0A1A"/>
    <w:rsid w:val="003F6A8F"/>
    <w:rsid w:val="003F7322"/>
    <w:rsid w:val="00401D30"/>
    <w:rsid w:val="00405BFD"/>
    <w:rsid w:val="004109AA"/>
    <w:rsid w:val="0041202E"/>
    <w:rsid w:val="004250FB"/>
    <w:rsid w:val="00471DC3"/>
    <w:rsid w:val="00476DD0"/>
    <w:rsid w:val="00493FBA"/>
    <w:rsid w:val="00493FE9"/>
    <w:rsid w:val="004A050D"/>
    <w:rsid w:val="004B6505"/>
    <w:rsid w:val="004B78C2"/>
    <w:rsid w:val="004C3CFA"/>
    <w:rsid w:val="004D58DB"/>
    <w:rsid w:val="005012AC"/>
    <w:rsid w:val="0051274D"/>
    <w:rsid w:val="00524DBD"/>
    <w:rsid w:val="00571EFE"/>
    <w:rsid w:val="0057708D"/>
    <w:rsid w:val="0059705F"/>
    <w:rsid w:val="005C2DCD"/>
    <w:rsid w:val="005D147D"/>
    <w:rsid w:val="005F6F79"/>
    <w:rsid w:val="005F73B4"/>
    <w:rsid w:val="0060019F"/>
    <w:rsid w:val="00612314"/>
    <w:rsid w:val="00620FF5"/>
    <w:rsid w:val="00627605"/>
    <w:rsid w:val="0064611E"/>
    <w:rsid w:val="00657D38"/>
    <w:rsid w:val="006750D5"/>
    <w:rsid w:val="00690A56"/>
    <w:rsid w:val="00692393"/>
    <w:rsid w:val="006A13C8"/>
    <w:rsid w:val="006A4DAA"/>
    <w:rsid w:val="006B216C"/>
    <w:rsid w:val="006B6856"/>
    <w:rsid w:val="006C6805"/>
    <w:rsid w:val="006D08E5"/>
    <w:rsid w:val="006D52FF"/>
    <w:rsid w:val="007231FA"/>
    <w:rsid w:val="007447F3"/>
    <w:rsid w:val="00745AE2"/>
    <w:rsid w:val="00745D0E"/>
    <w:rsid w:val="00756A30"/>
    <w:rsid w:val="00770BD9"/>
    <w:rsid w:val="007778B5"/>
    <w:rsid w:val="00782E5D"/>
    <w:rsid w:val="00791F67"/>
    <w:rsid w:val="00796AD6"/>
    <w:rsid w:val="007975F6"/>
    <w:rsid w:val="007B2188"/>
    <w:rsid w:val="007D1707"/>
    <w:rsid w:val="007D3447"/>
    <w:rsid w:val="007E7A5B"/>
    <w:rsid w:val="007F5453"/>
    <w:rsid w:val="008073C8"/>
    <w:rsid w:val="008205BD"/>
    <w:rsid w:val="008224F1"/>
    <w:rsid w:val="0082566E"/>
    <w:rsid w:val="00843295"/>
    <w:rsid w:val="00846BCE"/>
    <w:rsid w:val="0084729B"/>
    <w:rsid w:val="0085656B"/>
    <w:rsid w:val="008734ED"/>
    <w:rsid w:val="00881982"/>
    <w:rsid w:val="0089642A"/>
    <w:rsid w:val="008C0E6E"/>
    <w:rsid w:val="008C62DB"/>
    <w:rsid w:val="008D4300"/>
    <w:rsid w:val="008D48AE"/>
    <w:rsid w:val="008E4512"/>
    <w:rsid w:val="008E5D32"/>
    <w:rsid w:val="009017E6"/>
    <w:rsid w:val="00921A75"/>
    <w:rsid w:val="00923643"/>
    <w:rsid w:val="009515D8"/>
    <w:rsid w:val="00957E3D"/>
    <w:rsid w:val="009642D2"/>
    <w:rsid w:val="00983EAA"/>
    <w:rsid w:val="009A0F43"/>
    <w:rsid w:val="009B104A"/>
    <w:rsid w:val="009D5B6D"/>
    <w:rsid w:val="009E49B0"/>
    <w:rsid w:val="009F70E6"/>
    <w:rsid w:val="00A009B8"/>
    <w:rsid w:val="00A01AE0"/>
    <w:rsid w:val="00A05D6F"/>
    <w:rsid w:val="00A2213D"/>
    <w:rsid w:val="00A43A23"/>
    <w:rsid w:val="00A60C49"/>
    <w:rsid w:val="00AA49C5"/>
    <w:rsid w:val="00AB6D1C"/>
    <w:rsid w:val="00AB79AE"/>
    <w:rsid w:val="00AC1D58"/>
    <w:rsid w:val="00AC780A"/>
    <w:rsid w:val="00B06009"/>
    <w:rsid w:val="00B27E5B"/>
    <w:rsid w:val="00B37BAD"/>
    <w:rsid w:val="00B42AC9"/>
    <w:rsid w:val="00B57BA7"/>
    <w:rsid w:val="00B67DBC"/>
    <w:rsid w:val="00B74776"/>
    <w:rsid w:val="00B81DB1"/>
    <w:rsid w:val="00BA41B2"/>
    <w:rsid w:val="00BA7146"/>
    <w:rsid w:val="00BB69C8"/>
    <w:rsid w:val="00BC3824"/>
    <w:rsid w:val="00BD27B3"/>
    <w:rsid w:val="00BE5644"/>
    <w:rsid w:val="00C01C9D"/>
    <w:rsid w:val="00C02BFF"/>
    <w:rsid w:val="00C045D0"/>
    <w:rsid w:val="00C231FE"/>
    <w:rsid w:val="00C268F9"/>
    <w:rsid w:val="00C319DD"/>
    <w:rsid w:val="00C32DD0"/>
    <w:rsid w:val="00C367A3"/>
    <w:rsid w:val="00C40D5E"/>
    <w:rsid w:val="00C62C56"/>
    <w:rsid w:val="00C63C84"/>
    <w:rsid w:val="00C733B1"/>
    <w:rsid w:val="00C73703"/>
    <w:rsid w:val="00C947E1"/>
    <w:rsid w:val="00C975FF"/>
    <w:rsid w:val="00CB66FD"/>
    <w:rsid w:val="00CC3F64"/>
    <w:rsid w:val="00CC763A"/>
    <w:rsid w:val="00CF162F"/>
    <w:rsid w:val="00D26520"/>
    <w:rsid w:val="00D26C1E"/>
    <w:rsid w:val="00D35372"/>
    <w:rsid w:val="00D410E6"/>
    <w:rsid w:val="00DB0167"/>
    <w:rsid w:val="00DC7310"/>
    <w:rsid w:val="00DD1101"/>
    <w:rsid w:val="00DD1418"/>
    <w:rsid w:val="00DD32C1"/>
    <w:rsid w:val="00DD7293"/>
    <w:rsid w:val="00DE664D"/>
    <w:rsid w:val="00DF083F"/>
    <w:rsid w:val="00DF45AF"/>
    <w:rsid w:val="00E03874"/>
    <w:rsid w:val="00E150BD"/>
    <w:rsid w:val="00E42C57"/>
    <w:rsid w:val="00E5126D"/>
    <w:rsid w:val="00E67F63"/>
    <w:rsid w:val="00E70157"/>
    <w:rsid w:val="00E83D7D"/>
    <w:rsid w:val="00E86463"/>
    <w:rsid w:val="00E876FD"/>
    <w:rsid w:val="00EB754E"/>
    <w:rsid w:val="00ED42DE"/>
    <w:rsid w:val="00ED53F2"/>
    <w:rsid w:val="00EE0F6E"/>
    <w:rsid w:val="00F0040E"/>
    <w:rsid w:val="00F04A5A"/>
    <w:rsid w:val="00F109AD"/>
    <w:rsid w:val="00F165BA"/>
    <w:rsid w:val="00F16DB0"/>
    <w:rsid w:val="00F20306"/>
    <w:rsid w:val="00F24722"/>
    <w:rsid w:val="00F268C8"/>
    <w:rsid w:val="00F467A7"/>
    <w:rsid w:val="00F84031"/>
    <w:rsid w:val="00F93AA1"/>
    <w:rsid w:val="00FA31ED"/>
    <w:rsid w:val="00FA4951"/>
    <w:rsid w:val="00FA5B1D"/>
    <w:rsid w:val="00FB562F"/>
    <w:rsid w:val="00FC56D0"/>
    <w:rsid w:val="00FE1243"/>
    <w:rsid w:val="00FF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CC9EA"/>
  <w15:chartTrackingRefBased/>
  <w15:docId w15:val="{C65496B8-8DC3-4658-A2A5-9358B08B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DC3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Heading1">
    <w:name w:val="heading 1"/>
    <w:basedOn w:val="Normal"/>
    <w:link w:val="Heading1Char"/>
    <w:uiPriority w:val="9"/>
    <w:qFormat/>
    <w:rsid w:val="00C02BFF"/>
    <w:pPr>
      <w:spacing w:before="100" w:beforeAutospacing="1" w:after="100" w:afterAutospacing="1" w:line="240" w:lineRule="auto"/>
      <w:jc w:val="left"/>
      <w:outlineLvl w:val="0"/>
    </w:pPr>
    <w:rPr>
      <w:b/>
      <w:bCs/>
      <w:color w:val="auto"/>
      <w:kern w:val="36"/>
      <w:sz w:val="48"/>
      <w:szCs w:val="48"/>
      <w:lang w:val="sr-Latn-RS" w:eastAsia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F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02BFF"/>
    <w:pPr>
      <w:spacing w:before="100" w:beforeAutospacing="1" w:after="100" w:afterAutospacing="1" w:line="240" w:lineRule="auto"/>
      <w:jc w:val="left"/>
      <w:outlineLvl w:val="2"/>
    </w:pPr>
    <w:rPr>
      <w:b/>
      <w:bCs/>
      <w:color w:val="auto"/>
      <w:sz w:val="27"/>
      <w:szCs w:val="27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471DC3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471DC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471DC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471DC3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471DC3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71DC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71DC3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71DC3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471DC3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471D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1D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471DC3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71DC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471DC3"/>
    <w:pPr>
      <w:ind w:firstLine="0"/>
    </w:pPr>
  </w:style>
  <w:style w:type="paragraph" w:customStyle="1" w:styleId="MDPI33textspaceafter">
    <w:name w:val="MDPI_3.3_text_space_after"/>
    <w:basedOn w:val="MDPI31text"/>
    <w:qFormat/>
    <w:rsid w:val="00471DC3"/>
    <w:pPr>
      <w:spacing w:after="240"/>
    </w:pPr>
  </w:style>
  <w:style w:type="paragraph" w:customStyle="1" w:styleId="MDPI35textbeforelist">
    <w:name w:val="MDPI_3.5_text_before_list"/>
    <w:basedOn w:val="MDPI31text"/>
    <w:qFormat/>
    <w:rsid w:val="00471DC3"/>
    <w:pPr>
      <w:spacing w:after="120"/>
    </w:pPr>
  </w:style>
  <w:style w:type="paragraph" w:customStyle="1" w:styleId="MDPI36textafterlist">
    <w:name w:val="MDPI_3.6_text_after_list"/>
    <w:basedOn w:val="MDPI31text"/>
    <w:qFormat/>
    <w:rsid w:val="00471DC3"/>
    <w:pPr>
      <w:spacing w:before="120"/>
    </w:pPr>
  </w:style>
  <w:style w:type="paragraph" w:customStyle="1" w:styleId="MDPI37itemize">
    <w:name w:val="MDPI_3.7_itemize"/>
    <w:basedOn w:val="MDPI31text"/>
    <w:qFormat/>
    <w:rsid w:val="00471DC3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471DC3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71DC3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71DC3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71DC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471DC3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26004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71DC3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71DC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471DC3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471DC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71DC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71DC3"/>
  </w:style>
  <w:style w:type="paragraph" w:customStyle="1" w:styleId="MDPI31text">
    <w:name w:val="MDPI_3.1_text"/>
    <w:qFormat/>
    <w:rsid w:val="00471DC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71DC3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71DC3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71DC3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471DC3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1DC3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71DC3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471DC3"/>
  </w:style>
  <w:style w:type="table" w:customStyle="1" w:styleId="MDPI41threelinetable">
    <w:name w:val="MDPI_4.1_three_line_table"/>
    <w:basedOn w:val="TableNormal"/>
    <w:uiPriority w:val="99"/>
    <w:rsid w:val="0026004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Segoe UI" w:hAnsi="Segoe U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ED42DE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F109AD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F0040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0040E"/>
    <w:rPr>
      <w:rFonts w:ascii="Times New Roman" w:eastAsia="Times New Roman" w:hAnsi="Times New Roman"/>
      <w:color w:val="000000"/>
      <w:sz w:val="24"/>
      <w:lang w:eastAsia="de-DE"/>
    </w:rPr>
  </w:style>
  <w:style w:type="table" w:styleId="PlainTable4">
    <w:name w:val="Plain Table 4"/>
    <w:basedOn w:val="TableNormal"/>
    <w:uiPriority w:val="44"/>
    <w:rsid w:val="00F0040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02BFF"/>
    <w:rPr>
      <w:rFonts w:ascii="Times New Roman" w:eastAsia="Times New Roman" w:hAnsi="Times New Roman"/>
      <w:b/>
      <w:bCs/>
      <w:kern w:val="36"/>
      <w:sz w:val="48"/>
      <w:szCs w:val="48"/>
      <w:lang w:val="sr-Latn-RS" w:eastAsia="sr-Latn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2BFF"/>
    <w:rPr>
      <w:rFonts w:ascii="Times New Roman" w:eastAsia="Times New Roman" w:hAnsi="Times New Roman"/>
      <w:b/>
      <w:bCs/>
      <w:sz w:val="27"/>
      <w:szCs w:val="27"/>
      <w:lang w:val="sr-Latn-RS" w:eastAsia="sr-Latn-RS"/>
    </w:rPr>
  </w:style>
  <w:style w:type="character" w:styleId="FollowedHyperlink">
    <w:name w:val="FollowedHyperlink"/>
    <w:uiPriority w:val="99"/>
    <w:semiHidden/>
    <w:unhideWhenUsed/>
    <w:rsid w:val="00C02BFF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C02BFF"/>
    <w:pPr>
      <w:spacing w:after="200" w:line="276" w:lineRule="auto"/>
      <w:ind w:left="720"/>
      <w:contextualSpacing/>
      <w:jc w:val="left"/>
    </w:pPr>
    <w:rPr>
      <w:rFonts w:ascii="Calibri" w:eastAsia="Calibri" w:hAnsi="Calibri" w:cs="Arial"/>
      <w:color w:val="auto"/>
      <w:sz w:val="22"/>
      <w:szCs w:val="22"/>
      <w:lang w:val="en-GB" w:eastAsia="en-US"/>
    </w:rPr>
  </w:style>
  <w:style w:type="paragraph" w:customStyle="1" w:styleId="RSCH01PaperTitle">
    <w:name w:val="RSC H01 Paper Title"/>
    <w:basedOn w:val="Normal"/>
    <w:next w:val="Normal"/>
    <w:link w:val="RSCH01PaperTitleChar"/>
    <w:qFormat/>
    <w:rsid w:val="00C02BFF"/>
    <w:pPr>
      <w:tabs>
        <w:tab w:val="left" w:pos="284"/>
      </w:tabs>
      <w:spacing w:before="400" w:after="160" w:line="240" w:lineRule="auto"/>
      <w:jc w:val="left"/>
    </w:pPr>
    <w:rPr>
      <w:rFonts w:ascii="Calibri" w:eastAsia="Calibri" w:hAnsi="Calibri"/>
      <w:b/>
      <w:color w:val="auto"/>
      <w:sz w:val="29"/>
      <w:szCs w:val="32"/>
      <w:lang w:val="en-GB" w:eastAsia="en-US"/>
    </w:rPr>
  </w:style>
  <w:style w:type="paragraph" w:customStyle="1" w:styleId="RSCH02PaperAuthorsandByline">
    <w:name w:val="RSC H02 Paper Authors and Byline"/>
    <w:basedOn w:val="Normal"/>
    <w:link w:val="RSCH02PaperAuthorsandBylineChar"/>
    <w:qFormat/>
    <w:rsid w:val="00C02BFF"/>
    <w:pPr>
      <w:spacing w:after="120" w:line="240" w:lineRule="exact"/>
      <w:jc w:val="left"/>
    </w:pPr>
    <w:rPr>
      <w:rFonts w:ascii="Calibri" w:eastAsia="Calibri" w:hAnsi="Calibri"/>
      <w:color w:val="auto"/>
      <w:sz w:val="20"/>
      <w:szCs w:val="22"/>
      <w:lang w:val="en-GB" w:eastAsia="en-US"/>
    </w:rPr>
  </w:style>
  <w:style w:type="paragraph" w:customStyle="1" w:styleId="RSCB01ARTAbstract">
    <w:name w:val="RSC B01 ART Abstract"/>
    <w:basedOn w:val="Normal"/>
    <w:link w:val="RSCB01ARTAbstractChar"/>
    <w:qFormat/>
    <w:rsid w:val="00C02BFF"/>
    <w:pPr>
      <w:spacing w:after="200" w:line="240" w:lineRule="exact"/>
    </w:pPr>
    <w:rPr>
      <w:rFonts w:ascii="Calibri" w:eastAsia="Calibri" w:hAnsi="Calibri" w:cs="Arial"/>
      <w:noProof/>
      <w:color w:val="auto"/>
      <w:sz w:val="16"/>
      <w:szCs w:val="22"/>
      <w:lang w:val="en-GB" w:eastAsia="en-GB"/>
    </w:rPr>
  </w:style>
  <w:style w:type="paragraph" w:customStyle="1" w:styleId="05BHeading">
    <w:name w:val="05 B Heading"/>
    <w:basedOn w:val="RSCB04AHeadingSection"/>
    <w:link w:val="05BHeadingChar"/>
    <w:rsid w:val="00C02BFF"/>
    <w:pPr>
      <w:spacing w:before="160" w:line="240" w:lineRule="exact"/>
    </w:pPr>
    <w:rPr>
      <w:rFonts w:ascii="Times New Roman" w:hAnsi="Times New Roman" w:cs="Times New Roman"/>
      <w:sz w:val="18"/>
      <w:szCs w:val="18"/>
    </w:rPr>
  </w:style>
  <w:style w:type="paragraph" w:customStyle="1" w:styleId="RSCB02ArticleText">
    <w:name w:val="RSC B02 Article Text"/>
    <w:basedOn w:val="Normal"/>
    <w:link w:val="RSCB02ArticleTextChar"/>
    <w:qFormat/>
    <w:rsid w:val="00C02BFF"/>
    <w:pPr>
      <w:spacing w:line="240" w:lineRule="exact"/>
    </w:pPr>
    <w:rPr>
      <w:rFonts w:ascii="Calibri" w:eastAsia="Calibri" w:hAnsi="Calibri"/>
      <w:color w:val="auto"/>
      <w:w w:val="108"/>
      <w:sz w:val="18"/>
      <w:szCs w:val="18"/>
      <w:lang w:val="en-GB" w:eastAsia="en-US"/>
    </w:rPr>
  </w:style>
  <w:style w:type="character" w:customStyle="1" w:styleId="06CHeading">
    <w:name w:val="06 C Heading"/>
    <w:uiPriority w:val="1"/>
    <w:rsid w:val="00C02BFF"/>
    <w:rPr>
      <w:rFonts w:ascii="Times New Roman" w:hAnsi="Times New Roman" w:cs="Times New Roman"/>
      <w:b/>
      <w:smallCaps/>
      <w:w w:val="108"/>
      <w:sz w:val="18"/>
      <w:szCs w:val="18"/>
      <w:lang w:val="en-GB"/>
    </w:rPr>
  </w:style>
  <w:style w:type="character" w:customStyle="1" w:styleId="RSCB02ArticleTextChar">
    <w:name w:val="RSC B02 Article Text Char"/>
    <w:link w:val="RSCB02ArticleText"/>
    <w:rsid w:val="00C02BFF"/>
    <w:rPr>
      <w:rFonts w:eastAsia="Calibri"/>
      <w:w w:val="108"/>
      <w:sz w:val="18"/>
      <w:szCs w:val="18"/>
      <w:lang w:val="en-GB" w:eastAsia="en-US"/>
    </w:rPr>
  </w:style>
  <w:style w:type="paragraph" w:customStyle="1" w:styleId="09ListText">
    <w:name w:val="09 List Text"/>
    <w:basedOn w:val="RSCB02ArticleText"/>
    <w:link w:val="09ListTextChar"/>
    <w:rsid w:val="00C02BFF"/>
    <w:pPr>
      <w:widowControl w:val="0"/>
      <w:spacing w:line="230" w:lineRule="exact"/>
      <w:ind w:left="284" w:hanging="284"/>
    </w:pPr>
    <w:rPr>
      <w:rFonts w:eastAsia="Times New Roman"/>
      <w:lang w:eastAsia="en-GB"/>
    </w:rPr>
  </w:style>
  <w:style w:type="paragraph" w:customStyle="1" w:styleId="RSCF01FootnoteAuthorAddress">
    <w:name w:val="RSC F01 Footnote Author Address"/>
    <w:link w:val="RSCF01FootnoteAuthorAddressChar"/>
    <w:qFormat/>
    <w:rsid w:val="00C02BFF"/>
    <w:pPr>
      <w:numPr>
        <w:numId w:val="6"/>
      </w:numPr>
      <w:pBdr>
        <w:top w:val="single" w:sz="12" w:space="1" w:color="A6A6A6"/>
      </w:pBdr>
      <w:suppressOverlap/>
    </w:pPr>
    <w:rPr>
      <w:rFonts w:eastAsia="Calibri"/>
      <w:i/>
      <w:w w:val="105"/>
      <w:sz w:val="14"/>
      <w:szCs w:val="14"/>
      <w:lang w:val="en-GB" w:eastAsia="en-US"/>
    </w:rPr>
  </w:style>
  <w:style w:type="paragraph" w:customStyle="1" w:styleId="RSCI02FigureSchemeChartwithtopbar">
    <w:name w:val="RSC I02 Figure/Scheme/Chart with top bar"/>
    <w:basedOn w:val="Normal"/>
    <w:link w:val="RSCI02FigureSchemeChartwithtopbarChar"/>
    <w:qFormat/>
    <w:rsid w:val="00C02BFF"/>
    <w:pPr>
      <w:pBdr>
        <w:top w:val="single" w:sz="12" w:space="5" w:color="999999"/>
      </w:pBdr>
      <w:spacing w:before="120" w:after="40" w:line="240" w:lineRule="auto"/>
    </w:pPr>
    <w:rPr>
      <w:rFonts w:ascii="Calibri" w:eastAsia="Calibri" w:hAnsi="Calibri"/>
      <w:color w:val="auto"/>
      <w:w w:val="108"/>
      <w:sz w:val="14"/>
      <w:szCs w:val="18"/>
      <w:lang w:val="en-GB" w:eastAsia="en-US"/>
    </w:rPr>
  </w:style>
  <w:style w:type="paragraph" w:customStyle="1" w:styleId="RSCI01FigureSchemeChartwithbottombar">
    <w:name w:val="RSC I01 Figure/Scheme/Chart with bottom bar"/>
    <w:basedOn w:val="Normal"/>
    <w:link w:val="RSCI01FigureSchemeChartwithbottombarChar"/>
    <w:qFormat/>
    <w:rsid w:val="00C02BFF"/>
    <w:pPr>
      <w:pBdr>
        <w:bottom w:val="single" w:sz="12" w:space="5" w:color="999999"/>
      </w:pBdr>
      <w:spacing w:before="40" w:after="120" w:line="120" w:lineRule="exact"/>
    </w:pPr>
    <w:rPr>
      <w:rFonts w:ascii="Calibri" w:eastAsia="Calibri" w:hAnsi="Calibri" w:cs="Calibri"/>
      <w:color w:val="auto"/>
      <w:w w:val="108"/>
      <w:sz w:val="14"/>
      <w:szCs w:val="14"/>
      <w:lang w:val="en-GB" w:eastAsia="en-US"/>
    </w:rPr>
  </w:style>
  <w:style w:type="paragraph" w:customStyle="1" w:styleId="RSCI03FigureSchemeChartUncaptioned">
    <w:name w:val="RSC I03 Figure/Scheme/Chart Uncaptioned"/>
    <w:basedOn w:val="Normal"/>
    <w:link w:val="RSCI03FigureSchemeChartUncaptionedChar"/>
    <w:qFormat/>
    <w:rsid w:val="00C02BFF"/>
    <w:pPr>
      <w:spacing w:before="160" w:after="160" w:line="240" w:lineRule="auto"/>
      <w:jc w:val="center"/>
    </w:pPr>
    <w:rPr>
      <w:rFonts w:ascii="Calibri" w:eastAsia="Calibri" w:hAnsi="Calibri"/>
      <w:color w:val="auto"/>
      <w:sz w:val="16"/>
      <w:szCs w:val="16"/>
      <w:lang w:val="en-GB" w:eastAsia="en-US"/>
    </w:rPr>
  </w:style>
  <w:style w:type="paragraph" w:customStyle="1" w:styleId="RSCB03MathematicsGreeketc">
    <w:name w:val="RSC B03 Mathematics/Greek etc"/>
    <w:basedOn w:val="Normal"/>
    <w:link w:val="RSCB03MathematicsGreeketcChar"/>
    <w:qFormat/>
    <w:rsid w:val="00C02BFF"/>
    <w:pPr>
      <w:tabs>
        <w:tab w:val="center" w:pos="2268"/>
        <w:tab w:val="right" w:pos="4536"/>
      </w:tabs>
      <w:spacing w:before="160" w:after="160" w:line="240" w:lineRule="auto"/>
      <w:jc w:val="left"/>
    </w:pPr>
    <w:rPr>
      <w:rFonts w:eastAsia="Calibri" w:cs="Arial"/>
      <w:color w:val="auto"/>
      <w:sz w:val="18"/>
      <w:szCs w:val="22"/>
      <w:lang w:val="en-GB" w:eastAsia="en-US"/>
    </w:rPr>
  </w:style>
  <w:style w:type="paragraph" w:customStyle="1" w:styleId="RSCB09Biography">
    <w:name w:val="RSC B09 Biography"/>
    <w:basedOn w:val="RSCB02ArticleText"/>
    <w:link w:val="RSCB09BiographyChar"/>
    <w:qFormat/>
    <w:rsid w:val="00C02BFF"/>
    <w:pPr>
      <w:pBdr>
        <w:top w:val="single" w:sz="6" w:space="1" w:color="auto"/>
      </w:pBdr>
    </w:pPr>
    <w:rPr>
      <w:i/>
    </w:rPr>
  </w:style>
  <w:style w:type="character" w:customStyle="1" w:styleId="RSCB09BiographyChar">
    <w:name w:val="RSC B09 Biography Char"/>
    <w:link w:val="RSCB09Biography"/>
    <w:rsid w:val="00C02BFF"/>
    <w:rPr>
      <w:rFonts w:eastAsia="Calibri"/>
      <w:i/>
      <w:w w:val="108"/>
      <w:sz w:val="18"/>
      <w:szCs w:val="18"/>
      <w:lang w:val="en-GB" w:eastAsia="en-US"/>
    </w:rPr>
  </w:style>
  <w:style w:type="paragraph" w:customStyle="1" w:styleId="RSCF02FootnotestoTitleAuthors">
    <w:name w:val="RSC F02 Footnotes to Title/Authors"/>
    <w:basedOn w:val="Normal"/>
    <w:link w:val="RSCF02FootnotestoTitleAuthorsChar"/>
    <w:qFormat/>
    <w:rsid w:val="00C02BFF"/>
    <w:pPr>
      <w:tabs>
        <w:tab w:val="left" w:pos="284"/>
      </w:tabs>
      <w:spacing w:line="240" w:lineRule="auto"/>
      <w:suppressOverlap/>
    </w:pPr>
    <w:rPr>
      <w:rFonts w:ascii="Calibri" w:eastAsia="Calibri" w:hAnsi="Calibri"/>
      <w:color w:val="auto"/>
      <w:w w:val="105"/>
      <w:sz w:val="14"/>
      <w:szCs w:val="14"/>
      <w:lang w:val="en-GB" w:eastAsia="en-US"/>
    </w:rPr>
  </w:style>
  <w:style w:type="character" w:customStyle="1" w:styleId="RSCF01FootnoteAuthorAddressChar">
    <w:name w:val="RSC F01 Footnote Author Address Char"/>
    <w:link w:val="RSCF01FootnoteAuthorAddress"/>
    <w:rsid w:val="00C02BFF"/>
    <w:rPr>
      <w:rFonts w:eastAsia="Calibri"/>
      <w:i/>
      <w:w w:val="105"/>
      <w:sz w:val="14"/>
      <w:szCs w:val="14"/>
      <w:lang w:val="en-GB" w:eastAsia="en-US"/>
    </w:rPr>
  </w:style>
  <w:style w:type="paragraph" w:customStyle="1" w:styleId="RSCR02References">
    <w:name w:val="RSC R02 References"/>
    <w:basedOn w:val="RSCB02ArticleText"/>
    <w:link w:val="RSCR02ReferencesChar"/>
    <w:qFormat/>
    <w:rsid w:val="00C02BFF"/>
    <w:pPr>
      <w:numPr>
        <w:numId w:val="5"/>
      </w:numPr>
      <w:spacing w:line="200" w:lineRule="exact"/>
      <w:ind w:left="284" w:hanging="284"/>
    </w:pPr>
    <w:rPr>
      <w:w w:val="105"/>
    </w:rPr>
  </w:style>
  <w:style w:type="character" w:customStyle="1" w:styleId="RSCF02FootnotestoTitleAuthorsChar">
    <w:name w:val="RSC F02 Footnotes to Title/Authors Char"/>
    <w:link w:val="RSCF02FootnotestoTitleAuthors"/>
    <w:rsid w:val="00C02BFF"/>
    <w:rPr>
      <w:rFonts w:eastAsia="Calibri"/>
      <w:w w:val="105"/>
      <w:sz w:val="14"/>
      <w:szCs w:val="14"/>
      <w:lang w:val="en-GB" w:eastAsia="en-US"/>
    </w:rPr>
  </w:style>
  <w:style w:type="paragraph" w:styleId="NoSpacing">
    <w:name w:val="No Spacing"/>
    <w:uiPriority w:val="1"/>
    <w:rsid w:val="00C02BFF"/>
    <w:rPr>
      <w:rFonts w:eastAsia="Calibri" w:cs="Arial"/>
      <w:sz w:val="22"/>
      <w:szCs w:val="22"/>
      <w:lang w:val="en-GB" w:eastAsia="en-US"/>
    </w:rPr>
  </w:style>
  <w:style w:type="character" w:customStyle="1" w:styleId="RSCR02ReferencesChar">
    <w:name w:val="RSC R02 References Char"/>
    <w:link w:val="RSCR02References"/>
    <w:rsid w:val="00C02BFF"/>
    <w:rPr>
      <w:rFonts w:eastAsia="Calibri"/>
      <w:w w:val="105"/>
      <w:sz w:val="18"/>
      <w:szCs w:val="18"/>
      <w:lang w:val="en-GB" w:eastAsia="en-US"/>
    </w:rPr>
  </w:style>
  <w:style w:type="paragraph" w:customStyle="1" w:styleId="RSCB04AHeadingSection">
    <w:name w:val="RSC B04 A Heading (Section)"/>
    <w:basedOn w:val="Normal"/>
    <w:link w:val="RSCB04AHeadingSectionChar"/>
    <w:qFormat/>
    <w:rsid w:val="00C02BFF"/>
    <w:pPr>
      <w:spacing w:before="400" w:after="80" w:line="240" w:lineRule="auto"/>
      <w:jc w:val="left"/>
    </w:pPr>
    <w:rPr>
      <w:rFonts w:ascii="Calibri" w:eastAsia="Calibri" w:hAnsi="Calibri" w:cs="Arial"/>
      <w:b/>
      <w:color w:val="auto"/>
      <w:szCs w:val="22"/>
      <w:lang w:val="en-GB" w:eastAsia="en-US"/>
    </w:rPr>
  </w:style>
  <w:style w:type="character" w:customStyle="1" w:styleId="RSCH01PaperTitleChar">
    <w:name w:val="RSC H01 Paper Title Char"/>
    <w:link w:val="RSCH01PaperTitle"/>
    <w:rsid w:val="00C02BFF"/>
    <w:rPr>
      <w:rFonts w:eastAsia="Calibri"/>
      <w:b/>
      <w:sz w:val="29"/>
      <w:szCs w:val="32"/>
      <w:lang w:val="en-GB" w:eastAsia="en-US"/>
    </w:rPr>
  </w:style>
  <w:style w:type="character" w:customStyle="1" w:styleId="RSCH02PaperAuthorsandBylineChar">
    <w:name w:val="RSC H02 Paper Authors and Byline Char"/>
    <w:link w:val="RSCH02PaperAuthorsandByline"/>
    <w:rsid w:val="00C02BFF"/>
    <w:rPr>
      <w:rFonts w:eastAsia="Calibri"/>
      <w:szCs w:val="22"/>
      <w:lang w:val="en-GB" w:eastAsia="en-US"/>
    </w:rPr>
  </w:style>
  <w:style w:type="character" w:customStyle="1" w:styleId="RSCB01ARTAbstractChar">
    <w:name w:val="RSC B01 ART Abstract Char"/>
    <w:link w:val="RSCB01ARTAbstract"/>
    <w:rsid w:val="00C02BFF"/>
    <w:rPr>
      <w:rFonts w:eastAsia="Calibri" w:cs="Arial"/>
      <w:noProof/>
      <w:sz w:val="16"/>
      <w:szCs w:val="22"/>
      <w:lang w:val="en-GB" w:eastAsia="en-GB"/>
    </w:rPr>
  </w:style>
  <w:style w:type="character" w:customStyle="1" w:styleId="09ListTextChar">
    <w:name w:val="09 List Text Char"/>
    <w:link w:val="09ListText"/>
    <w:rsid w:val="00C02BFF"/>
    <w:rPr>
      <w:rFonts w:eastAsia="Times New Roman"/>
      <w:w w:val="108"/>
      <w:sz w:val="18"/>
      <w:szCs w:val="18"/>
      <w:lang w:val="en-GB" w:eastAsia="en-GB"/>
    </w:rPr>
  </w:style>
  <w:style w:type="character" w:customStyle="1" w:styleId="RSCB04AHeadingSectionChar">
    <w:name w:val="RSC B04 A Heading (Section) Char"/>
    <w:link w:val="RSCB04AHeadingSection"/>
    <w:rsid w:val="00C02BFF"/>
    <w:rPr>
      <w:rFonts w:eastAsia="Calibri" w:cs="Arial"/>
      <w:b/>
      <w:sz w:val="24"/>
      <w:szCs w:val="22"/>
      <w:lang w:val="en-GB" w:eastAsia="en-US"/>
    </w:rPr>
  </w:style>
  <w:style w:type="character" w:customStyle="1" w:styleId="05BHeadingChar">
    <w:name w:val="05 B Heading Char"/>
    <w:link w:val="05BHeading"/>
    <w:rsid w:val="00C02BFF"/>
    <w:rPr>
      <w:rFonts w:ascii="Times New Roman" w:eastAsia="Calibri" w:hAnsi="Times New Roman"/>
      <w:b/>
      <w:sz w:val="18"/>
      <w:szCs w:val="18"/>
      <w:lang w:val="en-GB" w:eastAsia="en-US"/>
    </w:rPr>
  </w:style>
  <w:style w:type="paragraph" w:customStyle="1" w:styleId="RSCT01TableTitlewithtopbar">
    <w:name w:val="RSC T01 Table Title with top bar"/>
    <w:basedOn w:val="Normal"/>
    <w:link w:val="RSCT01TableTitlewithtopbarChar"/>
    <w:qFormat/>
    <w:rsid w:val="00C02BFF"/>
    <w:pPr>
      <w:keepNext/>
      <w:keepLines/>
      <w:pBdr>
        <w:top w:val="single" w:sz="12" w:space="1" w:color="999999"/>
        <w:bottom w:val="single" w:sz="6" w:space="1" w:color="auto"/>
      </w:pBdr>
      <w:spacing w:before="120" w:after="120" w:line="200" w:lineRule="exact"/>
    </w:pPr>
    <w:rPr>
      <w:rFonts w:ascii="Calibri" w:hAnsi="Calibri"/>
      <w:color w:val="auto"/>
      <w:sz w:val="14"/>
      <w:lang w:val="en-GB" w:eastAsia="en-GB"/>
    </w:rPr>
  </w:style>
  <w:style w:type="character" w:customStyle="1" w:styleId="RSCI02FigureSchemeChartwithtopbarChar">
    <w:name w:val="RSC I02 Figure/Scheme/Chart with top bar Char"/>
    <w:link w:val="RSCI02FigureSchemeChartwithtopbar"/>
    <w:rsid w:val="00C02BFF"/>
    <w:rPr>
      <w:rFonts w:eastAsia="Calibri"/>
      <w:w w:val="108"/>
      <w:sz w:val="14"/>
      <w:szCs w:val="18"/>
      <w:lang w:val="en-GB" w:eastAsia="en-US"/>
    </w:rPr>
  </w:style>
  <w:style w:type="character" w:customStyle="1" w:styleId="RSCI01FigureSchemeChartwithbottombarChar">
    <w:name w:val="RSC I01 Figure/Scheme/Chart with bottom bar Char"/>
    <w:link w:val="RSCI01FigureSchemeChartwithbottombar"/>
    <w:rsid w:val="00C02BFF"/>
    <w:rPr>
      <w:rFonts w:eastAsia="Calibri" w:cs="Calibri"/>
      <w:w w:val="108"/>
      <w:sz w:val="14"/>
      <w:szCs w:val="14"/>
      <w:lang w:val="en-GB" w:eastAsia="en-US"/>
    </w:rPr>
  </w:style>
  <w:style w:type="character" w:customStyle="1" w:styleId="RSCI03FigureSchemeChartUncaptionedChar">
    <w:name w:val="RSC I03 Figure/Scheme/Chart Uncaptioned Char"/>
    <w:link w:val="RSCI03FigureSchemeChartUncaptioned"/>
    <w:rsid w:val="00C02BFF"/>
    <w:rPr>
      <w:rFonts w:eastAsia="Calibri"/>
      <w:sz w:val="16"/>
      <w:szCs w:val="16"/>
      <w:lang w:val="en-GB" w:eastAsia="en-US"/>
    </w:rPr>
  </w:style>
  <w:style w:type="character" w:customStyle="1" w:styleId="RSCB03MathematicsGreeketcChar">
    <w:name w:val="RSC B03 Mathematics/Greek etc Char"/>
    <w:link w:val="RSCB03MathematicsGreeketc"/>
    <w:rsid w:val="00C02BFF"/>
    <w:rPr>
      <w:rFonts w:ascii="Times New Roman" w:eastAsia="Calibri" w:hAnsi="Times New Roman" w:cs="Arial"/>
      <w:sz w:val="18"/>
      <w:szCs w:val="22"/>
      <w:lang w:val="en-GB" w:eastAsia="en-US"/>
    </w:rPr>
  </w:style>
  <w:style w:type="paragraph" w:customStyle="1" w:styleId="RSCT03TableBody">
    <w:name w:val="RSC T03 Table Body"/>
    <w:basedOn w:val="Normal"/>
    <w:link w:val="RSCT03TableBodyChar"/>
    <w:qFormat/>
    <w:rsid w:val="00C02BFF"/>
    <w:pPr>
      <w:keepNext/>
      <w:keepLines/>
      <w:spacing w:line="220" w:lineRule="exact"/>
      <w:jc w:val="center"/>
    </w:pPr>
    <w:rPr>
      <w:rFonts w:ascii="Calibri" w:hAnsi="Calibri"/>
      <w:color w:val="auto"/>
      <w:sz w:val="16"/>
      <w:szCs w:val="16"/>
      <w:lang w:val="en-GB" w:eastAsia="en-GB"/>
    </w:rPr>
  </w:style>
  <w:style w:type="character" w:customStyle="1" w:styleId="RSCT01TableTitlewithtopbarChar">
    <w:name w:val="RSC T01 Table Title with top bar Char"/>
    <w:link w:val="RSCT01TableTitlewithtopbar"/>
    <w:rsid w:val="00C02BFF"/>
    <w:rPr>
      <w:rFonts w:eastAsia="Times New Roman"/>
      <w:sz w:val="14"/>
      <w:lang w:val="en-GB" w:eastAsia="en-GB"/>
    </w:rPr>
  </w:style>
  <w:style w:type="paragraph" w:customStyle="1" w:styleId="RSCT04TableFootnotewithbottombar">
    <w:name w:val="RSC T04 Table Footnote with bottom bar"/>
    <w:basedOn w:val="Normal"/>
    <w:link w:val="RSCT04TableFootnotewithbottombarChar"/>
    <w:qFormat/>
    <w:rsid w:val="00C02BFF"/>
    <w:pPr>
      <w:keepLines/>
      <w:pBdr>
        <w:bottom w:val="single" w:sz="12" w:space="1" w:color="999999"/>
      </w:pBdr>
      <w:spacing w:before="120" w:after="160" w:line="200" w:lineRule="exact"/>
    </w:pPr>
    <w:rPr>
      <w:rFonts w:ascii="Calibri" w:hAnsi="Calibri"/>
      <w:color w:val="auto"/>
      <w:sz w:val="15"/>
      <w:lang w:val="en-GB" w:eastAsia="en-GB"/>
    </w:rPr>
  </w:style>
  <w:style w:type="character" w:customStyle="1" w:styleId="RSCT03TableBodyChar">
    <w:name w:val="RSC T03 Table Body Char"/>
    <w:link w:val="RSCT03TableBody"/>
    <w:rsid w:val="00C02BFF"/>
    <w:rPr>
      <w:rFonts w:eastAsia="Times New Roman"/>
      <w:sz w:val="16"/>
      <w:szCs w:val="16"/>
      <w:lang w:val="en-GB" w:eastAsia="en-GB"/>
    </w:rPr>
  </w:style>
  <w:style w:type="character" w:customStyle="1" w:styleId="RSCT04TableFootnotewithbottombarChar">
    <w:name w:val="RSC T04 Table Footnote with bottom bar Char"/>
    <w:link w:val="RSCT04TableFootnotewithbottombar"/>
    <w:rsid w:val="00C02BFF"/>
    <w:rPr>
      <w:rFonts w:eastAsia="Times New Roman"/>
      <w:sz w:val="15"/>
      <w:lang w:val="en-GB" w:eastAsia="en-GB"/>
    </w:rPr>
  </w:style>
  <w:style w:type="paragraph" w:styleId="Revision">
    <w:name w:val="Revision"/>
    <w:hidden/>
    <w:uiPriority w:val="99"/>
    <w:semiHidden/>
    <w:rsid w:val="00C02BFF"/>
    <w:rPr>
      <w:rFonts w:eastAsia="Calibri" w:cs="Arial"/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2BFF"/>
    <w:pPr>
      <w:spacing w:line="240" w:lineRule="auto"/>
      <w:jc w:val="left"/>
    </w:pPr>
    <w:rPr>
      <w:rFonts w:ascii="Calibri" w:eastAsia="Calibri" w:hAnsi="Calibri" w:cs="Arial"/>
      <w:color w:val="auto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2BFF"/>
    <w:rPr>
      <w:rFonts w:eastAsia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C02BF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02BFF"/>
    <w:pPr>
      <w:spacing w:before="100" w:beforeAutospacing="1" w:after="100" w:afterAutospacing="1" w:line="240" w:lineRule="auto"/>
      <w:jc w:val="left"/>
    </w:pPr>
    <w:rPr>
      <w:color w:val="auto"/>
      <w:szCs w:val="24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rsid w:val="00C02BFF"/>
    <w:pPr>
      <w:spacing w:after="200" w:line="200" w:lineRule="exact"/>
      <w:jc w:val="left"/>
    </w:pPr>
    <w:rPr>
      <w:rFonts w:ascii="Calibri" w:eastAsia="Calibri" w:hAnsi="Calibri" w:cs="Arial"/>
      <w:bCs/>
      <w:color w:val="auto"/>
      <w:sz w:val="14"/>
      <w:szCs w:val="18"/>
      <w:lang w:val="en-GB" w:eastAsia="en-US"/>
    </w:rPr>
  </w:style>
  <w:style w:type="paragraph" w:customStyle="1" w:styleId="Style1">
    <w:name w:val="Style1"/>
    <w:basedOn w:val="RSCB02ArticleText"/>
    <w:link w:val="Style1Char"/>
    <w:rsid w:val="00C02BFF"/>
  </w:style>
  <w:style w:type="paragraph" w:customStyle="1" w:styleId="RSCT05TableFootnotewithoutbottombar">
    <w:name w:val="RSC T05 Table Footnote without bottom bar"/>
    <w:basedOn w:val="RSCT04TableFootnotewithbottombar"/>
    <w:link w:val="RSCT05TableFootnotewithoutbottombarChar"/>
    <w:qFormat/>
    <w:rsid w:val="00C02BFF"/>
    <w:pPr>
      <w:pBdr>
        <w:bottom w:val="none" w:sz="0" w:space="0" w:color="auto"/>
      </w:pBdr>
    </w:pPr>
  </w:style>
  <w:style w:type="character" w:customStyle="1" w:styleId="Style1Char">
    <w:name w:val="Style1 Char"/>
    <w:link w:val="Style1"/>
    <w:rsid w:val="00C02BFF"/>
    <w:rPr>
      <w:rFonts w:eastAsia="Calibri"/>
      <w:w w:val="108"/>
      <w:sz w:val="18"/>
      <w:szCs w:val="18"/>
      <w:lang w:val="en-GB" w:eastAsia="en-US"/>
    </w:rPr>
  </w:style>
  <w:style w:type="paragraph" w:customStyle="1" w:styleId="RSCT02Tabletitlewithouttopbar">
    <w:name w:val="RSC T02 Table title without top bar"/>
    <w:basedOn w:val="RSCT01TableTitlewithtopbar"/>
    <w:link w:val="RSCT02TabletitlewithouttopbarChar"/>
    <w:qFormat/>
    <w:rsid w:val="00C02BFF"/>
    <w:pPr>
      <w:pBdr>
        <w:top w:val="none" w:sz="0" w:space="0" w:color="auto"/>
      </w:pBdr>
    </w:pPr>
  </w:style>
  <w:style w:type="character" w:customStyle="1" w:styleId="RSCT05TableFootnotewithoutbottombarChar">
    <w:name w:val="RSC T05 Table Footnote without bottom bar Char"/>
    <w:link w:val="RSCT05TableFootnotewithoutbottombar"/>
    <w:rsid w:val="00C02BFF"/>
    <w:rPr>
      <w:rFonts w:eastAsia="Times New Roman"/>
      <w:sz w:val="15"/>
      <w:lang w:val="en-GB" w:eastAsia="en-GB"/>
    </w:rPr>
  </w:style>
  <w:style w:type="paragraph" w:customStyle="1" w:styleId="RSCI04CaptiontoFigureSchemeChart">
    <w:name w:val="RSC I04 Caption to Figure/Scheme/Chart"/>
    <w:link w:val="RSCI04CaptiontoFigureSchemeChartChar"/>
    <w:qFormat/>
    <w:rsid w:val="00C02BFF"/>
    <w:pPr>
      <w:spacing w:after="200" w:line="200" w:lineRule="exact"/>
      <w:jc w:val="both"/>
    </w:pPr>
    <w:rPr>
      <w:rFonts w:eastAsia="Calibri" w:cs="Arial"/>
      <w:bCs/>
      <w:sz w:val="14"/>
      <w:szCs w:val="18"/>
      <w:lang w:val="en-GB" w:eastAsia="en-US"/>
    </w:rPr>
  </w:style>
  <w:style w:type="character" w:customStyle="1" w:styleId="RSCT02TabletitlewithouttopbarChar">
    <w:name w:val="RSC T02 Table title without top bar Char"/>
    <w:link w:val="RSCT02Tabletitlewithouttopbar"/>
    <w:rsid w:val="00C02BFF"/>
    <w:rPr>
      <w:rFonts w:eastAsia="Times New Roman"/>
      <w:sz w:val="14"/>
      <w:lang w:val="en-GB" w:eastAsia="en-GB"/>
    </w:rPr>
  </w:style>
  <w:style w:type="paragraph" w:customStyle="1" w:styleId="RSCR01Footnotestomaintext">
    <w:name w:val="RSC R01 Footnotes to main text"/>
    <w:link w:val="RSCR01FootnotestomaintextChar"/>
    <w:qFormat/>
    <w:rsid w:val="00C02BFF"/>
    <w:pPr>
      <w:spacing w:after="200" w:line="200" w:lineRule="exact"/>
      <w:jc w:val="both"/>
    </w:pPr>
    <w:rPr>
      <w:rFonts w:eastAsia="Calibri" w:cs="Arial"/>
      <w:bCs/>
      <w:sz w:val="18"/>
      <w:szCs w:val="18"/>
      <w:lang w:val="en-GB" w:eastAsia="en-US"/>
    </w:rPr>
  </w:style>
  <w:style w:type="character" w:customStyle="1" w:styleId="RSCI04CaptiontoFigureSchemeChartChar">
    <w:name w:val="RSC I04 Caption to Figure/Scheme/Chart Char"/>
    <w:link w:val="RSCI04CaptiontoFigureSchemeChart"/>
    <w:rsid w:val="00C02BFF"/>
    <w:rPr>
      <w:rFonts w:eastAsia="Calibri" w:cs="Arial"/>
      <w:bCs/>
      <w:sz w:val="14"/>
      <w:szCs w:val="18"/>
      <w:lang w:val="en-GB" w:eastAsia="en-US"/>
    </w:rPr>
  </w:style>
  <w:style w:type="paragraph" w:customStyle="1" w:styleId="RSCM01ReceivedAccepted">
    <w:name w:val="RSC M01 Received/Accepted"/>
    <w:basedOn w:val="Normal"/>
    <w:link w:val="RSCM01ReceivedAcceptedChar"/>
    <w:qFormat/>
    <w:rsid w:val="00C02BFF"/>
    <w:pPr>
      <w:spacing w:before="960" w:line="180" w:lineRule="exact"/>
      <w:contextualSpacing/>
      <w:jc w:val="left"/>
    </w:pPr>
    <w:rPr>
      <w:rFonts w:ascii="Calibri" w:hAnsi="Calibri" w:cs="Arial"/>
      <w:noProof/>
      <w:color w:val="auto"/>
      <w:sz w:val="14"/>
      <w:szCs w:val="14"/>
      <w:lang w:val="en-GB" w:eastAsia="en-GB"/>
    </w:rPr>
  </w:style>
  <w:style w:type="character" w:customStyle="1" w:styleId="RSCR01FootnotestomaintextChar">
    <w:name w:val="RSC R01 Footnotes to main text Char"/>
    <w:link w:val="RSCR01Footnotestomaintext"/>
    <w:rsid w:val="00C02BFF"/>
    <w:rPr>
      <w:rFonts w:eastAsia="Calibri" w:cs="Arial"/>
      <w:bCs/>
      <w:sz w:val="18"/>
      <w:szCs w:val="18"/>
      <w:lang w:val="en-GB" w:eastAsia="en-US"/>
    </w:rPr>
  </w:style>
  <w:style w:type="paragraph" w:customStyle="1" w:styleId="RSCM02DOI">
    <w:name w:val="RSC M02 DOI"/>
    <w:basedOn w:val="Normal"/>
    <w:link w:val="RSCM02DOIChar"/>
    <w:qFormat/>
    <w:rsid w:val="00C02BFF"/>
    <w:pPr>
      <w:spacing w:before="180" w:line="180" w:lineRule="exact"/>
      <w:jc w:val="left"/>
    </w:pPr>
    <w:rPr>
      <w:rFonts w:ascii="Calibri" w:eastAsia="Calibri" w:hAnsi="Calibri" w:cs="Arial"/>
      <w:color w:val="auto"/>
      <w:sz w:val="14"/>
      <w:szCs w:val="14"/>
      <w:lang w:val="en-GB" w:eastAsia="en-US"/>
    </w:rPr>
  </w:style>
  <w:style w:type="character" w:customStyle="1" w:styleId="RSCM01ReceivedAcceptedChar">
    <w:name w:val="RSC M01 Received/Accepted Char"/>
    <w:link w:val="RSCM01ReceivedAccepted"/>
    <w:rsid w:val="00C02BFF"/>
    <w:rPr>
      <w:rFonts w:eastAsia="Times New Roman" w:cs="Arial"/>
      <w:noProof/>
      <w:sz w:val="14"/>
      <w:szCs w:val="14"/>
      <w:lang w:val="en-GB" w:eastAsia="en-GB"/>
    </w:rPr>
  </w:style>
  <w:style w:type="paragraph" w:customStyle="1" w:styleId="RSCM03Website">
    <w:name w:val="RSC M03 Website"/>
    <w:basedOn w:val="Normal"/>
    <w:link w:val="RSCM03WebsiteChar"/>
    <w:qFormat/>
    <w:rsid w:val="00C02BFF"/>
    <w:pPr>
      <w:spacing w:after="200" w:line="400" w:lineRule="exact"/>
      <w:jc w:val="left"/>
    </w:pPr>
    <w:rPr>
      <w:rFonts w:ascii="Calibri" w:eastAsia="Calibri" w:hAnsi="Calibri" w:cs="Arial"/>
      <w:b/>
      <w:color w:val="auto"/>
      <w:sz w:val="14"/>
      <w:szCs w:val="14"/>
      <w:lang w:val="en-GB" w:eastAsia="en-US"/>
    </w:rPr>
  </w:style>
  <w:style w:type="character" w:customStyle="1" w:styleId="RSCM02DOIChar">
    <w:name w:val="RSC M02 DOI Char"/>
    <w:link w:val="RSCM02DOI"/>
    <w:rsid w:val="00C02BFF"/>
    <w:rPr>
      <w:rFonts w:eastAsia="Calibri" w:cs="Arial"/>
      <w:sz w:val="14"/>
      <w:szCs w:val="14"/>
      <w:lang w:val="en-GB" w:eastAsia="en-US"/>
    </w:rPr>
  </w:style>
  <w:style w:type="paragraph" w:customStyle="1" w:styleId="RSCB05AHeadingSection-standalone">
    <w:name w:val="RSC B05 A Heading (Section - stand alone)"/>
    <w:link w:val="RSCB05AHeadingSection-standaloneChar"/>
    <w:qFormat/>
    <w:rsid w:val="00C02BFF"/>
    <w:pPr>
      <w:spacing w:before="400" w:after="160"/>
    </w:pPr>
    <w:rPr>
      <w:rFonts w:eastAsia="Calibri"/>
      <w:szCs w:val="22"/>
      <w:lang w:val="en-GB" w:eastAsia="en-US"/>
    </w:rPr>
  </w:style>
  <w:style w:type="character" w:customStyle="1" w:styleId="RSCM03WebsiteChar">
    <w:name w:val="RSC M03 Website Char"/>
    <w:link w:val="RSCM03Website"/>
    <w:rsid w:val="00C02BFF"/>
    <w:rPr>
      <w:rFonts w:eastAsia="Calibri" w:cs="Arial"/>
      <w:b/>
      <w:sz w:val="14"/>
      <w:szCs w:val="14"/>
      <w:lang w:val="en-GB" w:eastAsia="en-US"/>
    </w:rPr>
  </w:style>
  <w:style w:type="paragraph" w:customStyle="1" w:styleId="RSCB06BHeadingSub-Section">
    <w:name w:val="RSC B06 B Heading (Sub-Section)"/>
    <w:link w:val="RSCB06BHeadingSub-SectionChar"/>
    <w:qFormat/>
    <w:rsid w:val="00C02BFF"/>
    <w:pPr>
      <w:spacing w:after="80" w:line="240" w:lineRule="exact"/>
    </w:pPr>
    <w:rPr>
      <w:rFonts w:eastAsia="Calibri" w:cs="Arial"/>
      <w:b/>
      <w:sz w:val="18"/>
      <w:szCs w:val="22"/>
      <w:lang w:val="en-GB" w:eastAsia="en-US"/>
    </w:rPr>
  </w:style>
  <w:style w:type="character" w:customStyle="1" w:styleId="RSCB05AHeadingSection-standaloneChar">
    <w:name w:val="RSC B05 A Heading (Section - stand alone) Char"/>
    <w:link w:val="RSCB05AHeadingSection-standalone"/>
    <w:rsid w:val="00C02BFF"/>
    <w:rPr>
      <w:rFonts w:eastAsia="Calibri"/>
      <w:szCs w:val="22"/>
      <w:lang w:val="en-GB" w:eastAsia="en-US"/>
    </w:rPr>
  </w:style>
  <w:style w:type="paragraph" w:customStyle="1" w:styleId="RSCB07BHeadingSub-Section-standalone">
    <w:name w:val="RSC B07 B Heading (Sub-Section - stand alone)"/>
    <w:link w:val="RSCB07BHeadingSub-Section-standaloneChar"/>
    <w:qFormat/>
    <w:rsid w:val="00C02BFF"/>
    <w:pPr>
      <w:spacing w:before="160" w:after="80" w:line="240" w:lineRule="exact"/>
    </w:pPr>
    <w:rPr>
      <w:rFonts w:eastAsia="Calibri" w:cs="Arial"/>
      <w:b/>
      <w:sz w:val="18"/>
      <w:szCs w:val="22"/>
      <w:lang w:val="en-GB" w:eastAsia="en-US"/>
    </w:rPr>
  </w:style>
  <w:style w:type="character" w:customStyle="1" w:styleId="RSCB06BHeadingSub-SectionChar">
    <w:name w:val="RSC B06 B Heading (Sub-Section) Char"/>
    <w:link w:val="RSCB06BHeadingSub-Section"/>
    <w:rsid w:val="00C02BFF"/>
    <w:rPr>
      <w:rFonts w:eastAsia="Calibri" w:cs="Arial"/>
      <w:b/>
      <w:sz w:val="18"/>
      <w:szCs w:val="22"/>
      <w:lang w:val="en-GB" w:eastAsia="en-US"/>
    </w:rPr>
  </w:style>
  <w:style w:type="paragraph" w:customStyle="1" w:styleId="RSCB08CHeadingIn-line">
    <w:name w:val="RSC B08 C Heading (In-line)"/>
    <w:link w:val="RSCB08CHeadingIn-lineChar"/>
    <w:qFormat/>
    <w:rsid w:val="00C02BFF"/>
    <w:pPr>
      <w:spacing w:line="276" w:lineRule="auto"/>
    </w:pPr>
    <w:rPr>
      <w:rFonts w:eastAsia="Calibri" w:cs="Arial"/>
      <w:b/>
      <w:sz w:val="18"/>
      <w:szCs w:val="22"/>
      <w:lang w:val="en-GB" w:eastAsia="en-US"/>
    </w:rPr>
  </w:style>
  <w:style w:type="character" w:customStyle="1" w:styleId="RSCB07BHeadingSub-Section-standaloneChar">
    <w:name w:val="RSC B07 B Heading (Sub-Section - stand alone) Char"/>
    <w:link w:val="RSCB07BHeadingSub-Section-standalone"/>
    <w:rsid w:val="00C02BFF"/>
    <w:rPr>
      <w:rFonts w:eastAsia="Calibri" w:cs="Arial"/>
      <w:b/>
      <w:sz w:val="18"/>
      <w:szCs w:val="22"/>
      <w:lang w:val="en-GB" w:eastAsia="en-US"/>
    </w:rPr>
  </w:style>
  <w:style w:type="character" w:customStyle="1" w:styleId="RSCB08CHeadingIn-lineChar">
    <w:name w:val="RSC B08 C Heading (In-line) Char"/>
    <w:link w:val="RSCB08CHeadingIn-line"/>
    <w:rsid w:val="00C02BFF"/>
    <w:rPr>
      <w:rFonts w:eastAsia="Calibri" w:cs="Arial"/>
      <w:b/>
      <w:sz w:val="18"/>
      <w:szCs w:val="22"/>
      <w:lang w:val="en-GB" w:eastAsia="en-US"/>
    </w:rPr>
  </w:style>
  <w:style w:type="paragraph" w:customStyle="1" w:styleId="RSCI05CaptiontoFigureSchemeChartwithbottombar">
    <w:name w:val="RSC I05 Caption to Figure/Scheme/Chart with bottom bar"/>
    <w:link w:val="RSCI05CaptiontoFigureSchemeChartwithbottombarChar"/>
    <w:qFormat/>
    <w:rsid w:val="00C02BFF"/>
    <w:pPr>
      <w:pBdr>
        <w:bottom w:val="single" w:sz="12" w:space="1" w:color="A6A6A6"/>
      </w:pBdr>
      <w:spacing w:after="200" w:line="276" w:lineRule="auto"/>
      <w:jc w:val="both"/>
    </w:pPr>
    <w:rPr>
      <w:rFonts w:eastAsia="Calibri" w:cs="Arial"/>
      <w:bCs/>
      <w:sz w:val="14"/>
      <w:szCs w:val="18"/>
      <w:lang w:val="en-GB" w:eastAsia="en-US"/>
    </w:rPr>
  </w:style>
  <w:style w:type="character" w:customStyle="1" w:styleId="RSCI05CaptiontoFigureSchemeChartwithbottombarChar">
    <w:name w:val="RSC I05 Caption to Figure/Scheme/Chart with bottom bar Char"/>
    <w:link w:val="RSCI05CaptiontoFigureSchemeChartwithbottombar"/>
    <w:rsid w:val="00C02BFF"/>
    <w:rPr>
      <w:rFonts w:eastAsia="Calibri" w:cs="Arial"/>
      <w:bCs/>
      <w:sz w:val="14"/>
      <w:szCs w:val="18"/>
      <w:lang w:val="en-GB" w:eastAsia="en-US"/>
    </w:rPr>
  </w:style>
  <w:style w:type="paragraph" w:customStyle="1" w:styleId="04AHeading">
    <w:name w:val="04 A Heading"/>
    <w:basedOn w:val="Normal"/>
    <w:next w:val="Normal"/>
    <w:link w:val="04AHeadingChar"/>
    <w:rsid w:val="00C02BFF"/>
    <w:pPr>
      <w:spacing w:before="240" w:after="120" w:line="240" w:lineRule="auto"/>
      <w:jc w:val="left"/>
    </w:pPr>
    <w:rPr>
      <w:rFonts w:ascii="Calibri" w:eastAsia="Calibri" w:hAnsi="Calibri"/>
      <w:b/>
      <w:color w:val="auto"/>
      <w:sz w:val="22"/>
      <w:szCs w:val="22"/>
      <w:lang w:val="en-GB" w:eastAsia="en-US"/>
    </w:rPr>
  </w:style>
  <w:style w:type="character" w:customStyle="1" w:styleId="04AHeadingChar">
    <w:name w:val="04 A Heading Char"/>
    <w:link w:val="04AHeading"/>
    <w:rsid w:val="00C02BFF"/>
    <w:rPr>
      <w:rFonts w:eastAsia="Calibri"/>
      <w:b/>
      <w:sz w:val="22"/>
      <w:szCs w:val="22"/>
      <w:lang w:val="en-GB" w:eastAsia="en-US"/>
    </w:rPr>
  </w:style>
  <w:style w:type="paragraph" w:customStyle="1" w:styleId="08ArticleText">
    <w:name w:val="08 Article Text"/>
    <w:basedOn w:val="Normal"/>
    <w:link w:val="08ArticleTextChar"/>
    <w:rsid w:val="00C02BFF"/>
    <w:pPr>
      <w:tabs>
        <w:tab w:val="left" w:pos="284"/>
      </w:tabs>
      <w:spacing w:line="240" w:lineRule="exact"/>
    </w:pPr>
    <w:rPr>
      <w:rFonts w:eastAsia="Calibri"/>
      <w:color w:val="auto"/>
      <w:w w:val="108"/>
      <w:sz w:val="18"/>
      <w:szCs w:val="18"/>
      <w:lang w:val="en-GB" w:eastAsia="en-US"/>
    </w:rPr>
  </w:style>
  <w:style w:type="character" w:customStyle="1" w:styleId="08ArticleTextChar">
    <w:name w:val="08 Article Text Char"/>
    <w:link w:val="08ArticleText"/>
    <w:rsid w:val="00C02BFF"/>
    <w:rPr>
      <w:rFonts w:ascii="Times New Roman" w:eastAsia="Calibri" w:hAnsi="Times New Roman"/>
      <w:w w:val="108"/>
      <w:sz w:val="18"/>
      <w:szCs w:val="18"/>
      <w:lang w:val="en-GB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C02BFF"/>
    <w:pPr>
      <w:spacing w:after="200" w:line="276" w:lineRule="auto"/>
      <w:jc w:val="left"/>
    </w:pPr>
    <w:rPr>
      <w:rFonts w:ascii="Calibri" w:eastAsia="Calibri" w:hAnsi="Calibri" w:cs="Arial"/>
      <w:color w:val="auto"/>
      <w:sz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02BFF"/>
    <w:rPr>
      <w:rFonts w:eastAsia="Calibri" w:cs="Arial"/>
      <w:lang w:val="en-US" w:eastAsia="en-US"/>
    </w:rPr>
  </w:style>
  <w:style w:type="character" w:styleId="EndnoteReference">
    <w:name w:val="endnote reference"/>
    <w:uiPriority w:val="99"/>
    <w:unhideWhenUsed/>
    <w:rsid w:val="00C02BFF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BFF"/>
    <w:pPr>
      <w:spacing w:after="200" w:line="240" w:lineRule="auto"/>
      <w:jc w:val="left"/>
    </w:pPr>
    <w:rPr>
      <w:rFonts w:ascii="Calibri" w:eastAsia="Calibri" w:hAnsi="Calibri" w:cs="Arial"/>
      <w:color w:val="auto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BFF"/>
    <w:rPr>
      <w:rFonts w:eastAsia="Calibri" w:cs="Arial"/>
      <w:lang w:val="en-GB" w:eastAsia="en-US"/>
    </w:rPr>
  </w:style>
  <w:style w:type="character" w:styleId="CommentReference">
    <w:name w:val="annotation reference"/>
    <w:uiPriority w:val="99"/>
    <w:semiHidden/>
    <w:unhideWhenUsed/>
    <w:rsid w:val="00C02BFF"/>
    <w:rPr>
      <w:sz w:val="16"/>
      <w:szCs w:val="16"/>
    </w:rPr>
  </w:style>
  <w:style w:type="numbering" w:customStyle="1" w:styleId="Nessunelenco1">
    <w:name w:val="Nessun elenco1"/>
    <w:next w:val="NoList"/>
    <w:uiPriority w:val="99"/>
    <w:semiHidden/>
    <w:unhideWhenUsed/>
    <w:rsid w:val="00C02BF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BFF"/>
    <w:pPr>
      <w:spacing w:line="276" w:lineRule="auto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BFF"/>
    <w:rPr>
      <w:rFonts w:eastAsia="Calibri" w:cs="Arial"/>
      <w:b/>
      <w:bCs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C02BFF"/>
    <w:pPr>
      <w:spacing w:after="200" w:line="276" w:lineRule="auto"/>
      <w:jc w:val="left"/>
    </w:pPr>
    <w:rPr>
      <w:rFonts w:ascii="Calibri" w:eastAsia="Calibri" w:hAnsi="Calibri" w:cs="Arial"/>
      <w:color w:val="auto"/>
      <w:sz w:val="22"/>
      <w:szCs w:val="22"/>
      <w:lang w:eastAsia="en-US"/>
    </w:rPr>
  </w:style>
  <w:style w:type="paragraph" w:customStyle="1" w:styleId="Default">
    <w:name w:val="Default"/>
    <w:uiPriority w:val="99"/>
    <w:rsid w:val="00C02BFF"/>
    <w:pPr>
      <w:autoSpaceDE w:val="0"/>
      <w:autoSpaceDN w:val="0"/>
      <w:adjustRightInd w:val="0"/>
    </w:pPr>
    <w:rPr>
      <w:rFonts w:ascii="Helvetica Neue LT Std" w:eastAsia="Calibri" w:hAnsi="Helvetica Neue LT Std" w:cs="Helvetica Neue LT Std"/>
      <w:color w:val="000000"/>
      <w:sz w:val="24"/>
      <w:szCs w:val="24"/>
      <w:lang w:val="sr-Latn-RS" w:eastAsia="en-US"/>
    </w:rPr>
  </w:style>
  <w:style w:type="character" w:customStyle="1" w:styleId="EndNoteBibliographyTitleChar">
    <w:name w:val="EndNote Bibliography Title Char"/>
    <w:link w:val="EndNoteBibliographyTitle"/>
    <w:locked/>
    <w:rsid w:val="00C02BFF"/>
    <w:rPr>
      <w:rFonts w:ascii="Times New Roman" w:hAnsi="Times New Roman"/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C02BFF"/>
    <w:pPr>
      <w:spacing w:line="256" w:lineRule="auto"/>
      <w:jc w:val="center"/>
    </w:pPr>
    <w:rPr>
      <w:rFonts w:eastAsia="SimSun"/>
      <w:noProof/>
      <w:color w:val="auto"/>
      <w:sz w:val="20"/>
      <w:lang w:val="es-ES" w:eastAsia="es-ES"/>
    </w:rPr>
  </w:style>
  <w:style w:type="character" w:customStyle="1" w:styleId="EndNoteBibliographyChar">
    <w:name w:val="EndNote Bibliography Char"/>
    <w:link w:val="EndNoteBibliography"/>
    <w:locked/>
    <w:rsid w:val="00C02BFF"/>
    <w:rPr>
      <w:rFonts w:ascii="Times New Roman" w:hAnsi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C02BFF"/>
    <w:pPr>
      <w:spacing w:after="160" w:line="240" w:lineRule="auto"/>
      <w:jc w:val="left"/>
    </w:pPr>
    <w:rPr>
      <w:rFonts w:eastAsia="SimSun"/>
      <w:noProof/>
      <w:color w:val="auto"/>
      <w:sz w:val="20"/>
      <w:lang w:val="es-ES" w:eastAsia="es-ES"/>
    </w:rPr>
  </w:style>
  <w:style w:type="paragraph" w:customStyle="1" w:styleId="xl65">
    <w:name w:val="xl65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en-US"/>
    </w:rPr>
  </w:style>
  <w:style w:type="paragraph" w:customStyle="1" w:styleId="xl66">
    <w:name w:val="xl66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en-US"/>
    </w:rPr>
  </w:style>
  <w:style w:type="paragraph" w:customStyle="1" w:styleId="xl67">
    <w:name w:val="xl67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68">
    <w:name w:val="xl68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paragraph" w:customStyle="1" w:styleId="xl69">
    <w:name w:val="xl69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auto"/>
      <w:szCs w:val="24"/>
      <w:lang w:eastAsia="en-US"/>
    </w:rPr>
  </w:style>
  <w:style w:type="paragraph" w:customStyle="1" w:styleId="xl70">
    <w:name w:val="xl70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71">
    <w:name w:val="xl71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CB9CA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72">
    <w:name w:val="xl72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73">
    <w:name w:val="xl73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color w:val="FF0000"/>
      <w:szCs w:val="24"/>
      <w:lang w:eastAsia="en-US"/>
    </w:rPr>
  </w:style>
  <w:style w:type="paragraph" w:customStyle="1" w:styleId="xl74">
    <w:name w:val="xl74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75">
    <w:name w:val="xl75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en-US"/>
    </w:rPr>
  </w:style>
  <w:style w:type="paragraph" w:customStyle="1" w:styleId="xl76">
    <w:name w:val="xl76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EAAAA"/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en-US"/>
    </w:rPr>
  </w:style>
  <w:style w:type="paragraph" w:customStyle="1" w:styleId="xl77">
    <w:name w:val="xl77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en-US"/>
    </w:rPr>
  </w:style>
  <w:style w:type="paragraph" w:customStyle="1" w:styleId="xl78">
    <w:name w:val="xl78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en-US"/>
    </w:rPr>
  </w:style>
  <w:style w:type="paragraph" w:customStyle="1" w:styleId="xl79">
    <w:name w:val="xl79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80">
    <w:name w:val="xl80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81">
    <w:name w:val="xl81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82">
    <w:name w:val="xl82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83">
    <w:name w:val="xl83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84">
    <w:name w:val="xl84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85">
    <w:name w:val="xl85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en-US"/>
    </w:rPr>
  </w:style>
  <w:style w:type="paragraph" w:customStyle="1" w:styleId="xl86">
    <w:name w:val="xl86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Cs w:val="24"/>
      <w:lang w:eastAsia="en-US"/>
    </w:rPr>
  </w:style>
  <w:style w:type="paragraph" w:customStyle="1" w:styleId="xl87">
    <w:name w:val="xl87"/>
    <w:basedOn w:val="Normal"/>
    <w:uiPriority w:val="99"/>
    <w:rsid w:val="00C02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i/>
      <w:iCs/>
      <w:color w:val="auto"/>
      <w:szCs w:val="24"/>
      <w:lang w:eastAsia="en-US"/>
    </w:rPr>
  </w:style>
  <w:style w:type="paragraph" w:customStyle="1" w:styleId="xl88">
    <w:name w:val="xl88"/>
    <w:basedOn w:val="Normal"/>
    <w:uiPriority w:val="99"/>
    <w:rsid w:val="00C02B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i/>
      <w:iCs/>
      <w:color w:val="auto"/>
      <w:szCs w:val="24"/>
      <w:lang w:eastAsia="en-US"/>
    </w:rPr>
  </w:style>
  <w:style w:type="paragraph" w:customStyle="1" w:styleId="marginb3">
    <w:name w:val="marginb3"/>
    <w:basedOn w:val="Normal"/>
    <w:uiPriority w:val="99"/>
    <w:rsid w:val="00C02BFF"/>
    <w:pPr>
      <w:spacing w:before="100" w:beforeAutospacing="1" w:after="100" w:afterAutospacing="1" w:line="240" w:lineRule="auto"/>
      <w:jc w:val="left"/>
    </w:pPr>
    <w:rPr>
      <w:rFonts w:ascii="Times" w:eastAsia="Calibri" w:hAnsi="Times" w:cs="Arial"/>
      <w:color w:val="auto"/>
      <w:sz w:val="20"/>
      <w:lang w:val="it-IT" w:eastAsia="it-IT"/>
    </w:rPr>
  </w:style>
  <w:style w:type="character" w:styleId="PlaceholderText">
    <w:name w:val="Placeholder Text"/>
    <w:uiPriority w:val="99"/>
    <w:semiHidden/>
    <w:rsid w:val="00C02BFF"/>
    <w:rPr>
      <w:color w:val="808080"/>
    </w:rPr>
  </w:style>
  <w:style w:type="character" w:customStyle="1" w:styleId="highlight">
    <w:name w:val="highlight"/>
    <w:rsid w:val="00C02BFF"/>
  </w:style>
  <w:style w:type="character" w:customStyle="1" w:styleId="ui-ncbitoggler-master-text">
    <w:name w:val="ui-ncbitoggler-master-text"/>
    <w:rsid w:val="00C02BFF"/>
  </w:style>
  <w:style w:type="character" w:customStyle="1" w:styleId="citationref">
    <w:name w:val="citationref"/>
    <w:rsid w:val="00C02BFF"/>
  </w:style>
  <w:style w:type="character" w:customStyle="1" w:styleId="cit">
    <w:name w:val="cit"/>
    <w:rsid w:val="00C02BFF"/>
  </w:style>
  <w:style w:type="character" w:customStyle="1" w:styleId="element-citation">
    <w:name w:val="element-citation"/>
    <w:rsid w:val="00C02BFF"/>
  </w:style>
  <w:style w:type="character" w:customStyle="1" w:styleId="ref-journal">
    <w:name w:val="ref-journal"/>
    <w:rsid w:val="00C02BFF"/>
  </w:style>
  <w:style w:type="character" w:customStyle="1" w:styleId="ref-vol">
    <w:name w:val="ref-vol"/>
    <w:rsid w:val="00C02BFF"/>
  </w:style>
  <w:style w:type="character" w:customStyle="1" w:styleId="invert">
    <w:name w:val="invert"/>
    <w:rsid w:val="00C02BFF"/>
  </w:style>
  <w:style w:type="character" w:customStyle="1" w:styleId="shorttext">
    <w:name w:val="short_text"/>
    <w:rsid w:val="00C02BFF"/>
  </w:style>
  <w:style w:type="character" w:customStyle="1" w:styleId="alt-edited">
    <w:name w:val="alt-edited"/>
    <w:rsid w:val="00C02BFF"/>
  </w:style>
  <w:style w:type="character" w:customStyle="1" w:styleId="figpopup-sensitive-area">
    <w:name w:val="figpopup-sensitive-area"/>
    <w:rsid w:val="00C02BFF"/>
  </w:style>
  <w:style w:type="character" w:customStyle="1" w:styleId="apple-converted-space">
    <w:name w:val="apple-converted-space"/>
    <w:rsid w:val="00C02BFF"/>
  </w:style>
  <w:style w:type="character" w:customStyle="1" w:styleId="scopustermhighlight">
    <w:name w:val="scopustermhighlight"/>
    <w:rsid w:val="00C02BFF"/>
  </w:style>
  <w:style w:type="table" w:customStyle="1" w:styleId="Grigliatabella1">
    <w:name w:val="Griglia tabella1"/>
    <w:basedOn w:val="TableNormal"/>
    <w:next w:val="TableGrid"/>
    <w:uiPriority w:val="39"/>
    <w:rsid w:val="00C02BFF"/>
    <w:rPr>
      <w:rFonts w:eastAsia="Calibri" w:cs="Arial"/>
      <w:sz w:val="22"/>
      <w:szCs w:val="22"/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2">
    <w:name w:val="Nessun elenco2"/>
    <w:next w:val="NoList"/>
    <w:uiPriority w:val="99"/>
    <w:semiHidden/>
    <w:unhideWhenUsed/>
    <w:rsid w:val="00C02BFF"/>
  </w:style>
  <w:style w:type="character" w:customStyle="1" w:styleId="UnresolvedMention11">
    <w:name w:val="Unresolved Mention11"/>
    <w:uiPriority w:val="99"/>
    <w:unhideWhenUsed/>
    <w:rsid w:val="00C02BFF"/>
    <w:rPr>
      <w:color w:val="605E5C"/>
      <w:shd w:val="clear" w:color="auto" w:fill="E1DFDD"/>
    </w:rPr>
  </w:style>
  <w:style w:type="character" w:customStyle="1" w:styleId="elsevierstylesection">
    <w:name w:val="elsevierstylesection"/>
    <w:rsid w:val="00C02BFF"/>
  </w:style>
  <w:style w:type="paragraph" w:customStyle="1" w:styleId="Standard">
    <w:name w:val="Standard"/>
    <w:rsid w:val="003F7322"/>
    <w:pPr>
      <w:suppressAutoHyphens/>
      <w:autoSpaceDN w:val="0"/>
      <w:spacing w:after="200" w:line="276" w:lineRule="auto"/>
      <w:textAlignment w:val="baseline"/>
    </w:pPr>
    <w:rPr>
      <w:rFonts w:eastAsia="Calibri" w:cs="Calibri"/>
      <w:kern w:val="3"/>
      <w:sz w:val="22"/>
      <w:szCs w:val="22"/>
      <w:lang w:val="en-US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86463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C32DD0"/>
  </w:style>
  <w:style w:type="character" w:customStyle="1" w:styleId="tlid-translation">
    <w:name w:val="tlid-translation"/>
    <w:basedOn w:val="DefaultParagraphFont"/>
    <w:rsid w:val="00C32DD0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012AC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1F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de-D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D1F0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37B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6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694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4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28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quel%20Martorell\Google%20Drive\INVESTIGACI&#211;\ARTICULOS%20EN%20MARCHA\b%20reviews\Javad%20Medicinal%20plants%20as%20antioxidant%20agents%20DV2\revision%206%20Antioxidant%20div2\antioxida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07AFE1-A527-4B33-AD68-3040A80A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antioxidants-template.dot</Template>
  <TotalTime>4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Martorell Pons</dc:creator>
  <cp:keywords/>
  <dc:description/>
  <cp:lastModifiedBy>Miquel Martorell Pons</cp:lastModifiedBy>
  <cp:revision>3</cp:revision>
  <cp:lastPrinted>2019-11-29T09:49:00Z</cp:lastPrinted>
  <dcterms:created xsi:type="dcterms:W3CDTF">2020-01-02T18:39:00Z</dcterms:created>
  <dcterms:modified xsi:type="dcterms:W3CDTF">2020-01-02T18:43:00Z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a4d63fdc-e122-3bac-a0c3-be4cec2b4064</vt:lpwstr>
  </property>
  <property fmtid="{D5CDD505-2E9C-101B-9397-08002B2CF9AE}" pid="4" name="Mendeley Citation Style_1">
    <vt:lpwstr>http://www.zotero.org/styles/molecules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http://www.zotero.org/styles/chicago-author-date</vt:lpwstr>
  </property>
  <property fmtid="{D5CDD505-2E9C-101B-9397-08002B2CF9AE}" pid="8" name="Mendeley Recent Style Name 1_1">
    <vt:lpwstr>Chicago Manual of Style 17th edition (author-date)</vt:lpwstr>
  </property>
  <property fmtid="{D5CDD505-2E9C-101B-9397-08002B2CF9AE}" pid="9" name="Mendeley Recent Style Id 2_1">
    <vt:lpwstr>http://www.zotero.org/styles/foods</vt:lpwstr>
  </property>
  <property fmtid="{D5CDD505-2E9C-101B-9397-08002B2CF9AE}" pid="10" name="Mendeley Recent Style Name 2_1">
    <vt:lpwstr>Foods</vt:lpwstr>
  </property>
  <property fmtid="{D5CDD505-2E9C-101B-9397-08002B2CF9AE}" pid="11" name="Mendeley Recent Style Id 3_1">
    <vt:lpwstr>http://www.zotero.org/styles/ieee</vt:lpwstr>
  </property>
  <property fmtid="{D5CDD505-2E9C-101B-9397-08002B2CF9AE}" pid="12" name="Mendeley Recent Style Name 3_1">
    <vt:lpwstr>IEEE</vt:lpwstr>
  </property>
  <property fmtid="{D5CDD505-2E9C-101B-9397-08002B2CF9AE}" pid="13" name="Mendeley Recent Style Id 4_1">
    <vt:lpwstr>http://www.zotero.org/styles/molecules</vt:lpwstr>
  </property>
  <property fmtid="{D5CDD505-2E9C-101B-9397-08002B2CF9AE}" pid="14" name="Mendeley Recent Style Name 4_1">
    <vt:lpwstr>Molecules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http://www.zotero.org/styles/nutrients</vt:lpwstr>
  </property>
  <property fmtid="{D5CDD505-2E9C-101B-9397-08002B2CF9AE}" pid="18" name="Mendeley Recent Style Name 6_1">
    <vt:lpwstr>Nutrients</vt:lpwstr>
  </property>
  <property fmtid="{D5CDD505-2E9C-101B-9397-08002B2CF9AE}" pid="19" name="Mendeley Recent Style Id 7_1">
    <vt:lpwstr>http://www.zotero.org/styles/taylor-and-francis-apa</vt:lpwstr>
  </property>
  <property fmtid="{D5CDD505-2E9C-101B-9397-08002B2CF9AE}" pid="20" name="Mendeley Recent Style Name 7_1">
    <vt:lpwstr>Taylor &amp; Francis - APA</vt:lpwstr>
  </property>
  <property fmtid="{D5CDD505-2E9C-101B-9397-08002B2CF9AE}" pid="21" name="Mendeley Recent Style Id 8_1">
    <vt:lpwstr>http://www.zotero.org/styles/trends-in-food-science-and-technology</vt:lpwstr>
  </property>
  <property fmtid="{D5CDD505-2E9C-101B-9397-08002B2CF9AE}" pid="22" name="Mendeley Recent Style Name 8_1">
    <vt:lpwstr>Trends in Food Science &amp; Technology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