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DE46" w14:textId="07E40302" w:rsidR="005B68E0" w:rsidRPr="005B68E0" w:rsidRDefault="005B68E0" w:rsidP="005B68E0">
      <w:pPr>
        <w:spacing w:line="240" w:lineRule="auto"/>
        <w:jc w:val="left"/>
        <w:rPr>
          <w:b/>
        </w:rPr>
      </w:pPr>
      <w:r w:rsidRPr="005B68E0">
        <w:rPr>
          <w:b/>
        </w:rPr>
        <w:t>S</w:t>
      </w:r>
      <w:r w:rsidR="00953CAB" w:rsidRPr="005B68E0">
        <w:rPr>
          <w:b/>
        </w:rPr>
        <w:t xml:space="preserve">upplementary materials </w:t>
      </w:r>
      <w:r w:rsidR="00000FD5">
        <w:rPr>
          <w:b/>
        </w:rPr>
        <w:t xml:space="preserve">Figure </w:t>
      </w:r>
      <w:r w:rsidR="00953CAB" w:rsidRPr="005B68E0">
        <w:rPr>
          <w:b/>
        </w:rPr>
        <w:t>S1</w:t>
      </w:r>
      <w:r w:rsidRPr="005B68E0">
        <w:rPr>
          <w:b/>
        </w:rPr>
        <w:t xml:space="preserve">: Individual mean RTs for each KS Patient. </w:t>
      </w:r>
    </w:p>
    <w:p w14:paraId="364E40A8" w14:textId="5DC5E0C6" w:rsidR="005B68E0" w:rsidRDefault="005B68E0" w:rsidP="005B68E0">
      <w:pPr>
        <w:pStyle w:val="MDPI71References"/>
        <w:numPr>
          <w:ilvl w:val="0"/>
          <w:numId w:val="0"/>
        </w:numPr>
        <w:ind w:left="425" w:hanging="425"/>
      </w:pPr>
      <w:r>
        <w:t>All patients present a pattern that corresponds to the effects described in the manuscript, except for KS7.</w:t>
      </w:r>
    </w:p>
    <w:p w14:paraId="4DAD3A85" w14:textId="4AEDC53F" w:rsidR="00953CAB" w:rsidRDefault="00953CAB" w:rsidP="00824147">
      <w:pPr>
        <w:pStyle w:val="MDPI71References"/>
        <w:numPr>
          <w:ilvl w:val="0"/>
          <w:numId w:val="0"/>
        </w:numPr>
        <w:ind w:left="425"/>
      </w:pPr>
    </w:p>
    <w:p w14:paraId="1EB4CDB7" w14:textId="6326359F" w:rsidR="00953CAB" w:rsidRDefault="00953CAB" w:rsidP="00824147">
      <w:pPr>
        <w:pStyle w:val="MDPI71References"/>
        <w:numPr>
          <w:ilvl w:val="0"/>
          <w:numId w:val="0"/>
        </w:numPr>
        <w:ind w:left="425"/>
      </w:pPr>
    </w:p>
    <w:p w14:paraId="4BE3F891" w14:textId="37967EA6" w:rsidR="00953CAB" w:rsidRDefault="00E32C65" w:rsidP="00824147">
      <w:pPr>
        <w:pStyle w:val="MDPI71References"/>
        <w:numPr>
          <w:ilvl w:val="0"/>
          <w:numId w:val="0"/>
        </w:numPr>
        <w:ind w:left="425"/>
      </w:pPr>
      <w:r>
        <w:rPr>
          <w:noProof/>
        </w:rPr>
        <w:drawing>
          <wp:inline distT="0" distB="0" distL="0" distR="0" wp14:anchorId="238582D8" wp14:editId="52845E4F">
            <wp:extent cx="7688233" cy="4753154"/>
            <wp:effectExtent l="0" t="0" r="8255" b="9525"/>
            <wp:docPr id="14978398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39836" name="Picture 149783983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9469" cy="476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3CAB" w:rsidSect="00000FD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1417" w:bottom="720" w:left="1077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C03E" w14:textId="77777777" w:rsidR="001F60CF" w:rsidRDefault="001F60CF">
      <w:pPr>
        <w:spacing w:line="240" w:lineRule="auto"/>
      </w:pPr>
      <w:r>
        <w:separator/>
      </w:r>
    </w:p>
  </w:endnote>
  <w:endnote w:type="continuationSeparator" w:id="0">
    <w:p w14:paraId="337D3D67" w14:textId="77777777" w:rsidR="001F60CF" w:rsidRDefault="001F60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28C9" w14:textId="77777777" w:rsidR="00336C3B" w:rsidRPr="00032917" w:rsidRDefault="00336C3B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1BBD" w14:textId="77777777" w:rsidR="00336C3B" w:rsidRDefault="00336C3B" w:rsidP="00065C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47A5102E" w14:textId="77777777" w:rsidR="00336C3B" w:rsidRPr="00A13B0B" w:rsidRDefault="00336C3B" w:rsidP="00770821">
    <w:pPr>
      <w:pStyle w:val="MDPIfooterfirstpage"/>
      <w:tabs>
        <w:tab w:val="clear" w:pos="8845"/>
        <w:tab w:val="right" w:pos="10466"/>
      </w:tabs>
      <w:spacing w:line="240" w:lineRule="auto"/>
      <w:jc w:val="both"/>
    </w:pPr>
    <w:r w:rsidRPr="00BB0268">
      <w:rPr>
        <w:i/>
        <w:szCs w:val="16"/>
      </w:rPr>
      <w:t>J. Clin. Med.</w:t>
    </w:r>
    <w:r w:rsidRPr="00BB0268">
      <w:rPr>
        <w:szCs w:val="16"/>
      </w:rPr>
      <w:t xml:space="preserve"> </w:t>
    </w:r>
    <w:r>
      <w:rPr>
        <w:b/>
        <w:szCs w:val="16"/>
      </w:rPr>
      <w:t>2022</w:t>
    </w:r>
    <w:r w:rsidRPr="00853B85">
      <w:rPr>
        <w:szCs w:val="16"/>
      </w:rPr>
      <w:t>,</w:t>
    </w:r>
    <w:r>
      <w:rPr>
        <w:i/>
        <w:szCs w:val="16"/>
      </w:rPr>
      <w:t xml:space="preserve"> 11</w:t>
    </w:r>
    <w:r w:rsidRPr="00853B85">
      <w:rPr>
        <w:szCs w:val="16"/>
      </w:rPr>
      <w:t xml:space="preserve">, </w:t>
    </w:r>
    <w:r>
      <w:rPr>
        <w:szCs w:val="16"/>
      </w:rPr>
      <w:t>x. https://doi.org/10.3390/xxxxx</w:t>
    </w:r>
    <w:r w:rsidRPr="00A13B0B">
      <w:tab/>
      <w:t>www.mdpi.com/journal/</w:t>
    </w:r>
    <w:r>
      <w:t>jcm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9DF0" w14:textId="77777777" w:rsidR="001F60CF" w:rsidRDefault="001F60CF">
      <w:pPr>
        <w:spacing w:line="240" w:lineRule="auto"/>
      </w:pPr>
      <w:r>
        <w:separator/>
      </w:r>
    </w:p>
  </w:footnote>
  <w:footnote w:type="continuationSeparator" w:id="0">
    <w:p w14:paraId="39585DED" w14:textId="77777777" w:rsidR="001F60CF" w:rsidRDefault="001F60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9D32C" w14:textId="77777777" w:rsidR="00336C3B" w:rsidRDefault="00336C3B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8BB4" w14:textId="77777777" w:rsidR="00336C3B" w:rsidRDefault="00336C3B" w:rsidP="00770821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Clin. Med. </w:t>
    </w:r>
    <w:r>
      <w:rPr>
        <w:b/>
        <w:sz w:val="16"/>
      </w:rPr>
      <w:t>2022</w:t>
    </w:r>
    <w:r w:rsidRPr="00853B85">
      <w:rPr>
        <w:sz w:val="16"/>
      </w:rPr>
      <w:t>,</w:t>
    </w:r>
    <w:r>
      <w:rPr>
        <w:i/>
        <w:sz w:val="16"/>
      </w:rPr>
      <w:t xml:space="preserve"> 11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6D9A5081" w14:textId="77777777" w:rsidR="00336C3B" w:rsidRPr="007A5CE1" w:rsidRDefault="00336C3B" w:rsidP="00065C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36C3B" w:rsidRPr="00770821" w14:paraId="18153B12" w14:textId="77777777" w:rsidTr="00D235B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51A3E6B" w14:textId="77777777" w:rsidR="00336C3B" w:rsidRPr="00904B95" w:rsidRDefault="00336C3B" w:rsidP="00770821">
          <w:pPr>
            <w:pStyle w:val="Header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904B95">
            <w:rPr>
              <w:rFonts w:eastAsia="等线"/>
              <w:b/>
              <w:bCs/>
            </w:rPr>
            <w:drawing>
              <wp:inline distT="0" distB="0" distL="0" distR="0" wp14:anchorId="79A89D0F" wp14:editId="549E540A">
                <wp:extent cx="1676400" cy="429260"/>
                <wp:effectExtent l="0" t="0" r="0" b="0"/>
                <wp:docPr id="1" name="Picture 5" descr="C:\Users\home\Desktop\logos\png\jcm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png\jcm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AD976BA" w14:textId="77777777" w:rsidR="00336C3B" w:rsidRPr="00904B95" w:rsidRDefault="00336C3B" w:rsidP="00770821">
          <w:pPr>
            <w:pStyle w:val="Header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3AC67C1" w14:textId="77777777" w:rsidR="00336C3B" w:rsidRPr="00904B95" w:rsidRDefault="00336C3B" w:rsidP="00D235B1">
          <w:pPr>
            <w:pStyle w:val="Header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</w:rPr>
            <w:drawing>
              <wp:inline distT="0" distB="0" distL="0" distR="0" wp14:anchorId="590AECC2" wp14:editId="1329A240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87E0DC" w14:textId="77777777" w:rsidR="00336C3B" w:rsidRPr="003A2C19" w:rsidRDefault="00336C3B" w:rsidP="00065C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6A66"/>
    <w:multiLevelType w:val="hybridMultilevel"/>
    <w:tmpl w:val="CEA4112E"/>
    <w:lvl w:ilvl="0" w:tplc="72162196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8B468F5"/>
    <w:multiLevelType w:val="hybridMultilevel"/>
    <w:tmpl w:val="62585B20"/>
    <w:lvl w:ilvl="0" w:tplc="964C53AC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34C69"/>
    <w:multiLevelType w:val="hybridMultilevel"/>
    <w:tmpl w:val="1B6E9E8E"/>
    <w:lvl w:ilvl="0" w:tplc="040C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A135E"/>
    <w:multiLevelType w:val="hybridMultilevel"/>
    <w:tmpl w:val="C554B7C0"/>
    <w:lvl w:ilvl="0" w:tplc="CFE896B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3567DB"/>
    <w:multiLevelType w:val="hybridMultilevel"/>
    <w:tmpl w:val="043A95D6"/>
    <w:lvl w:ilvl="0" w:tplc="6706E808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5022">
    <w:abstractNumId w:val="5"/>
  </w:num>
  <w:num w:numId="2" w16cid:durableId="98911186">
    <w:abstractNumId w:val="8"/>
  </w:num>
  <w:num w:numId="3" w16cid:durableId="1415977299">
    <w:abstractNumId w:val="3"/>
  </w:num>
  <w:num w:numId="4" w16cid:durableId="782842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3385979">
    <w:abstractNumId w:val="6"/>
  </w:num>
  <w:num w:numId="6" w16cid:durableId="1051929024">
    <w:abstractNumId w:val="11"/>
  </w:num>
  <w:num w:numId="7" w16cid:durableId="57634283">
    <w:abstractNumId w:val="2"/>
  </w:num>
  <w:num w:numId="8" w16cid:durableId="95178332">
    <w:abstractNumId w:val="11"/>
  </w:num>
  <w:num w:numId="9" w16cid:durableId="640426434">
    <w:abstractNumId w:val="2"/>
  </w:num>
  <w:num w:numId="10" w16cid:durableId="770469723">
    <w:abstractNumId w:val="11"/>
  </w:num>
  <w:num w:numId="11" w16cid:durableId="766267661">
    <w:abstractNumId w:val="2"/>
  </w:num>
  <w:num w:numId="12" w16cid:durableId="9138148">
    <w:abstractNumId w:val="12"/>
  </w:num>
  <w:num w:numId="13" w16cid:durableId="1167016009">
    <w:abstractNumId w:val="11"/>
  </w:num>
  <w:num w:numId="14" w16cid:durableId="751124928">
    <w:abstractNumId w:val="2"/>
  </w:num>
  <w:num w:numId="15" w16cid:durableId="727991536">
    <w:abstractNumId w:val="1"/>
  </w:num>
  <w:num w:numId="16" w16cid:durableId="625090494">
    <w:abstractNumId w:val="10"/>
  </w:num>
  <w:num w:numId="17" w16cid:durableId="760837817">
    <w:abstractNumId w:val="0"/>
  </w:num>
  <w:num w:numId="18" w16cid:durableId="1949239918">
    <w:abstractNumId w:val="11"/>
  </w:num>
  <w:num w:numId="19" w16cid:durableId="1537497993">
    <w:abstractNumId w:val="2"/>
  </w:num>
  <w:num w:numId="20" w16cid:durableId="2095860204">
    <w:abstractNumId w:val="1"/>
  </w:num>
  <w:num w:numId="21" w16cid:durableId="963077832">
    <w:abstractNumId w:val="7"/>
  </w:num>
  <w:num w:numId="22" w16cid:durableId="76025004">
    <w:abstractNumId w:val="0"/>
  </w:num>
  <w:num w:numId="23" w16cid:durableId="1375620135">
    <w:abstractNumId w:val="9"/>
  </w:num>
  <w:num w:numId="24" w16cid:durableId="2506212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721"/>
    <w:rsid w:val="00000FD5"/>
    <w:rsid w:val="000019D8"/>
    <w:rsid w:val="00002345"/>
    <w:rsid w:val="000043A9"/>
    <w:rsid w:val="00006F9A"/>
    <w:rsid w:val="00014FFF"/>
    <w:rsid w:val="0001560B"/>
    <w:rsid w:val="000204F4"/>
    <w:rsid w:val="00022409"/>
    <w:rsid w:val="000302D9"/>
    <w:rsid w:val="0003246C"/>
    <w:rsid w:val="00034491"/>
    <w:rsid w:val="000354B4"/>
    <w:rsid w:val="00036FF4"/>
    <w:rsid w:val="00041D95"/>
    <w:rsid w:val="00043BD1"/>
    <w:rsid w:val="00053716"/>
    <w:rsid w:val="000619BB"/>
    <w:rsid w:val="00061A74"/>
    <w:rsid w:val="000640CB"/>
    <w:rsid w:val="00064BBF"/>
    <w:rsid w:val="00065CFE"/>
    <w:rsid w:val="000808BC"/>
    <w:rsid w:val="00085770"/>
    <w:rsid w:val="0009144A"/>
    <w:rsid w:val="000A7316"/>
    <w:rsid w:val="000B023F"/>
    <w:rsid w:val="000B4E83"/>
    <w:rsid w:val="000B7CBD"/>
    <w:rsid w:val="000C01C2"/>
    <w:rsid w:val="000C0FC2"/>
    <w:rsid w:val="000C290A"/>
    <w:rsid w:val="000C6424"/>
    <w:rsid w:val="000C6AB2"/>
    <w:rsid w:val="000E0CBA"/>
    <w:rsid w:val="000E2866"/>
    <w:rsid w:val="00107614"/>
    <w:rsid w:val="00112249"/>
    <w:rsid w:val="00115512"/>
    <w:rsid w:val="00121D69"/>
    <w:rsid w:val="00121F38"/>
    <w:rsid w:val="00131369"/>
    <w:rsid w:val="00141546"/>
    <w:rsid w:val="00142A4A"/>
    <w:rsid w:val="001476A7"/>
    <w:rsid w:val="00152F6D"/>
    <w:rsid w:val="00153822"/>
    <w:rsid w:val="00154937"/>
    <w:rsid w:val="00154E85"/>
    <w:rsid w:val="00165D15"/>
    <w:rsid w:val="001664DE"/>
    <w:rsid w:val="00170CED"/>
    <w:rsid w:val="001710B7"/>
    <w:rsid w:val="00172385"/>
    <w:rsid w:val="00172E36"/>
    <w:rsid w:val="001747B9"/>
    <w:rsid w:val="00180583"/>
    <w:rsid w:val="00183A51"/>
    <w:rsid w:val="00183EF3"/>
    <w:rsid w:val="00193988"/>
    <w:rsid w:val="00196C9C"/>
    <w:rsid w:val="001C4EF2"/>
    <w:rsid w:val="001C7194"/>
    <w:rsid w:val="001D073B"/>
    <w:rsid w:val="001D0A48"/>
    <w:rsid w:val="001D1C27"/>
    <w:rsid w:val="001D25D3"/>
    <w:rsid w:val="001E0C4E"/>
    <w:rsid w:val="001E2AEB"/>
    <w:rsid w:val="001E4565"/>
    <w:rsid w:val="001E6B6B"/>
    <w:rsid w:val="001F099D"/>
    <w:rsid w:val="001F1097"/>
    <w:rsid w:val="001F462D"/>
    <w:rsid w:val="001F60CF"/>
    <w:rsid w:val="001F6EC7"/>
    <w:rsid w:val="0020702E"/>
    <w:rsid w:val="002102E3"/>
    <w:rsid w:val="002253E5"/>
    <w:rsid w:val="00234D6B"/>
    <w:rsid w:val="002372A7"/>
    <w:rsid w:val="0023752A"/>
    <w:rsid w:val="0024755E"/>
    <w:rsid w:val="0025089A"/>
    <w:rsid w:val="00252540"/>
    <w:rsid w:val="00252B3B"/>
    <w:rsid w:val="00253763"/>
    <w:rsid w:val="00257EB4"/>
    <w:rsid w:val="00262409"/>
    <w:rsid w:val="002642F3"/>
    <w:rsid w:val="002646EA"/>
    <w:rsid w:val="002727D9"/>
    <w:rsid w:val="00274AD8"/>
    <w:rsid w:val="00274D95"/>
    <w:rsid w:val="00277CF7"/>
    <w:rsid w:val="00280F25"/>
    <w:rsid w:val="00280FC4"/>
    <w:rsid w:val="00285772"/>
    <w:rsid w:val="00286516"/>
    <w:rsid w:val="00287BE6"/>
    <w:rsid w:val="00290D0F"/>
    <w:rsid w:val="002911CB"/>
    <w:rsid w:val="00292976"/>
    <w:rsid w:val="0029303F"/>
    <w:rsid w:val="002941B1"/>
    <w:rsid w:val="00294489"/>
    <w:rsid w:val="002A2871"/>
    <w:rsid w:val="002A35F3"/>
    <w:rsid w:val="002B5FEA"/>
    <w:rsid w:val="002B7E8C"/>
    <w:rsid w:val="002C1762"/>
    <w:rsid w:val="002C52C8"/>
    <w:rsid w:val="002C5B08"/>
    <w:rsid w:val="002C74FC"/>
    <w:rsid w:val="002C7808"/>
    <w:rsid w:val="002D3CCC"/>
    <w:rsid w:val="002D5EB3"/>
    <w:rsid w:val="002E04B4"/>
    <w:rsid w:val="002E235C"/>
    <w:rsid w:val="002E2453"/>
    <w:rsid w:val="002F1DA4"/>
    <w:rsid w:val="00302FFB"/>
    <w:rsid w:val="00314B6E"/>
    <w:rsid w:val="003207B3"/>
    <w:rsid w:val="00325CF8"/>
    <w:rsid w:val="00326141"/>
    <w:rsid w:val="0033366B"/>
    <w:rsid w:val="00333A63"/>
    <w:rsid w:val="0033517E"/>
    <w:rsid w:val="00336C3B"/>
    <w:rsid w:val="0034278A"/>
    <w:rsid w:val="0034365E"/>
    <w:rsid w:val="00347FD8"/>
    <w:rsid w:val="00355BB2"/>
    <w:rsid w:val="00357C8D"/>
    <w:rsid w:val="00362F34"/>
    <w:rsid w:val="003633CF"/>
    <w:rsid w:val="00364C71"/>
    <w:rsid w:val="00384ED0"/>
    <w:rsid w:val="00387D8C"/>
    <w:rsid w:val="00394569"/>
    <w:rsid w:val="0039776E"/>
    <w:rsid w:val="003977A3"/>
    <w:rsid w:val="003A1085"/>
    <w:rsid w:val="003A2C19"/>
    <w:rsid w:val="003B5B1B"/>
    <w:rsid w:val="003C73CF"/>
    <w:rsid w:val="003C73F7"/>
    <w:rsid w:val="003C795D"/>
    <w:rsid w:val="003D37C7"/>
    <w:rsid w:val="003D3E92"/>
    <w:rsid w:val="003D4857"/>
    <w:rsid w:val="003D55AB"/>
    <w:rsid w:val="003E2FD7"/>
    <w:rsid w:val="003F0760"/>
    <w:rsid w:val="003F2DA1"/>
    <w:rsid w:val="003F4ECB"/>
    <w:rsid w:val="003F57D4"/>
    <w:rsid w:val="00401BBC"/>
    <w:rsid w:val="00401D30"/>
    <w:rsid w:val="0040684B"/>
    <w:rsid w:val="00412261"/>
    <w:rsid w:val="004142C7"/>
    <w:rsid w:val="00417101"/>
    <w:rsid w:val="004225B0"/>
    <w:rsid w:val="004367BB"/>
    <w:rsid w:val="00445FE8"/>
    <w:rsid w:val="0045182C"/>
    <w:rsid w:val="0046295C"/>
    <w:rsid w:val="00463F1F"/>
    <w:rsid w:val="004641FA"/>
    <w:rsid w:val="00466C1F"/>
    <w:rsid w:val="004746B0"/>
    <w:rsid w:val="00480362"/>
    <w:rsid w:val="00480C5C"/>
    <w:rsid w:val="0048344E"/>
    <w:rsid w:val="00486785"/>
    <w:rsid w:val="004B1358"/>
    <w:rsid w:val="004B2C78"/>
    <w:rsid w:val="004B5D2F"/>
    <w:rsid w:val="004B7429"/>
    <w:rsid w:val="004C0D83"/>
    <w:rsid w:val="004C3FB7"/>
    <w:rsid w:val="004C42F7"/>
    <w:rsid w:val="004C6189"/>
    <w:rsid w:val="004D2D35"/>
    <w:rsid w:val="004D54CC"/>
    <w:rsid w:val="004D5F4D"/>
    <w:rsid w:val="004E5354"/>
    <w:rsid w:val="004F5B4C"/>
    <w:rsid w:val="00504D21"/>
    <w:rsid w:val="00507F21"/>
    <w:rsid w:val="005106FF"/>
    <w:rsid w:val="005123DF"/>
    <w:rsid w:val="00516F1D"/>
    <w:rsid w:val="00531C29"/>
    <w:rsid w:val="00534525"/>
    <w:rsid w:val="00535668"/>
    <w:rsid w:val="005414F4"/>
    <w:rsid w:val="005434EC"/>
    <w:rsid w:val="00547A54"/>
    <w:rsid w:val="005577E9"/>
    <w:rsid w:val="005577F2"/>
    <w:rsid w:val="00565146"/>
    <w:rsid w:val="00573D01"/>
    <w:rsid w:val="0057520E"/>
    <w:rsid w:val="005829B9"/>
    <w:rsid w:val="005963C5"/>
    <w:rsid w:val="005A06CB"/>
    <w:rsid w:val="005A0FFA"/>
    <w:rsid w:val="005B68E0"/>
    <w:rsid w:val="005D2269"/>
    <w:rsid w:val="005D23FD"/>
    <w:rsid w:val="005E1976"/>
    <w:rsid w:val="005E282F"/>
    <w:rsid w:val="005F30B8"/>
    <w:rsid w:val="005F4117"/>
    <w:rsid w:val="00600AE0"/>
    <w:rsid w:val="00601775"/>
    <w:rsid w:val="00604C6C"/>
    <w:rsid w:val="00616F82"/>
    <w:rsid w:val="00622838"/>
    <w:rsid w:val="006300CB"/>
    <w:rsid w:val="00630CFE"/>
    <w:rsid w:val="00635AEA"/>
    <w:rsid w:val="00637CD2"/>
    <w:rsid w:val="0064112E"/>
    <w:rsid w:val="00647327"/>
    <w:rsid w:val="006476FB"/>
    <w:rsid w:val="006510A9"/>
    <w:rsid w:val="006532ED"/>
    <w:rsid w:val="006546A6"/>
    <w:rsid w:val="006553B4"/>
    <w:rsid w:val="00655489"/>
    <w:rsid w:val="00661B75"/>
    <w:rsid w:val="00663557"/>
    <w:rsid w:val="00666616"/>
    <w:rsid w:val="00666F9F"/>
    <w:rsid w:val="00667913"/>
    <w:rsid w:val="00685F96"/>
    <w:rsid w:val="00690816"/>
    <w:rsid w:val="00691DEB"/>
    <w:rsid w:val="00692393"/>
    <w:rsid w:val="00692CDE"/>
    <w:rsid w:val="00694025"/>
    <w:rsid w:val="0069692E"/>
    <w:rsid w:val="006A11B0"/>
    <w:rsid w:val="006A5D76"/>
    <w:rsid w:val="006B5CD1"/>
    <w:rsid w:val="006C3990"/>
    <w:rsid w:val="006C43BC"/>
    <w:rsid w:val="006C6D70"/>
    <w:rsid w:val="006D2FBC"/>
    <w:rsid w:val="006D3297"/>
    <w:rsid w:val="006E1776"/>
    <w:rsid w:val="006F00AB"/>
    <w:rsid w:val="006F4481"/>
    <w:rsid w:val="006F61AC"/>
    <w:rsid w:val="00700A25"/>
    <w:rsid w:val="007018DC"/>
    <w:rsid w:val="00705D61"/>
    <w:rsid w:val="00706D77"/>
    <w:rsid w:val="00707EC7"/>
    <w:rsid w:val="00717618"/>
    <w:rsid w:val="00721902"/>
    <w:rsid w:val="00723776"/>
    <w:rsid w:val="00732C02"/>
    <w:rsid w:val="00737893"/>
    <w:rsid w:val="007422A1"/>
    <w:rsid w:val="00752F68"/>
    <w:rsid w:val="00754FF0"/>
    <w:rsid w:val="00756962"/>
    <w:rsid w:val="00770821"/>
    <w:rsid w:val="0078327C"/>
    <w:rsid w:val="0079312A"/>
    <w:rsid w:val="007A117E"/>
    <w:rsid w:val="007C7A8F"/>
    <w:rsid w:val="007E1341"/>
    <w:rsid w:val="007F4AF1"/>
    <w:rsid w:val="007F4DBB"/>
    <w:rsid w:val="008022F9"/>
    <w:rsid w:val="00816BBE"/>
    <w:rsid w:val="00817047"/>
    <w:rsid w:val="00821EF1"/>
    <w:rsid w:val="00823649"/>
    <w:rsid w:val="00824147"/>
    <w:rsid w:val="008337EC"/>
    <w:rsid w:val="00851192"/>
    <w:rsid w:val="00853B85"/>
    <w:rsid w:val="00853FE1"/>
    <w:rsid w:val="00857FAC"/>
    <w:rsid w:val="0086074B"/>
    <w:rsid w:val="00862A87"/>
    <w:rsid w:val="00865A31"/>
    <w:rsid w:val="008676DA"/>
    <w:rsid w:val="00877A03"/>
    <w:rsid w:val="008840D8"/>
    <w:rsid w:val="008A79CA"/>
    <w:rsid w:val="008C0094"/>
    <w:rsid w:val="008C0B94"/>
    <w:rsid w:val="008D0B41"/>
    <w:rsid w:val="008D70AF"/>
    <w:rsid w:val="008E63F1"/>
    <w:rsid w:val="008F1228"/>
    <w:rsid w:val="008F3CDC"/>
    <w:rsid w:val="008F6739"/>
    <w:rsid w:val="008F6E8C"/>
    <w:rsid w:val="008F7419"/>
    <w:rsid w:val="009035B8"/>
    <w:rsid w:val="00904B95"/>
    <w:rsid w:val="00905C73"/>
    <w:rsid w:val="00906259"/>
    <w:rsid w:val="00914275"/>
    <w:rsid w:val="00915743"/>
    <w:rsid w:val="009159DF"/>
    <w:rsid w:val="00915CAE"/>
    <w:rsid w:val="00920F52"/>
    <w:rsid w:val="00922608"/>
    <w:rsid w:val="00924B56"/>
    <w:rsid w:val="00936D19"/>
    <w:rsid w:val="00943EE6"/>
    <w:rsid w:val="00945A8C"/>
    <w:rsid w:val="00953CAB"/>
    <w:rsid w:val="00965047"/>
    <w:rsid w:val="00970559"/>
    <w:rsid w:val="00970888"/>
    <w:rsid w:val="009709FF"/>
    <w:rsid w:val="009844AC"/>
    <w:rsid w:val="00993796"/>
    <w:rsid w:val="00993ADD"/>
    <w:rsid w:val="00995F53"/>
    <w:rsid w:val="00996419"/>
    <w:rsid w:val="009A2F8B"/>
    <w:rsid w:val="009A63A3"/>
    <w:rsid w:val="009B49C2"/>
    <w:rsid w:val="009C36FB"/>
    <w:rsid w:val="009C5893"/>
    <w:rsid w:val="009D04D7"/>
    <w:rsid w:val="009D6D15"/>
    <w:rsid w:val="009E2996"/>
    <w:rsid w:val="009F4039"/>
    <w:rsid w:val="009F43C5"/>
    <w:rsid w:val="009F536F"/>
    <w:rsid w:val="009F6C2C"/>
    <w:rsid w:val="009F70E6"/>
    <w:rsid w:val="00A1120D"/>
    <w:rsid w:val="00A13B0B"/>
    <w:rsid w:val="00A2409D"/>
    <w:rsid w:val="00A316DF"/>
    <w:rsid w:val="00A33437"/>
    <w:rsid w:val="00A33C2E"/>
    <w:rsid w:val="00A4006F"/>
    <w:rsid w:val="00A55A29"/>
    <w:rsid w:val="00A62F75"/>
    <w:rsid w:val="00A637A9"/>
    <w:rsid w:val="00A6721E"/>
    <w:rsid w:val="00A73B50"/>
    <w:rsid w:val="00A8040E"/>
    <w:rsid w:val="00A809C5"/>
    <w:rsid w:val="00A87FA8"/>
    <w:rsid w:val="00A926AC"/>
    <w:rsid w:val="00A92CE1"/>
    <w:rsid w:val="00AA2071"/>
    <w:rsid w:val="00AA45F6"/>
    <w:rsid w:val="00AA6EA9"/>
    <w:rsid w:val="00AA7B0E"/>
    <w:rsid w:val="00AB2F7D"/>
    <w:rsid w:val="00AB4961"/>
    <w:rsid w:val="00AC3FDF"/>
    <w:rsid w:val="00AC5953"/>
    <w:rsid w:val="00AD3640"/>
    <w:rsid w:val="00AD4E9B"/>
    <w:rsid w:val="00AE044B"/>
    <w:rsid w:val="00AE0F2C"/>
    <w:rsid w:val="00AF16D7"/>
    <w:rsid w:val="00AF3CCE"/>
    <w:rsid w:val="00AF63F6"/>
    <w:rsid w:val="00AF66CF"/>
    <w:rsid w:val="00AF7CFC"/>
    <w:rsid w:val="00B06834"/>
    <w:rsid w:val="00B22A1E"/>
    <w:rsid w:val="00B236AC"/>
    <w:rsid w:val="00B23CDC"/>
    <w:rsid w:val="00B24D42"/>
    <w:rsid w:val="00B27BDC"/>
    <w:rsid w:val="00B32ACB"/>
    <w:rsid w:val="00B32BC4"/>
    <w:rsid w:val="00B351B7"/>
    <w:rsid w:val="00B45A43"/>
    <w:rsid w:val="00B52211"/>
    <w:rsid w:val="00B552D8"/>
    <w:rsid w:val="00B60026"/>
    <w:rsid w:val="00B61F60"/>
    <w:rsid w:val="00B71BC2"/>
    <w:rsid w:val="00B71F50"/>
    <w:rsid w:val="00B74D10"/>
    <w:rsid w:val="00B84BC1"/>
    <w:rsid w:val="00B86FF4"/>
    <w:rsid w:val="00B901ED"/>
    <w:rsid w:val="00B922F7"/>
    <w:rsid w:val="00B93D0B"/>
    <w:rsid w:val="00BA1E40"/>
    <w:rsid w:val="00BA6F24"/>
    <w:rsid w:val="00BB2253"/>
    <w:rsid w:val="00BB7AA1"/>
    <w:rsid w:val="00BC2D10"/>
    <w:rsid w:val="00BC571F"/>
    <w:rsid w:val="00BD5379"/>
    <w:rsid w:val="00BE4E1F"/>
    <w:rsid w:val="00BF5D96"/>
    <w:rsid w:val="00BF6F8B"/>
    <w:rsid w:val="00C00F16"/>
    <w:rsid w:val="00C012D6"/>
    <w:rsid w:val="00C04BDD"/>
    <w:rsid w:val="00C06920"/>
    <w:rsid w:val="00C078B3"/>
    <w:rsid w:val="00C10CC8"/>
    <w:rsid w:val="00C1266A"/>
    <w:rsid w:val="00C1439D"/>
    <w:rsid w:val="00C144B6"/>
    <w:rsid w:val="00C17D2C"/>
    <w:rsid w:val="00C26DEC"/>
    <w:rsid w:val="00C36C83"/>
    <w:rsid w:val="00C40047"/>
    <w:rsid w:val="00C471DE"/>
    <w:rsid w:val="00C50763"/>
    <w:rsid w:val="00C62D73"/>
    <w:rsid w:val="00C65392"/>
    <w:rsid w:val="00C65C0D"/>
    <w:rsid w:val="00C73CDA"/>
    <w:rsid w:val="00C76749"/>
    <w:rsid w:val="00C90917"/>
    <w:rsid w:val="00C915AC"/>
    <w:rsid w:val="00C9161A"/>
    <w:rsid w:val="00C92AE6"/>
    <w:rsid w:val="00C93BFB"/>
    <w:rsid w:val="00CA37E5"/>
    <w:rsid w:val="00CA4560"/>
    <w:rsid w:val="00CA5A07"/>
    <w:rsid w:val="00CA6DD9"/>
    <w:rsid w:val="00CA6FBF"/>
    <w:rsid w:val="00CB0359"/>
    <w:rsid w:val="00CB0CB0"/>
    <w:rsid w:val="00CB11C8"/>
    <w:rsid w:val="00CB28E0"/>
    <w:rsid w:val="00CB4071"/>
    <w:rsid w:val="00CB5986"/>
    <w:rsid w:val="00CC439C"/>
    <w:rsid w:val="00CC4494"/>
    <w:rsid w:val="00CD1A89"/>
    <w:rsid w:val="00CD5719"/>
    <w:rsid w:val="00CD6E2A"/>
    <w:rsid w:val="00CE224F"/>
    <w:rsid w:val="00CF248A"/>
    <w:rsid w:val="00CF5DD5"/>
    <w:rsid w:val="00D013AF"/>
    <w:rsid w:val="00D03F63"/>
    <w:rsid w:val="00D0452F"/>
    <w:rsid w:val="00D06DB4"/>
    <w:rsid w:val="00D123F5"/>
    <w:rsid w:val="00D12961"/>
    <w:rsid w:val="00D132B0"/>
    <w:rsid w:val="00D15FBD"/>
    <w:rsid w:val="00D235B1"/>
    <w:rsid w:val="00D2715B"/>
    <w:rsid w:val="00D308AC"/>
    <w:rsid w:val="00D336F8"/>
    <w:rsid w:val="00D50721"/>
    <w:rsid w:val="00D524A6"/>
    <w:rsid w:val="00D537C4"/>
    <w:rsid w:val="00D60DEA"/>
    <w:rsid w:val="00D72E82"/>
    <w:rsid w:val="00D737E1"/>
    <w:rsid w:val="00D76EFE"/>
    <w:rsid w:val="00D902FC"/>
    <w:rsid w:val="00D9050A"/>
    <w:rsid w:val="00DB1647"/>
    <w:rsid w:val="00DB5D84"/>
    <w:rsid w:val="00DB65CB"/>
    <w:rsid w:val="00DC1D66"/>
    <w:rsid w:val="00DC5308"/>
    <w:rsid w:val="00DD3F2C"/>
    <w:rsid w:val="00DD65F2"/>
    <w:rsid w:val="00DD6F5C"/>
    <w:rsid w:val="00DF20A6"/>
    <w:rsid w:val="00DF735A"/>
    <w:rsid w:val="00E16361"/>
    <w:rsid w:val="00E25DDE"/>
    <w:rsid w:val="00E31585"/>
    <w:rsid w:val="00E32C65"/>
    <w:rsid w:val="00E333F2"/>
    <w:rsid w:val="00E35102"/>
    <w:rsid w:val="00E47D73"/>
    <w:rsid w:val="00E501B4"/>
    <w:rsid w:val="00E544C6"/>
    <w:rsid w:val="00E548E8"/>
    <w:rsid w:val="00E57498"/>
    <w:rsid w:val="00E62446"/>
    <w:rsid w:val="00E6298A"/>
    <w:rsid w:val="00E76B3B"/>
    <w:rsid w:val="00E83198"/>
    <w:rsid w:val="00E9019A"/>
    <w:rsid w:val="00E916C5"/>
    <w:rsid w:val="00E940E9"/>
    <w:rsid w:val="00E9417E"/>
    <w:rsid w:val="00EA0BF5"/>
    <w:rsid w:val="00EA113F"/>
    <w:rsid w:val="00EA1516"/>
    <w:rsid w:val="00EA4EEF"/>
    <w:rsid w:val="00EA792D"/>
    <w:rsid w:val="00EB1FC7"/>
    <w:rsid w:val="00EB2FC1"/>
    <w:rsid w:val="00EB730D"/>
    <w:rsid w:val="00EC2CB7"/>
    <w:rsid w:val="00EC6DD5"/>
    <w:rsid w:val="00ED0C78"/>
    <w:rsid w:val="00ED172D"/>
    <w:rsid w:val="00ED696D"/>
    <w:rsid w:val="00ED6A9A"/>
    <w:rsid w:val="00EE3D95"/>
    <w:rsid w:val="00F00695"/>
    <w:rsid w:val="00F159D6"/>
    <w:rsid w:val="00F20DC0"/>
    <w:rsid w:val="00F21040"/>
    <w:rsid w:val="00F36E91"/>
    <w:rsid w:val="00F41D77"/>
    <w:rsid w:val="00F447F8"/>
    <w:rsid w:val="00F54445"/>
    <w:rsid w:val="00F61547"/>
    <w:rsid w:val="00F733DC"/>
    <w:rsid w:val="00F77A89"/>
    <w:rsid w:val="00F80E2C"/>
    <w:rsid w:val="00F903A8"/>
    <w:rsid w:val="00F903B2"/>
    <w:rsid w:val="00F967D7"/>
    <w:rsid w:val="00FA2DB6"/>
    <w:rsid w:val="00FA3890"/>
    <w:rsid w:val="00FA4695"/>
    <w:rsid w:val="00FB0C87"/>
    <w:rsid w:val="00FC70BF"/>
    <w:rsid w:val="00FD4789"/>
    <w:rsid w:val="00FD76C7"/>
    <w:rsid w:val="00FE38B5"/>
    <w:rsid w:val="00FE6943"/>
    <w:rsid w:val="00FF1581"/>
    <w:rsid w:val="00FF27BB"/>
    <w:rsid w:val="00FF4810"/>
    <w:rsid w:val="00FF7254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F50053"/>
  <w15:chartTrackingRefBased/>
  <w15:docId w15:val="{439DE586-CA70-4939-83C9-5CB11CF6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943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FE694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E694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E694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E6943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FE694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E694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Footer">
    <w:name w:val="footer"/>
    <w:basedOn w:val="Normal"/>
    <w:link w:val="FooterChar"/>
    <w:uiPriority w:val="99"/>
    <w:rsid w:val="00FE6943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FE6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FE694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E6943"/>
    <w:pPr>
      <w:ind w:firstLine="0"/>
    </w:pPr>
  </w:style>
  <w:style w:type="paragraph" w:customStyle="1" w:styleId="MDPI31text">
    <w:name w:val="MDPI_3.1_text"/>
    <w:qFormat/>
    <w:rsid w:val="00AC3FD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FE694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FE694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FE694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FE694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D235B1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D235B1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FE694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FE6943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FE694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FE694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FE694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FE6943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FE694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E694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E694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link w:val="MDPI71ReferencesCar"/>
    <w:qFormat/>
    <w:rsid w:val="008022F9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FE6943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FE6943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F20DC0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FE6943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FE694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6943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FE6943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FE694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FE6943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6532ED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FE6943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E694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FE694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FE694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FE694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FE6943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FE694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FE6943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FE6943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FE6943"/>
  </w:style>
  <w:style w:type="paragraph" w:styleId="Bibliography">
    <w:name w:val="Bibliography"/>
    <w:basedOn w:val="Normal"/>
    <w:next w:val="Normal"/>
    <w:uiPriority w:val="37"/>
    <w:semiHidden/>
    <w:unhideWhenUsed/>
    <w:rsid w:val="00FE6943"/>
  </w:style>
  <w:style w:type="paragraph" w:styleId="BodyText">
    <w:name w:val="Body Text"/>
    <w:link w:val="BodyTextChar"/>
    <w:rsid w:val="00FE6943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E6943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FE6943"/>
    <w:rPr>
      <w:sz w:val="21"/>
      <w:szCs w:val="21"/>
    </w:rPr>
  </w:style>
  <w:style w:type="paragraph" w:styleId="CommentText">
    <w:name w:val="annotation text"/>
    <w:basedOn w:val="Normal"/>
    <w:link w:val="CommentTextChar"/>
    <w:rsid w:val="00FE6943"/>
  </w:style>
  <w:style w:type="character" w:customStyle="1" w:styleId="CommentTextChar">
    <w:name w:val="Comment Text Char"/>
    <w:link w:val="CommentText"/>
    <w:rsid w:val="00FE6943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FE6943"/>
    <w:rPr>
      <w:b/>
      <w:bCs/>
    </w:rPr>
  </w:style>
  <w:style w:type="character" w:customStyle="1" w:styleId="CommentSubjectChar">
    <w:name w:val="Comment Subject Char"/>
    <w:link w:val="CommentSubject"/>
    <w:rsid w:val="00FE6943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FE694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E6943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FE6943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FE6943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E6943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FE6943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FE6943"/>
    <w:rPr>
      <w:szCs w:val="24"/>
    </w:rPr>
  </w:style>
  <w:style w:type="paragraph" w:customStyle="1" w:styleId="MsoFootnoteText0">
    <w:name w:val="MsoFootnoteText"/>
    <w:basedOn w:val="NormalWeb"/>
    <w:qFormat/>
    <w:rsid w:val="00FE6943"/>
    <w:rPr>
      <w:rFonts w:ascii="Times New Roman" w:hAnsi="Times New Roman"/>
    </w:rPr>
  </w:style>
  <w:style w:type="character" w:styleId="PageNumber">
    <w:name w:val="page number"/>
    <w:rsid w:val="00FE6943"/>
  </w:style>
  <w:style w:type="character" w:styleId="PlaceholderText">
    <w:name w:val="Placeholder Text"/>
    <w:uiPriority w:val="99"/>
    <w:semiHidden/>
    <w:rsid w:val="00FE6943"/>
    <w:rPr>
      <w:color w:val="808080"/>
    </w:rPr>
  </w:style>
  <w:style w:type="paragraph" w:customStyle="1" w:styleId="MDPI71FootNotes">
    <w:name w:val="MDPI_7.1_FootNotes"/>
    <w:qFormat/>
    <w:rsid w:val="002C1762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33366B"/>
    <w:pPr>
      <w:ind w:left="720"/>
      <w:contextualSpacing/>
    </w:pPr>
    <w:rPr>
      <w:noProof w:val="0"/>
    </w:rPr>
  </w:style>
  <w:style w:type="paragraph" w:styleId="Revision">
    <w:name w:val="Revision"/>
    <w:hidden/>
    <w:uiPriority w:val="99"/>
    <w:semiHidden/>
    <w:rsid w:val="00D2715B"/>
    <w:rPr>
      <w:rFonts w:ascii="Palatino Linotype" w:hAnsi="Palatino Linotype"/>
      <w:noProof/>
      <w:color w:val="000000"/>
    </w:rPr>
  </w:style>
  <w:style w:type="table" w:styleId="PlainTable5">
    <w:name w:val="Plain Table 5"/>
    <w:basedOn w:val="TableNormal"/>
    <w:uiPriority w:val="45"/>
    <w:rsid w:val="00853FE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docsum-authors">
    <w:name w:val="docsum-authors"/>
    <w:basedOn w:val="DefaultParagraphFont"/>
    <w:rsid w:val="00F80E2C"/>
  </w:style>
  <w:style w:type="character" w:customStyle="1" w:styleId="docsum-journal-citation">
    <w:name w:val="docsum-journal-citation"/>
    <w:basedOn w:val="DefaultParagraphFont"/>
    <w:rsid w:val="00F80E2C"/>
  </w:style>
  <w:style w:type="character" w:customStyle="1" w:styleId="citation-part">
    <w:name w:val="citation-part"/>
    <w:basedOn w:val="DefaultParagraphFont"/>
    <w:rsid w:val="00F80E2C"/>
  </w:style>
  <w:style w:type="character" w:customStyle="1" w:styleId="docsum-pmid">
    <w:name w:val="docsum-pmid"/>
    <w:basedOn w:val="DefaultParagraphFont"/>
    <w:rsid w:val="00F80E2C"/>
  </w:style>
  <w:style w:type="paragraph" w:customStyle="1" w:styleId="Bibliographie1">
    <w:name w:val="Bibliographie1"/>
    <w:basedOn w:val="Normal"/>
    <w:link w:val="BibliographyCar"/>
    <w:rsid w:val="009B49C2"/>
    <w:pPr>
      <w:tabs>
        <w:tab w:val="left" w:pos="380"/>
      </w:tabs>
      <w:spacing w:line="240" w:lineRule="atLeast"/>
      <w:ind w:left="384" w:hanging="384"/>
    </w:pPr>
    <w:rPr>
      <w:rFonts w:eastAsia="Times New Roman"/>
      <w:sz w:val="18"/>
      <w:lang w:eastAsia="de-DE" w:bidi="en-US"/>
    </w:rPr>
  </w:style>
  <w:style w:type="character" w:customStyle="1" w:styleId="MDPI71ReferencesCar">
    <w:name w:val="MDPI_7.1_References Car"/>
    <w:basedOn w:val="DefaultParagraphFont"/>
    <w:link w:val="MDPI71References"/>
    <w:rsid w:val="009B49C2"/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BibliographyCar">
    <w:name w:val="Bibliography Car"/>
    <w:basedOn w:val="MDPI71ReferencesCar"/>
    <w:link w:val="Bibliographie1"/>
    <w:rsid w:val="009B49C2"/>
    <w:rPr>
      <w:rFonts w:ascii="Palatino Linotype" w:eastAsia="Times New Roman" w:hAnsi="Palatino Linotype"/>
      <w:noProof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7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5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9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2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7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2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4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tel\Downloads\jcm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5904A-5E1A-4FAC-9F6D-BCB4FBB7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jcm-template.dot</Template>
  <TotalTime>225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Anne-Lise PITEL</dc:creator>
  <cp:keywords/>
  <dc:description/>
  <cp:lastModifiedBy>MDPI</cp:lastModifiedBy>
  <cp:revision>12</cp:revision>
  <dcterms:created xsi:type="dcterms:W3CDTF">2023-05-09T09:39:00Z</dcterms:created>
  <dcterms:modified xsi:type="dcterms:W3CDTF">2023-05-23T07:41:00Z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zotero-version="6.0.21"&gt;&lt;session id="te8tiJEf"/&gt;&lt;style id="http://www.zotero.org/styles/journal-of-clinical-medicine" hasBibliography="1" bibliographyStyleHasBeenSet="1"/&gt;&lt;prefs&gt;&lt;pref name="fieldType" value="Field"/&gt;&lt;/prefs&gt;&lt;/data&gt;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12th edition - Harvard</vt:lpwstr>
  </property>
  <property fmtid="{D5CDD505-2E9C-101B-9397-08002B2CF9AE}" pid="13" name="Mendeley Recent Style Id 5_1">
    <vt:lpwstr>http://www.zotero.org/styles/ieee</vt:lpwstr>
  </property>
  <property fmtid="{D5CDD505-2E9C-101B-9397-08002B2CF9AE}" pid="14" name="Mendeley Recent Style Name 5_1">
    <vt:lpwstr>IEEE</vt:lpwstr>
  </property>
  <property fmtid="{D5CDD505-2E9C-101B-9397-08002B2CF9AE}" pid="15" name="Mendeley Recent Style Id 6_1">
    <vt:lpwstr>http://www.zotero.org/styles/journal-of-clinical-medicine</vt:lpwstr>
  </property>
  <property fmtid="{D5CDD505-2E9C-101B-9397-08002B2CF9AE}" pid="16" name="Mendeley Recent Style Name 6_1">
    <vt:lpwstr>Journal of Clinical Medicine</vt:lpwstr>
  </property>
  <property fmtid="{D5CDD505-2E9C-101B-9397-08002B2CF9AE}" pid="17" name="Mendeley Recent Style Id 7_1">
    <vt:lpwstr>http://www.zotero.org/styles/neuroscience</vt:lpwstr>
  </property>
  <property fmtid="{D5CDD505-2E9C-101B-9397-08002B2CF9AE}" pid="18" name="Mendeley Recent Style Name 7_1">
    <vt:lpwstr>Neuroscience</vt:lpwstr>
  </property>
  <property fmtid="{D5CDD505-2E9C-101B-9397-08002B2CF9AE}" pid="19" name="Mendeley Recent Style Id 8_1">
    <vt:lpwstr>http://csl.mendeley.com/styles/620785781/the-journal-of-neuroscience-chapter-new</vt:lpwstr>
  </property>
  <property fmtid="{D5CDD505-2E9C-101B-9397-08002B2CF9AE}" pid="20" name="Mendeley Recent Style Name 8_1">
    <vt:lpwstr>The Journal of Neuroscience - Anne Lise PITEL</vt:lpwstr>
  </property>
  <property fmtid="{D5CDD505-2E9C-101B-9397-08002B2CF9AE}" pid="21" name="Mendeley Recent Style Id 9_1">
    <vt:lpwstr>http://csl.mendeley.com/styles/620785781/the-journal-of-neuroscience-chapter</vt:lpwstr>
  </property>
  <property fmtid="{D5CDD505-2E9C-101B-9397-08002B2CF9AE}" pid="22" name="Mendeley Recent Style Name 9_1">
    <vt:lpwstr>The Journal of Neuroscience - Anne Lise PITEL</vt:lpwstr>
  </property>
</Properties>
</file>