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8B8A84" w14:textId="77777777" w:rsidR="00CB35DE" w:rsidRDefault="00CB35DE" w:rsidP="00B731A8">
      <w:pPr>
        <w:pStyle w:val="MDPI11articletype"/>
      </w:pPr>
      <w:r>
        <w:t>Supplementary Materials</w:t>
      </w:r>
    </w:p>
    <w:p w14:paraId="7C4DC92F" w14:textId="77AF9731" w:rsidR="00CB35DE" w:rsidRPr="00FB76A9" w:rsidRDefault="00B731A8" w:rsidP="00B731A8">
      <w:pPr>
        <w:pStyle w:val="MDPI41tablecaption"/>
      </w:pPr>
      <w:r w:rsidRPr="00B731A8">
        <w:rPr>
          <w:b/>
        </w:rPr>
        <w:t xml:space="preserve">Table S1. </w:t>
      </w:r>
      <w:r w:rsidR="00CB35DE" w:rsidRPr="00FB76A9">
        <w:t>One-way ANOVA of the callus induction rate</w:t>
      </w:r>
      <w:r>
        <w:t>.</w:t>
      </w:r>
    </w:p>
    <w:tbl>
      <w:tblPr>
        <w:tblW w:w="10465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26"/>
        <w:gridCol w:w="2190"/>
        <w:gridCol w:w="2511"/>
        <w:gridCol w:w="2107"/>
        <w:gridCol w:w="977"/>
        <w:gridCol w:w="1054"/>
      </w:tblGrid>
      <w:tr w:rsidR="00CB35DE" w:rsidRPr="00B731A8" w14:paraId="21720A56" w14:textId="77777777" w:rsidTr="00B731A8">
        <w:trPr>
          <w:jc w:val="center"/>
        </w:trPr>
        <w:tc>
          <w:tcPr>
            <w:tcW w:w="1203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F2C0B1B" w14:textId="77777777" w:rsidR="00CB35DE" w:rsidRPr="00B731A8" w:rsidRDefault="00CB35DE" w:rsidP="00B731A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color w:val="0D0D0D"/>
                <w:szCs w:val="16"/>
              </w:rPr>
            </w:pPr>
            <w:r w:rsidRPr="00B731A8">
              <w:rPr>
                <w:b/>
                <w:color w:val="0D0D0D"/>
                <w:szCs w:val="16"/>
              </w:rPr>
              <w:t xml:space="preserve">　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7B2EE89" w14:textId="77777777" w:rsidR="00CB35DE" w:rsidRPr="00B731A8" w:rsidRDefault="00CB35DE" w:rsidP="00B731A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color w:val="0D0D0D"/>
                <w:szCs w:val="16"/>
              </w:rPr>
            </w:pPr>
            <w:r w:rsidRPr="00B731A8">
              <w:rPr>
                <w:b/>
                <w:color w:val="0D0D0D"/>
                <w:szCs w:val="16"/>
              </w:rPr>
              <w:t>Sums of Squares (SS)</w:t>
            </w:r>
          </w:p>
        </w:tc>
        <w:tc>
          <w:tcPr>
            <w:tcW w:w="1858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675F4E8" w14:textId="77777777" w:rsidR="00CB35DE" w:rsidRPr="00B731A8" w:rsidRDefault="00CB35DE" w:rsidP="00B731A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color w:val="0D0D0D"/>
                <w:szCs w:val="16"/>
              </w:rPr>
            </w:pPr>
            <w:r w:rsidRPr="00B731A8">
              <w:rPr>
                <w:b/>
                <w:color w:val="0D0D0D"/>
                <w:szCs w:val="16"/>
              </w:rPr>
              <w:t>Degrees of Freedom (df)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6413AC8" w14:textId="77777777" w:rsidR="00CB35DE" w:rsidRPr="00B731A8" w:rsidRDefault="00CB35DE" w:rsidP="00B731A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color w:val="0D0D0D"/>
                <w:szCs w:val="16"/>
              </w:rPr>
            </w:pPr>
            <w:r w:rsidRPr="00B731A8">
              <w:rPr>
                <w:b/>
                <w:color w:val="0D0D0D"/>
                <w:szCs w:val="16"/>
              </w:rPr>
              <w:t>Mean Square (MS)</w:t>
            </w:r>
          </w:p>
        </w:tc>
        <w:tc>
          <w:tcPr>
            <w:tcW w:w="723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F78BD9C" w14:textId="77777777" w:rsidR="00CB35DE" w:rsidRPr="00B731A8" w:rsidRDefault="00CB35DE" w:rsidP="00B731A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color w:val="0D0D0D"/>
                <w:szCs w:val="16"/>
              </w:rPr>
            </w:pPr>
            <w:r w:rsidRPr="00B731A8">
              <w:rPr>
                <w:b/>
                <w:i/>
                <w:iCs/>
                <w:color w:val="0D0D0D"/>
                <w:szCs w:val="16"/>
              </w:rPr>
              <w:t>F</w:t>
            </w:r>
            <w:r w:rsidRPr="00B731A8">
              <w:rPr>
                <w:b/>
                <w:color w:val="0D0D0D"/>
                <w:szCs w:val="16"/>
              </w:rPr>
              <w:t xml:space="preserve"> value</w:t>
            </w:r>
          </w:p>
        </w:tc>
        <w:tc>
          <w:tcPr>
            <w:tcW w:w="78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60ED0EE" w14:textId="77777777" w:rsidR="00CB35DE" w:rsidRPr="00B731A8" w:rsidRDefault="00CB35DE" w:rsidP="00B731A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color w:val="0D0D0D"/>
                <w:szCs w:val="16"/>
              </w:rPr>
            </w:pPr>
            <w:r w:rsidRPr="00B731A8">
              <w:rPr>
                <w:b/>
                <w:i/>
                <w:iCs/>
                <w:color w:val="0D0D0D"/>
                <w:szCs w:val="16"/>
              </w:rPr>
              <w:t>P</w:t>
            </w:r>
            <w:r w:rsidRPr="00B731A8">
              <w:rPr>
                <w:b/>
                <w:color w:val="0D0D0D"/>
                <w:szCs w:val="16"/>
              </w:rPr>
              <w:t>-value</w:t>
            </w:r>
          </w:p>
        </w:tc>
      </w:tr>
      <w:tr w:rsidR="00CB35DE" w:rsidRPr="00B731A8" w14:paraId="48EAC3F3" w14:textId="77777777" w:rsidTr="00B731A8">
        <w:trPr>
          <w:jc w:val="center"/>
        </w:trPr>
        <w:tc>
          <w:tcPr>
            <w:tcW w:w="12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0350D9" w14:textId="77777777" w:rsidR="00CB35DE" w:rsidRPr="00B731A8" w:rsidRDefault="00CB35DE" w:rsidP="00B731A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D0D0D"/>
                <w:szCs w:val="16"/>
              </w:rPr>
            </w:pPr>
            <w:r w:rsidRPr="00B731A8">
              <w:rPr>
                <w:color w:val="0D0D0D"/>
                <w:szCs w:val="16"/>
              </w:rPr>
              <w:t xml:space="preserve">Between-group 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4152E0" w14:textId="77777777" w:rsidR="00CB35DE" w:rsidRPr="00B731A8" w:rsidRDefault="00CB35DE" w:rsidP="00B731A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D0D0D"/>
                <w:szCs w:val="16"/>
              </w:rPr>
            </w:pPr>
            <w:r w:rsidRPr="00B731A8">
              <w:rPr>
                <w:color w:val="0D0D0D"/>
                <w:szCs w:val="16"/>
              </w:rPr>
              <w:t>3016.451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151E23" w14:textId="77777777" w:rsidR="00CB35DE" w:rsidRPr="00B731A8" w:rsidRDefault="00CB35DE" w:rsidP="00B731A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D0D0D"/>
                <w:szCs w:val="16"/>
              </w:rPr>
            </w:pPr>
            <w:r w:rsidRPr="00B731A8">
              <w:rPr>
                <w:color w:val="0D0D0D"/>
                <w:szCs w:val="16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31F87C" w14:textId="77777777" w:rsidR="00CB35DE" w:rsidRPr="00B731A8" w:rsidRDefault="00CB35DE" w:rsidP="00B731A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D0D0D"/>
                <w:szCs w:val="16"/>
              </w:rPr>
            </w:pPr>
            <w:r w:rsidRPr="00B731A8">
              <w:rPr>
                <w:color w:val="0D0D0D"/>
                <w:szCs w:val="16"/>
              </w:rPr>
              <w:t>215.461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1689BB" w14:textId="77777777" w:rsidR="00CB35DE" w:rsidRPr="00B731A8" w:rsidRDefault="00CB35DE" w:rsidP="00B731A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D0D0D"/>
                <w:szCs w:val="16"/>
              </w:rPr>
            </w:pPr>
            <w:r w:rsidRPr="00B731A8">
              <w:rPr>
                <w:color w:val="0D0D0D"/>
                <w:szCs w:val="16"/>
              </w:rPr>
              <w:t>46.003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AEBF3A" w14:textId="77777777" w:rsidR="00CB35DE" w:rsidRPr="00B731A8" w:rsidRDefault="00CB35DE" w:rsidP="00B731A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D0D0D"/>
                <w:szCs w:val="16"/>
              </w:rPr>
            </w:pPr>
            <w:r w:rsidRPr="00B731A8">
              <w:rPr>
                <w:color w:val="0D0D0D"/>
                <w:szCs w:val="16"/>
              </w:rPr>
              <w:t>0.000</w:t>
            </w:r>
          </w:p>
        </w:tc>
      </w:tr>
      <w:tr w:rsidR="00CB35DE" w:rsidRPr="00B731A8" w14:paraId="6E772AF3" w14:textId="77777777" w:rsidTr="00B731A8">
        <w:trPr>
          <w:jc w:val="center"/>
        </w:trPr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6C1DBC" w14:textId="77777777" w:rsidR="00CB35DE" w:rsidRPr="00B731A8" w:rsidRDefault="00CB35DE" w:rsidP="00B731A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D0D0D"/>
                <w:szCs w:val="16"/>
              </w:rPr>
            </w:pPr>
            <w:r w:rsidRPr="00B731A8">
              <w:rPr>
                <w:color w:val="0D0D0D"/>
                <w:szCs w:val="16"/>
              </w:rPr>
              <w:t xml:space="preserve">Within-group 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BDBB0B" w14:textId="77777777" w:rsidR="00CB35DE" w:rsidRPr="00B731A8" w:rsidRDefault="00CB35DE" w:rsidP="00B731A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D0D0D"/>
                <w:szCs w:val="16"/>
              </w:rPr>
            </w:pPr>
            <w:r w:rsidRPr="00B731A8">
              <w:rPr>
                <w:color w:val="0D0D0D"/>
                <w:szCs w:val="16"/>
              </w:rPr>
              <w:t>632.285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BD77AE" w14:textId="77777777" w:rsidR="00CB35DE" w:rsidRPr="00B731A8" w:rsidRDefault="00CB35DE" w:rsidP="00B731A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D0D0D"/>
                <w:szCs w:val="16"/>
              </w:rPr>
            </w:pPr>
            <w:r w:rsidRPr="00B731A8">
              <w:rPr>
                <w:color w:val="0D0D0D"/>
                <w:szCs w:val="16"/>
              </w:rPr>
              <w:t>135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A50A28" w14:textId="77777777" w:rsidR="00CB35DE" w:rsidRPr="00B731A8" w:rsidRDefault="00CB35DE" w:rsidP="00B731A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D0D0D"/>
                <w:szCs w:val="16"/>
              </w:rPr>
            </w:pPr>
            <w:r w:rsidRPr="00B731A8">
              <w:rPr>
                <w:color w:val="0D0D0D"/>
                <w:szCs w:val="16"/>
              </w:rPr>
              <w:t>4.684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835FFF" w14:textId="77777777" w:rsidR="00CB35DE" w:rsidRPr="00B731A8" w:rsidRDefault="00CB35DE" w:rsidP="00B731A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D0D0D"/>
                <w:szCs w:val="16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068DB5" w14:textId="77777777" w:rsidR="00CB35DE" w:rsidRPr="00B731A8" w:rsidRDefault="00CB35DE" w:rsidP="00B731A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D0D0D"/>
                <w:szCs w:val="16"/>
              </w:rPr>
            </w:pPr>
          </w:p>
        </w:tc>
      </w:tr>
      <w:tr w:rsidR="00CB35DE" w:rsidRPr="00B731A8" w14:paraId="74B90CF4" w14:textId="77777777" w:rsidTr="00B731A8">
        <w:trPr>
          <w:jc w:val="center"/>
        </w:trPr>
        <w:tc>
          <w:tcPr>
            <w:tcW w:w="120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CB79014" w14:textId="77777777" w:rsidR="00CB35DE" w:rsidRPr="00B731A8" w:rsidRDefault="00CB35DE" w:rsidP="00B731A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D0D0D"/>
                <w:szCs w:val="16"/>
              </w:rPr>
            </w:pPr>
            <w:r w:rsidRPr="00B731A8">
              <w:rPr>
                <w:color w:val="0D0D0D"/>
                <w:szCs w:val="16"/>
              </w:rPr>
              <w:t>Total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1F4D5E" w14:textId="77777777" w:rsidR="00CB35DE" w:rsidRPr="00B731A8" w:rsidRDefault="00CB35DE" w:rsidP="00B731A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D0D0D"/>
                <w:szCs w:val="16"/>
              </w:rPr>
            </w:pPr>
            <w:r w:rsidRPr="00B731A8">
              <w:rPr>
                <w:color w:val="0D0D0D"/>
                <w:szCs w:val="16"/>
              </w:rPr>
              <w:t>3648.737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E803F7" w14:textId="77777777" w:rsidR="00CB35DE" w:rsidRPr="00B731A8" w:rsidRDefault="00CB35DE" w:rsidP="00B731A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D0D0D"/>
                <w:szCs w:val="16"/>
              </w:rPr>
            </w:pPr>
            <w:r w:rsidRPr="00B731A8">
              <w:rPr>
                <w:color w:val="0D0D0D"/>
                <w:szCs w:val="16"/>
              </w:rPr>
              <w:t>149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FECD505" w14:textId="77777777" w:rsidR="00CB35DE" w:rsidRPr="00B731A8" w:rsidRDefault="00CB35DE" w:rsidP="00B731A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D0D0D"/>
                <w:szCs w:val="16"/>
              </w:rPr>
            </w:pPr>
            <w:r w:rsidRPr="00B731A8">
              <w:rPr>
                <w:color w:val="0D0D0D"/>
                <w:szCs w:val="16"/>
              </w:rPr>
              <w:t xml:space="preserve">　</w:t>
            </w:r>
          </w:p>
        </w:tc>
        <w:tc>
          <w:tcPr>
            <w:tcW w:w="72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BB52D28" w14:textId="77777777" w:rsidR="00CB35DE" w:rsidRPr="00B731A8" w:rsidRDefault="00CB35DE" w:rsidP="00B731A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D0D0D"/>
                <w:szCs w:val="16"/>
              </w:rPr>
            </w:pPr>
            <w:r w:rsidRPr="00B731A8">
              <w:rPr>
                <w:color w:val="0D0D0D"/>
                <w:szCs w:val="16"/>
              </w:rPr>
              <w:t xml:space="preserve">　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092399D" w14:textId="77777777" w:rsidR="00CB35DE" w:rsidRPr="00B731A8" w:rsidRDefault="00CB35DE" w:rsidP="00B731A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D0D0D"/>
                <w:szCs w:val="16"/>
              </w:rPr>
            </w:pPr>
            <w:r w:rsidRPr="00B731A8">
              <w:rPr>
                <w:color w:val="0D0D0D"/>
                <w:szCs w:val="16"/>
              </w:rPr>
              <w:t xml:space="preserve">　</w:t>
            </w:r>
          </w:p>
        </w:tc>
      </w:tr>
    </w:tbl>
    <w:p w14:paraId="0FB1E0D7" w14:textId="6E544827" w:rsidR="00CB35DE" w:rsidRPr="00FB76A9" w:rsidRDefault="00B731A8" w:rsidP="00B731A8">
      <w:pPr>
        <w:pStyle w:val="MDPI41tablecaption"/>
        <w:jc w:val="both"/>
      </w:pPr>
      <w:r w:rsidRPr="00B731A8">
        <w:rPr>
          <w:b/>
        </w:rPr>
        <w:t xml:space="preserve">Table S2. </w:t>
      </w:r>
      <w:r w:rsidR="00CB35DE" w:rsidRPr="00FB76A9">
        <w:t>Pearson correlations among callus induction, green and albino plantlet regeneration rates</w:t>
      </w:r>
      <w:r>
        <w:t>.</w:t>
      </w:r>
    </w:p>
    <w:tbl>
      <w:tblPr>
        <w:tblW w:w="10465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17"/>
        <w:gridCol w:w="3374"/>
        <w:gridCol w:w="3774"/>
      </w:tblGrid>
      <w:tr w:rsidR="00CB35DE" w:rsidRPr="00B731A8" w14:paraId="24540050" w14:textId="77777777" w:rsidTr="00B731A8">
        <w:trPr>
          <w:jc w:val="center"/>
        </w:trPr>
        <w:tc>
          <w:tcPr>
            <w:tcW w:w="228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60B40CB" w14:textId="77777777" w:rsidR="00CB35DE" w:rsidRPr="00B731A8" w:rsidRDefault="00CB35DE" w:rsidP="00B731A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color w:val="0D0D0D"/>
                <w:szCs w:val="16"/>
              </w:rPr>
            </w:pPr>
            <w:r w:rsidRPr="00B731A8">
              <w:rPr>
                <w:b/>
                <w:color w:val="0D0D0D"/>
                <w:szCs w:val="16"/>
              </w:rPr>
              <w:t xml:space="preserve">　</w:t>
            </w:r>
          </w:p>
        </w:tc>
        <w:tc>
          <w:tcPr>
            <w:tcW w:w="232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C1776C" w14:textId="77777777" w:rsidR="00CB35DE" w:rsidRPr="00B731A8" w:rsidRDefault="00CB35DE" w:rsidP="00B731A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color w:val="0D0D0D"/>
                <w:szCs w:val="16"/>
              </w:rPr>
            </w:pPr>
            <w:r w:rsidRPr="00B731A8">
              <w:rPr>
                <w:b/>
                <w:color w:val="0D0D0D"/>
                <w:szCs w:val="16"/>
              </w:rPr>
              <w:t>Green plantlet regeneration rate</w:t>
            </w:r>
          </w:p>
        </w:tc>
        <w:tc>
          <w:tcPr>
            <w:tcW w:w="2595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10F559B" w14:textId="77777777" w:rsidR="00CB35DE" w:rsidRPr="00B731A8" w:rsidRDefault="00CB35DE" w:rsidP="00B731A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color w:val="0D0D0D"/>
                <w:szCs w:val="16"/>
              </w:rPr>
            </w:pPr>
            <w:r w:rsidRPr="00B731A8">
              <w:rPr>
                <w:b/>
                <w:color w:val="0D0D0D"/>
                <w:szCs w:val="16"/>
              </w:rPr>
              <w:t>Albino plantlet regeneration rate</w:t>
            </w:r>
          </w:p>
        </w:tc>
      </w:tr>
      <w:tr w:rsidR="00CB35DE" w:rsidRPr="00B731A8" w14:paraId="33DF16B4" w14:textId="77777777" w:rsidTr="00B731A8">
        <w:trPr>
          <w:jc w:val="center"/>
        </w:trPr>
        <w:tc>
          <w:tcPr>
            <w:tcW w:w="22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9CD135" w14:textId="77777777" w:rsidR="00CB35DE" w:rsidRPr="00B731A8" w:rsidRDefault="00CB35DE" w:rsidP="00B731A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D0D0D"/>
                <w:szCs w:val="16"/>
              </w:rPr>
            </w:pPr>
            <w:r w:rsidRPr="00B731A8">
              <w:rPr>
                <w:color w:val="0D0D0D"/>
                <w:szCs w:val="16"/>
              </w:rPr>
              <w:t>Callus induction rate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12B76C" w14:textId="77777777" w:rsidR="00CB35DE" w:rsidRPr="00B731A8" w:rsidRDefault="00CB35DE" w:rsidP="00B731A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D0D0D"/>
                <w:szCs w:val="16"/>
              </w:rPr>
            </w:pPr>
            <w:r w:rsidRPr="00B731A8">
              <w:rPr>
                <w:color w:val="0D0D0D"/>
                <w:szCs w:val="16"/>
              </w:rPr>
              <w:t>-0.050</w:t>
            </w:r>
          </w:p>
        </w:tc>
        <w:tc>
          <w:tcPr>
            <w:tcW w:w="259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13638D" w14:textId="77777777" w:rsidR="00CB35DE" w:rsidRPr="00B731A8" w:rsidRDefault="00CB35DE" w:rsidP="00B731A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D0D0D"/>
                <w:szCs w:val="16"/>
              </w:rPr>
            </w:pPr>
            <w:r w:rsidRPr="00B731A8">
              <w:rPr>
                <w:color w:val="0D0D0D"/>
                <w:szCs w:val="16"/>
              </w:rPr>
              <w:t>-0.205</w:t>
            </w:r>
          </w:p>
        </w:tc>
      </w:tr>
      <w:tr w:rsidR="00CB35DE" w:rsidRPr="00B731A8" w14:paraId="1FF7C134" w14:textId="77777777" w:rsidTr="00B731A8">
        <w:trPr>
          <w:jc w:val="center"/>
        </w:trPr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076C23F" w14:textId="77777777" w:rsidR="00CB35DE" w:rsidRPr="00B731A8" w:rsidRDefault="00CB35DE" w:rsidP="00B731A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D0D0D"/>
                <w:szCs w:val="16"/>
              </w:rPr>
            </w:pPr>
            <w:r w:rsidRPr="00B731A8">
              <w:rPr>
                <w:color w:val="0D0D0D"/>
                <w:szCs w:val="16"/>
              </w:rPr>
              <w:t>Green plantlet regeneration rate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706AFF9" w14:textId="77777777" w:rsidR="00CB35DE" w:rsidRPr="00B731A8" w:rsidRDefault="00CB35DE" w:rsidP="00B731A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D0D0D"/>
                <w:szCs w:val="16"/>
              </w:rPr>
            </w:pPr>
            <w:r w:rsidRPr="00B731A8">
              <w:rPr>
                <w:color w:val="0D0D0D"/>
                <w:szCs w:val="16"/>
              </w:rPr>
              <w:t xml:space="preserve">　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99A911" w14:textId="77777777" w:rsidR="00CB35DE" w:rsidRPr="00B731A8" w:rsidRDefault="00CB35DE" w:rsidP="00B731A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color w:val="0D0D0D"/>
                <w:szCs w:val="16"/>
              </w:rPr>
            </w:pPr>
            <w:r w:rsidRPr="00B731A8">
              <w:rPr>
                <w:color w:val="0D0D0D"/>
                <w:szCs w:val="16"/>
              </w:rPr>
              <w:t>0.155</w:t>
            </w:r>
          </w:p>
        </w:tc>
      </w:tr>
    </w:tbl>
    <w:p w14:paraId="7E38B756" w14:textId="7C635A6A" w:rsidR="00CB35DE" w:rsidRPr="00FB76A9" w:rsidRDefault="00B731A8" w:rsidP="00B731A8">
      <w:pPr>
        <w:pStyle w:val="MDPI41tablecaption"/>
      </w:pPr>
      <w:r w:rsidRPr="00B731A8">
        <w:rPr>
          <w:b/>
        </w:rPr>
        <w:t xml:space="preserve">Table S3. </w:t>
      </w:r>
      <w:r w:rsidR="00CB35DE" w:rsidRPr="00FB76A9">
        <w:t>Summary of DNA-seq data from seedlings of different rice genotypes</w:t>
      </w:r>
      <w:r>
        <w:t>.</w:t>
      </w:r>
    </w:p>
    <w:tbl>
      <w:tblPr>
        <w:tblW w:w="10465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2"/>
        <w:gridCol w:w="1930"/>
        <w:gridCol w:w="2080"/>
        <w:gridCol w:w="2080"/>
        <w:gridCol w:w="1373"/>
      </w:tblGrid>
      <w:tr w:rsidR="00CB35DE" w:rsidRPr="00B731A8" w14:paraId="4C74979B" w14:textId="77777777" w:rsidTr="00B731A8">
        <w:trPr>
          <w:jc w:val="center"/>
        </w:trPr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0DE4844" w14:textId="77777777" w:rsidR="00CB35DE" w:rsidRPr="00B731A8" w:rsidRDefault="00CB35DE" w:rsidP="00B731A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szCs w:val="16"/>
              </w:rPr>
            </w:pPr>
            <w:r w:rsidRPr="00B731A8">
              <w:rPr>
                <w:b/>
                <w:szCs w:val="16"/>
              </w:rPr>
              <w:t>Code of rice genotype</w:t>
            </w:r>
          </w:p>
        </w:tc>
        <w:tc>
          <w:tcPr>
            <w:tcW w:w="1184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873371" w14:textId="77777777" w:rsidR="00CB35DE" w:rsidRPr="00B731A8" w:rsidRDefault="00CB35DE" w:rsidP="00B731A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szCs w:val="16"/>
              </w:rPr>
            </w:pPr>
            <w:r w:rsidRPr="00B731A8">
              <w:rPr>
                <w:b/>
                <w:szCs w:val="16"/>
              </w:rPr>
              <w:t>Raw base (G)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CD4E9E" w14:textId="77777777" w:rsidR="00CB35DE" w:rsidRPr="00B731A8" w:rsidRDefault="00CB35DE" w:rsidP="00B731A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szCs w:val="16"/>
              </w:rPr>
            </w:pPr>
            <w:r w:rsidRPr="00B731A8">
              <w:rPr>
                <w:b/>
                <w:szCs w:val="16"/>
              </w:rPr>
              <w:t>Clean base (G)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4DD1B3" w14:textId="77777777" w:rsidR="00CB35DE" w:rsidRPr="00B731A8" w:rsidRDefault="00CB35DE" w:rsidP="00B731A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szCs w:val="16"/>
              </w:rPr>
            </w:pPr>
            <w:r w:rsidRPr="00B731A8">
              <w:rPr>
                <w:b/>
                <w:szCs w:val="16"/>
              </w:rPr>
              <w:t>GC content (%)</w:t>
            </w:r>
          </w:p>
        </w:tc>
        <w:tc>
          <w:tcPr>
            <w:tcW w:w="842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7292C0" w14:textId="77777777" w:rsidR="00CB35DE" w:rsidRPr="00B731A8" w:rsidRDefault="00CB35DE" w:rsidP="00B731A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b/>
                <w:szCs w:val="16"/>
              </w:rPr>
            </w:pPr>
            <w:r w:rsidRPr="00B731A8">
              <w:rPr>
                <w:b/>
                <w:szCs w:val="16"/>
              </w:rPr>
              <w:t>Q30 (%)</w:t>
            </w:r>
          </w:p>
        </w:tc>
      </w:tr>
      <w:tr w:rsidR="00CB35DE" w:rsidRPr="00B731A8" w14:paraId="79012312" w14:textId="77777777" w:rsidTr="00B731A8">
        <w:trPr>
          <w:jc w:val="center"/>
        </w:trPr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E8F691" w14:textId="77777777" w:rsidR="00CB35DE" w:rsidRPr="00B731A8" w:rsidRDefault="00CB35DE" w:rsidP="00B731A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6"/>
              </w:rPr>
            </w:pPr>
            <w:r w:rsidRPr="00B731A8">
              <w:rPr>
                <w:szCs w:val="16"/>
              </w:rPr>
              <w:t>Q1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47E9AD" w14:textId="77777777" w:rsidR="00CB35DE" w:rsidRPr="00B731A8" w:rsidRDefault="00CB35DE" w:rsidP="00B731A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6"/>
              </w:rPr>
            </w:pPr>
            <w:r w:rsidRPr="00B731A8">
              <w:rPr>
                <w:szCs w:val="16"/>
              </w:rPr>
              <w:t xml:space="preserve">1.11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DC52E3" w14:textId="77777777" w:rsidR="00CB35DE" w:rsidRPr="00B731A8" w:rsidRDefault="00CB35DE" w:rsidP="00B731A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6"/>
              </w:rPr>
            </w:pPr>
            <w:r w:rsidRPr="00B731A8">
              <w:rPr>
                <w:szCs w:val="16"/>
              </w:rPr>
              <w:t xml:space="preserve">0.73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649B6A" w14:textId="77777777" w:rsidR="00CB35DE" w:rsidRPr="00B731A8" w:rsidRDefault="00CB35DE" w:rsidP="00B731A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6"/>
              </w:rPr>
            </w:pPr>
            <w:r w:rsidRPr="00B731A8">
              <w:rPr>
                <w:szCs w:val="16"/>
              </w:rPr>
              <w:t xml:space="preserve">48.66 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AB2041" w14:textId="77777777" w:rsidR="00CB35DE" w:rsidRPr="00B731A8" w:rsidRDefault="00CB35DE" w:rsidP="00B731A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6"/>
              </w:rPr>
            </w:pPr>
            <w:r w:rsidRPr="00B731A8">
              <w:rPr>
                <w:szCs w:val="16"/>
              </w:rPr>
              <w:t xml:space="preserve">93.97 </w:t>
            </w:r>
          </w:p>
        </w:tc>
      </w:tr>
      <w:tr w:rsidR="00CB35DE" w:rsidRPr="00B731A8" w14:paraId="0079374E" w14:textId="77777777" w:rsidTr="00B731A8">
        <w:trPr>
          <w:jc w:val="center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AB51FD" w14:textId="77777777" w:rsidR="00CB35DE" w:rsidRPr="00B731A8" w:rsidRDefault="00CB35DE" w:rsidP="00B731A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6"/>
              </w:rPr>
            </w:pPr>
            <w:r w:rsidRPr="00B731A8">
              <w:rPr>
                <w:szCs w:val="16"/>
              </w:rPr>
              <w:t>Q2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7538D8" w14:textId="77777777" w:rsidR="00CB35DE" w:rsidRPr="00B731A8" w:rsidRDefault="00CB35DE" w:rsidP="00B731A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6"/>
              </w:rPr>
            </w:pPr>
            <w:r w:rsidRPr="00B731A8">
              <w:rPr>
                <w:szCs w:val="16"/>
              </w:rPr>
              <w:t xml:space="preserve">1.03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127974" w14:textId="77777777" w:rsidR="00CB35DE" w:rsidRPr="00B731A8" w:rsidRDefault="00CB35DE" w:rsidP="00B731A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6"/>
              </w:rPr>
            </w:pPr>
            <w:r w:rsidRPr="00B731A8">
              <w:rPr>
                <w:szCs w:val="16"/>
              </w:rPr>
              <w:t xml:space="preserve">0.70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CA3FD1" w14:textId="77777777" w:rsidR="00CB35DE" w:rsidRPr="00B731A8" w:rsidRDefault="00CB35DE" w:rsidP="00B731A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6"/>
              </w:rPr>
            </w:pPr>
            <w:r w:rsidRPr="00B731A8">
              <w:rPr>
                <w:szCs w:val="16"/>
              </w:rPr>
              <w:t xml:space="preserve">49.23 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FF0541" w14:textId="77777777" w:rsidR="00CB35DE" w:rsidRPr="00B731A8" w:rsidRDefault="00CB35DE" w:rsidP="00B731A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6"/>
              </w:rPr>
            </w:pPr>
            <w:r w:rsidRPr="00B731A8">
              <w:rPr>
                <w:szCs w:val="16"/>
              </w:rPr>
              <w:t xml:space="preserve">94.15 </w:t>
            </w:r>
          </w:p>
        </w:tc>
      </w:tr>
      <w:tr w:rsidR="00CB35DE" w:rsidRPr="00B731A8" w14:paraId="12866F2B" w14:textId="77777777" w:rsidTr="00B731A8">
        <w:trPr>
          <w:jc w:val="center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4B50A6" w14:textId="77777777" w:rsidR="00CB35DE" w:rsidRPr="00B731A8" w:rsidRDefault="00CB35DE" w:rsidP="00B731A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6"/>
              </w:rPr>
            </w:pPr>
            <w:r w:rsidRPr="00B731A8">
              <w:rPr>
                <w:szCs w:val="16"/>
              </w:rPr>
              <w:t>Q3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61DBAD" w14:textId="77777777" w:rsidR="00CB35DE" w:rsidRPr="00B731A8" w:rsidRDefault="00CB35DE" w:rsidP="00B731A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6"/>
              </w:rPr>
            </w:pPr>
            <w:r w:rsidRPr="00B731A8">
              <w:rPr>
                <w:szCs w:val="16"/>
              </w:rPr>
              <w:t xml:space="preserve">0.92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356C51" w14:textId="77777777" w:rsidR="00CB35DE" w:rsidRPr="00B731A8" w:rsidRDefault="00CB35DE" w:rsidP="00B731A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6"/>
              </w:rPr>
            </w:pPr>
            <w:r w:rsidRPr="00B731A8">
              <w:rPr>
                <w:szCs w:val="16"/>
              </w:rPr>
              <w:t xml:space="preserve">0.62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892BA2" w14:textId="77777777" w:rsidR="00CB35DE" w:rsidRPr="00B731A8" w:rsidRDefault="00CB35DE" w:rsidP="00B731A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6"/>
              </w:rPr>
            </w:pPr>
            <w:r w:rsidRPr="00B731A8">
              <w:rPr>
                <w:szCs w:val="16"/>
              </w:rPr>
              <w:t xml:space="preserve">48.99 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5B8EE9" w14:textId="77777777" w:rsidR="00CB35DE" w:rsidRPr="00B731A8" w:rsidRDefault="00CB35DE" w:rsidP="00B731A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6"/>
              </w:rPr>
            </w:pPr>
            <w:r w:rsidRPr="00B731A8">
              <w:rPr>
                <w:szCs w:val="16"/>
              </w:rPr>
              <w:t xml:space="preserve">94.46 </w:t>
            </w:r>
          </w:p>
        </w:tc>
      </w:tr>
      <w:tr w:rsidR="00CB35DE" w:rsidRPr="00B731A8" w14:paraId="2941C8FD" w14:textId="77777777" w:rsidTr="00B731A8">
        <w:trPr>
          <w:jc w:val="center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637506" w14:textId="77777777" w:rsidR="00CB35DE" w:rsidRPr="00B731A8" w:rsidRDefault="00CB35DE" w:rsidP="00B731A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6"/>
              </w:rPr>
            </w:pPr>
            <w:r w:rsidRPr="00B731A8">
              <w:rPr>
                <w:szCs w:val="16"/>
              </w:rPr>
              <w:t>Q4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8D4E0E" w14:textId="77777777" w:rsidR="00CB35DE" w:rsidRPr="00B731A8" w:rsidRDefault="00CB35DE" w:rsidP="00B731A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6"/>
              </w:rPr>
            </w:pPr>
            <w:r w:rsidRPr="00B731A8">
              <w:rPr>
                <w:szCs w:val="16"/>
              </w:rPr>
              <w:t xml:space="preserve">1.05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F857FD" w14:textId="77777777" w:rsidR="00CB35DE" w:rsidRPr="00B731A8" w:rsidRDefault="00CB35DE" w:rsidP="00B731A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6"/>
              </w:rPr>
            </w:pPr>
            <w:r w:rsidRPr="00B731A8">
              <w:rPr>
                <w:szCs w:val="16"/>
              </w:rPr>
              <w:t xml:space="preserve">0.70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5443C7" w14:textId="77777777" w:rsidR="00CB35DE" w:rsidRPr="00B731A8" w:rsidRDefault="00CB35DE" w:rsidP="00B731A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6"/>
              </w:rPr>
            </w:pPr>
            <w:r w:rsidRPr="00B731A8">
              <w:rPr>
                <w:szCs w:val="16"/>
              </w:rPr>
              <w:t xml:space="preserve">49.83 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B8EBFB" w14:textId="77777777" w:rsidR="00CB35DE" w:rsidRPr="00B731A8" w:rsidRDefault="00CB35DE" w:rsidP="00B731A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6"/>
              </w:rPr>
            </w:pPr>
            <w:r w:rsidRPr="00B731A8">
              <w:rPr>
                <w:szCs w:val="16"/>
              </w:rPr>
              <w:t xml:space="preserve">94.26 </w:t>
            </w:r>
          </w:p>
        </w:tc>
      </w:tr>
      <w:tr w:rsidR="00CB35DE" w:rsidRPr="00B731A8" w14:paraId="022933F6" w14:textId="77777777" w:rsidTr="00B731A8">
        <w:trPr>
          <w:jc w:val="center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C84C5A" w14:textId="77777777" w:rsidR="00CB35DE" w:rsidRPr="00B731A8" w:rsidRDefault="00CB35DE" w:rsidP="00B731A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6"/>
              </w:rPr>
            </w:pPr>
            <w:r w:rsidRPr="00B731A8">
              <w:rPr>
                <w:szCs w:val="16"/>
              </w:rPr>
              <w:t>Q5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260C9C" w14:textId="77777777" w:rsidR="00CB35DE" w:rsidRPr="00B731A8" w:rsidRDefault="00CB35DE" w:rsidP="00B731A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6"/>
              </w:rPr>
            </w:pPr>
            <w:r w:rsidRPr="00B731A8">
              <w:rPr>
                <w:szCs w:val="16"/>
              </w:rPr>
              <w:t xml:space="preserve">1.16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BE9671" w14:textId="77777777" w:rsidR="00CB35DE" w:rsidRPr="00B731A8" w:rsidRDefault="00CB35DE" w:rsidP="00B731A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6"/>
              </w:rPr>
            </w:pPr>
            <w:r w:rsidRPr="00B731A8">
              <w:rPr>
                <w:szCs w:val="16"/>
              </w:rPr>
              <w:t xml:space="preserve">0.77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9E1165" w14:textId="77777777" w:rsidR="00CB35DE" w:rsidRPr="00B731A8" w:rsidRDefault="00CB35DE" w:rsidP="00B731A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6"/>
              </w:rPr>
            </w:pPr>
            <w:r w:rsidRPr="00B731A8">
              <w:rPr>
                <w:szCs w:val="16"/>
              </w:rPr>
              <w:t xml:space="preserve">48.51 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0E06D7" w14:textId="77777777" w:rsidR="00CB35DE" w:rsidRPr="00B731A8" w:rsidRDefault="00CB35DE" w:rsidP="00B731A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6"/>
              </w:rPr>
            </w:pPr>
            <w:r w:rsidRPr="00B731A8">
              <w:rPr>
                <w:szCs w:val="16"/>
              </w:rPr>
              <w:t xml:space="preserve">94.13 </w:t>
            </w:r>
          </w:p>
        </w:tc>
      </w:tr>
      <w:tr w:rsidR="00CB35DE" w:rsidRPr="00B731A8" w14:paraId="6F796D70" w14:textId="77777777" w:rsidTr="00B731A8">
        <w:trPr>
          <w:jc w:val="center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BB0D48" w14:textId="77777777" w:rsidR="00CB35DE" w:rsidRPr="00B731A8" w:rsidRDefault="00CB35DE" w:rsidP="00B731A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6"/>
              </w:rPr>
            </w:pPr>
            <w:r w:rsidRPr="00B731A8">
              <w:rPr>
                <w:szCs w:val="16"/>
              </w:rPr>
              <w:t>Q6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F93D60" w14:textId="77777777" w:rsidR="00CB35DE" w:rsidRPr="00B731A8" w:rsidRDefault="00CB35DE" w:rsidP="00B731A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6"/>
              </w:rPr>
            </w:pPr>
            <w:r w:rsidRPr="00B731A8">
              <w:rPr>
                <w:szCs w:val="16"/>
              </w:rPr>
              <w:t xml:space="preserve">0.98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B481E3" w14:textId="77777777" w:rsidR="00CB35DE" w:rsidRPr="00B731A8" w:rsidRDefault="00CB35DE" w:rsidP="00B731A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6"/>
              </w:rPr>
            </w:pPr>
            <w:r w:rsidRPr="00B731A8">
              <w:rPr>
                <w:szCs w:val="16"/>
              </w:rPr>
              <w:t xml:space="preserve">0.68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E79099" w14:textId="77777777" w:rsidR="00CB35DE" w:rsidRPr="00B731A8" w:rsidRDefault="00CB35DE" w:rsidP="00B731A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6"/>
              </w:rPr>
            </w:pPr>
            <w:r w:rsidRPr="00B731A8">
              <w:rPr>
                <w:szCs w:val="16"/>
              </w:rPr>
              <w:t xml:space="preserve">48.76 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A2FABA" w14:textId="77777777" w:rsidR="00CB35DE" w:rsidRPr="00B731A8" w:rsidRDefault="00CB35DE" w:rsidP="00B731A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6"/>
              </w:rPr>
            </w:pPr>
            <w:r w:rsidRPr="00B731A8">
              <w:rPr>
                <w:szCs w:val="16"/>
              </w:rPr>
              <w:t xml:space="preserve">94.17 </w:t>
            </w:r>
          </w:p>
        </w:tc>
      </w:tr>
      <w:tr w:rsidR="00CB35DE" w:rsidRPr="00B731A8" w14:paraId="26D1B23D" w14:textId="77777777" w:rsidTr="00B731A8">
        <w:trPr>
          <w:jc w:val="center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68578B" w14:textId="77777777" w:rsidR="00CB35DE" w:rsidRPr="00B731A8" w:rsidRDefault="00CB35DE" w:rsidP="00B731A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6"/>
              </w:rPr>
            </w:pPr>
            <w:r w:rsidRPr="00B731A8">
              <w:rPr>
                <w:szCs w:val="16"/>
              </w:rPr>
              <w:t>Q7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F32F69" w14:textId="77777777" w:rsidR="00CB35DE" w:rsidRPr="00B731A8" w:rsidRDefault="00CB35DE" w:rsidP="00B731A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6"/>
              </w:rPr>
            </w:pPr>
            <w:r w:rsidRPr="00B731A8">
              <w:rPr>
                <w:szCs w:val="16"/>
              </w:rPr>
              <w:t xml:space="preserve">0.93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6EA6A9" w14:textId="77777777" w:rsidR="00CB35DE" w:rsidRPr="00B731A8" w:rsidRDefault="00CB35DE" w:rsidP="00B731A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6"/>
              </w:rPr>
            </w:pPr>
            <w:r w:rsidRPr="00B731A8">
              <w:rPr>
                <w:szCs w:val="16"/>
              </w:rPr>
              <w:t xml:space="preserve">0.63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FC813B" w14:textId="77777777" w:rsidR="00CB35DE" w:rsidRPr="00B731A8" w:rsidRDefault="00CB35DE" w:rsidP="00B731A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6"/>
              </w:rPr>
            </w:pPr>
            <w:r w:rsidRPr="00B731A8">
              <w:rPr>
                <w:szCs w:val="16"/>
              </w:rPr>
              <w:t xml:space="preserve">49.72 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F6741F" w14:textId="77777777" w:rsidR="00CB35DE" w:rsidRPr="00B731A8" w:rsidRDefault="00CB35DE" w:rsidP="00B731A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6"/>
              </w:rPr>
            </w:pPr>
            <w:r w:rsidRPr="00B731A8">
              <w:rPr>
                <w:szCs w:val="16"/>
              </w:rPr>
              <w:t xml:space="preserve">94.41 </w:t>
            </w:r>
          </w:p>
        </w:tc>
      </w:tr>
      <w:tr w:rsidR="00CB35DE" w:rsidRPr="00B731A8" w14:paraId="5DB2B4FC" w14:textId="77777777" w:rsidTr="00B731A8">
        <w:trPr>
          <w:jc w:val="center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AF93FE" w14:textId="77777777" w:rsidR="00CB35DE" w:rsidRPr="00B731A8" w:rsidRDefault="00CB35DE" w:rsidP="00B731A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6"/>
              </w:rPr>
            </w:pPr>
            <w:r w:rsidRPr="00B731A8">
              <w:rPr>
                <w:szCs w:val="16"/>
              </w:rPr>
              <w:t>Q8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CD5C34" w14:textId="77777777" w:rsidR="00CB35DE" w:rsidRPr="00B731A8" w:rsidRDefault="00CB35DE" w:rsidP="00B731A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6"/>
              </w:rPr>
            </w:pPr>
            <w:r w:rsidRPr="00B731A8">
              <w:rPr>
                <w:szCs w:val="16"/>
              </w:rPr>
              <w:t xml:space="preserve">1.11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570412" w14:textId="77777777" w:rsidR="00CB35DE" w:rsidRPr="00B731A8" w:rsidRDefault="00CB35DE" w:rsidP="00B731A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6"/>
              </w:rPr>
            </w:pPr>
            <w:r w:rsidRPr="00B731A8">
              <w:rPr>
                <w:szCs w:val="16"/>
              </w:rPr>
              <w:t xml:space="preserve">0.74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43DD76" w14:textId="77777777" w:rsidR="00CB35DE" w:rsidRPr="00B731A8" w:rsidRDefault="00CB35DE" w:rsidP="00B731A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6"/>
              </w:rPr>
            </w:pPr>
            <w:r w:rsidRPr="00B731A8">
              <w:rPr>
                <w:szCs w:val="16"/>
              </w:rPr>
              <w:t xml:space="preserve">49.70 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93D72D" w14:textId="77777777" w:rsidR="00CB35DE" w:rsidRPr="00B731A8" w:rsidRDefault="00CB35DE" w:rsidP="00B731A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6"/>
              </w:rPr>
            </w:pPr>
            <w:r w:rsidRPr="00B731A8">
              <w:rPr>
                <w:szCs w:val="16"/>
              </w:rPr>
              <w:t xml:space="preserve">94.37 </w:t>
            </w:r>
          </w:p>
        </w:tc>
      </w:tr>
      <w:tr w:rsidR="00CB35DE" w:rsidRPr="00B731A8" w14:paraId="65BF8BA3" w14:textId="77777777" w:rsidTr="00B731A8">
        <w:trPr>
          <w:jc w:val="center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D60702" w14:textId="77777777" w:rsidR="00CB35DE" w:rsidRPr="00B731A8" w:rsidRDefault="00CB35DE" w:rsidP="00B731A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6"/>
              </w:rPr>
            </w:pPr>
            <w:r w:rsidRPr="00B731A8">
              <w:rPr>
                <w:szCs w:val="16"/>
              </w:rPr>
              <w:t>Q9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D79AF0" w14:textId="77777777" w:rsidR="00CB35DE" w:rsidRPr="00B731A8" w:rsidRDefault="00CB35DE" w:rsidP="00B731A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6"/>
              </w:rPr>
            </w:pPr>
            <w:r w:rsidRPr="00B731A8">
              <w:rPr>
                <w:szCs w:val="16"/>
              </w:rPr>
              <w:t xml:space="preserve">0.88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5FC068" w14:textId="77777777" w:rsidR="00CB35DE" w:rsidRPr="00B731A8" w:rsidRDefault="00CB35DE" w:rsidP="00B731A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6"/>
              </w:rPr>
            </w:pPr>
            <w:r w:rsidRPr="00B731A8">
              <w:rPr>
                <w:szCs w:val="16"/>
              </w:rPr>
              <w:t xml:space="preserve">0.58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6519BE" w14:textId="77777777" w:rsidR="00CB35DE" w:rsidRPr="00B731A8" w:rsidRDefault="00CB35DE" w:rsidP="00B731A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6"/>
              </w:rPr>
            </w:pPr>
            <w:r w:rsidRPr="00B731A8">
              <w:rPr>
                <w:szCs w:val="16"/>
              </w:rPr>
              <w:t xml:space="preserve">49.16 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995E33" w14:textId="77777777" w:rsidR="00CB35DE" w:rsidRPr="00B731A8" w:rsidRDefault="00CB35DE" w:rsidP="00B731A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6"/>
              </w:rPr>
            </w:pPr>
            <w:r w:rsidRPr="00B731A8">
              <w:rPr>
                <w:szCs w:val="16"/>
              </w:rPr>
              <w:t xml:space="preserve">94.25 </w:t>
            </w:r>
          </w:p>
        </w:tc>
      </w:tr>
      <w:tr w:rsidR="00CB35DE" w:rsidRPr="00B731A8" w14:paraId="1C33BC40" w14:textId="77777777" w:rsidTr="00B731A8">
        <w:trPr>
          <w:jc w:val="center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5CE681" w14:textId="77777777" w:rsidR="00CB35DE" w:rsidRPr="00B731A8" w:rsidRDefault="00CB35DE" w:rsidP="00B731A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6"/>
              </w:rPr>
            </w:pPr>
            <w:r w:rsidRPr="00B731A8">
              <w:rPr>
                <w:szCs w:val="16"/>
              </w:rPr>
              <w:t>Q10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0380C3" w14:textId="77777777" w:rsidR="00CB35DE" w:rsidRPr="00B731A8" w:rsidRDefault="00CB35DE" w:rsidP="00B731A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6"/>
              </w:rPr>
            </w:pPr>
            <w:r w:rsidRPr="00B731A8">
              <w:rPr>
                <w:szCs w:val="16"/>
              </w:rPr>
              <w:t xml:space="preserve">0.87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6F7E87" w14:textId="77777777" w:rsidR="00CB35DE" w:rsidRPr="00B731A8" w:rsidRDefault="00CB35DE" w:rsidP="00B731A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6"/>
              </w:rPr>
            </w:pPr>
            <w:r w:rsidRPr="00B731A8">
              <w:rPr>
                <w:szCs w:val="16"/>
              </w:rPr>
              <w:t xml:space="preserve">0.60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55C00C" w14:textId="77777777" w:rsidR="00CB35DE" w:rsidRPr="00B731A8" w:rsidRDefault="00CB35DE" w:rsidP="00B731A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6"/>
              </w:rPr>
            </w:pPr>
            <w:r w:rsidRPr="00B731A8">
              <w:rPr>
                <w:szCs w:val="16"/>
              </w:rPr>
              <w:t xml:space="preserve">48.66 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B5741A" w14:textId="77777777" w:rsidR="00CB35DE" w:rsidRPr="00B731A8" w:rsidRDefault="00CB35DE" w:rsidP="00B731A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6"/>
              </w:rPr>
            </w:pPr>
            <w:r w:rsidRPr="00B731A8">
              <w:rPr>
                <w:szCs w:val="16"/>
              </w:rPr>
              <w:t xml:space="preserve">94.07 </w:t>
            </w:r>
          </w:p>
        </w:tc>
      </w:tr>
      <w:tr w:rsidR="00CB35DE" w:rsidRPr="00B731A8" w14:paraId="594739B8" w14:textId="77777777" w:rsidTr="00B731A8">
        <w:trPr>
          <w:jc w:val="center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C99C93" w14:textId="77777777" w:rsidR="00CB35DE" w:rsidRPr="00B731A8" w:rsidRDefault="00CB35DE" w:rsidP="00B731A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6"/>
              </w:rPr>
            </w:pPr>
            <w:r w:rsidRPr="00B731A8">
              <w:rPr>
                <w:szCs w:val="16"/>
              </w:rPr>
              <w:t>Q11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86527" w14:textId="77777777" w:rsidR="00CB35DE" w:rsidRPr="00B731A8" w:rsidRDefault="00CB35DE" w:rsidP="00B731A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6"/>
              </w:rPr>
            </w:pPr>
            <w:r w:rsidRPr="00B731A8">
              <w:rPr>
                <w:szCs w:val="16"/>
              </w:rPr>
              <w:t xml:space="preserve">0.86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9D7A62" w14:textId="77777777" w:rsidR="00CB35DE" w:rsidRPr="00B731A8" w:rsidRDefault="00CB35DE" w:rsidP="00B731A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6"/>
              </w:rPr>
            </w:pPr>
            <w:r w:rsidRPr="00B731A8">
              <w:rPr>
                <w:szCs w:val="16"/>
              </w:rPr>
              <w:t xml:space="preserve">0.57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6CED0C" w14:textId="77777777" w:rsidR="00CB35DE" w:rsidRPr="00B731A8" w:rsidRDefault="00CB35DE" w:rsidP="00B731A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6"/>
              </w:rPr>
            </w:pPr>
            <w:r w:rsidRPr="00B731A8">
              <w:rPr>
                <w:szCs w:val="16"/>
              </w:rPr>
              <w:t xml:space="preserve">49.66 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CED17B" w14:textId="77777777" w:rsidR="00CB35DE" w:rsidRPr="00B731A8" w:rsidRDefault="00CB35DE" w:rsidP="00B731A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6"/>
              </w:rPr>
            </w:pPr>
            <w:r w:rsidRPr="00B731A8">
              <w:rPr>
                <w:szCs w:val="16"/>
              </w:rPr>
              <w:t xml:space="preserve">94.42 </w:t>
            </w:r>
          </w:p>
        </w:tc>
      </w:tr>
      <w:tr w:rsidR="00CB35DE" w:rsidRPr="00B731A8" w14:paraId="426C2AFB" w14:textId="77777777" w:rsidTr="00B731A8">
        <w:trPr>
          <w:jc w:val="center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7E201D" w14:textId="77777777" w:rsidR="00CB35DE" w:rsidRPr="00B731A8" w:rsidRDefault="00CB35DE" w:rsidP="00B731A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6"/>
              </w:rPr>
            </w:pPr>
            <w:r w:rsidRPr="00B731A8">
              <w:rPr>
                <w:szCs w:val="16"/>
              </w:rPr>
              <w:t>Q12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A2AAF7" w14:textId="77777777" w:rsidR="00CB35DE" w:rsidRPr="00B731A8" w:rsidRDefault="00CB35DE" w:rsidP="00B731A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6"/>
              </w:rPr>
            </w:pPr>
            <w:r w:rsidRPr="00B731A8">
              <w:rPr>
                <w:szCs w:val="16"/>
              </w:rPr>
              <w:t xml:space="preserve">0.92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858292" w14:textId="77777777" w:rsidR="00CB35DE" w:rsidRPr="00B731A8" w:rsidRDefault="00CB35DE" w:rsidP="00B731A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6"/>
              </w:rPr>
            </w:pPr>
            <w:r w:rsidRPr="00B731A8">
              <w:rPr>
                <w:szCs w:val="16"/>
              </w:rPr>
              <w:t xml:space="preserve">0.61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EF07C3" w14:textId="77777777" w:rsidR="00CB35DE" w:rsidRPr="00B731A8" w:rsidRDefault="00CB35DE" w:rsidP="00B731A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6"/>
              </w:rPr>
            </w:pPr>
            <w:r w:rsidRPr="00B731A8">
              <w:rPr>
                <w:szCs w:val="16"/>
              </w:rPr>
              <w:t xml:space="preserve">48.94 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098CD3" w14:textId="77777777" w:rsidR="00CB35DE" w:rsidRPr="00B731A8" w:rsidRDefault="00CB35DE" w:rsidP="00B731A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6"/>
              </w:rPr>
            </w:pPr>
            <w:r w:rsidRPr="00B731A8">
              <w:rPr>
                <w:szCs w:val="16"/>
              </w:rPr>
              <w:t xml:space="preserve">93.77 </w:t>
            </w:r>
          </w:p>
        </w:tc>
      </w:tr>
      <w:tr w:rsidR="00CB35DE" w:rsidRPr="00B731A8" w14:paraId="1F9BD2FC" w14:textId="77777777" w:rsidTr="00B731A8">
        <w:trPr>
          <w:jc w:val="center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B9BF17" w14:textId="77777777" w:rsidR="00CB35DE" w:rsidRPr="00B731A8" w:rsidRDefault="00CB35DE" w:rsidP="00B731A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6"/>
              </w:rPr>
            </w:pPr>
            <w:r w:rsidRPr="00B731A8">
              <w:rPr>
                <w:szCs w:val="16"/>
              </w:rPr>
              <w:t>Q13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E4C260" w14:textId="77777777" w:rsidR="00CB35DE" w:rsidRPr="00B731A8" w:rsidRDefault="00CB35DE" w:rsidP="00B731A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6"/>
              </w:rPr>
            </w:pPr>
            <w:r w:rsidRPr="00B731A8">
              <w:rPr>
                <w:szCs w:val="16"/>
              </w:rPr>
              <w:t xml:space="preserve">0.87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01C1BB" w14:textId="77777777" w:rsidR="00CB35DE" w:rsidRPr="00B731A8" w:rsidRDefault="00CB35DE" w:rsidP="00B731A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6"/>
              </w:rPr>
            </w:pPr>
            <w:r w:rsidRPr="00B731A8">
              <w:rPr>
                <w:szCs w:val="16"/>
              </w:rPr>
              <w:t xml:space="preserve">0.60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71E924" w14:textId="77777777" w:rsidR="00CB35DE" w:rsidRPr="00B731A8" w:rsidRDefault="00CB35DE" w:rsidP="00B731A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6"/>
              </w:rPr>
            </w:pPr>
            <w:r w:rsidRPr="00B731A8">
              <w:rPr>
                <w:szCs w:val="16"/>
              </w:rPr>
              <w:t xml:space="preserve">49.32 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09EB7D" w14:textId="77777777" w:rsidR="00CB35DE" w:rsidRPr="00B731A8" w:rsidRDefault="00CB35DE" w:rsidP="00B731A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6"/>
              </w:rPr>
            </w:pPr>
            <w:r w:rsidRPr="00B731A8">
              <w:rPr>
                <w:szCs w:val="16"/>
              </w:rPr>
              <w:t xml:space="preserve">94.27 </w:t>
            </w:r>
          </w:p>
        </w:tc>
      </w:tr>
      <w:tr w:rsidR="00CB35DE" w:rsidRPr="00B731A8" w14:paraId="65C49DEA" w14:textId="77777777" w:rsidTr="00B731A8">
        <w:trPr>
          <w:jc w:val="center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F9C658" w14:textId="77777777" w:rsidR="00CB35DE" w:rsidRPr="00B731A8" w:rsidRDefault="00CB35DE" w:rsidP="00B731A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6"/>
              </w:rPr>
            </w:pPr>
            <w:r w:rsidRPr="00B731A8">
              <w:rPr>
                <w:szCs w:val="16"/>
              </w:rPr>
              <w:t>Q14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3AEBAC" w14:textId="77777777" w:rsidR="00CB35DE" w:rsidRPr="00B731A8" w:rsidRDefault="00CB35DE" w:rsidP="00B731A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6"/>
              </w:rPr>
            </w:pPr>
            <w:r w:rsidRPr="00B731A8">
              <w:rPr>
                <w:szCs w:val="16"/>
              </w:rPr>
              <w:t xml:space="preserve">1.01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6FE6D2" w14:textId="77777777" w:rsidR="00CB35DE" w:rsidRPr="00B731A8" w:rsidRDefault="00CB35DE" w:rsidP="00B731A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6"/>
              </w:rPr>
            </w:pPr>
            <w:r w:rsidRPr="00B731A8">
              <w:rPr>
                <w:szCs w:val="16"/>
              </w:rPr>
              <w:t xml:space="preserve">0.64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F6EF1D" w14:textId="77777777" w:rsidR="00CB35DE" w:rsidRPr="00B731A8" w:rsidRDefault="00CB35DE" w:rsidP="00B731A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6"/>
              </w:rPr>
            </w:pPr>
            <w:r w:rsidRPr="00B731A8">
              <w:rPr>
                <w:szCs w:val="16"/>
              </w:rPr>
              <w:t xml:space="preserve">54.72 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4009CB" w14:textId="77777777" w:rsidR="00CB35DE" w:rsidRPr="00B731A8" w:rsidRDefault="00CB35DE" w:rsidP="00B731A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6"/>
              </w:rPr>
            </w:pPr>
            <w:r w:rsidRPr="00B731A8">
              <w:rPr>
                <w:szCs w:val="16"/>
              </w:rPr>
              <w:t xml:space="preserve">94.64 </w:t>
            </w:r>
          </w:p>
        </w:tc>
      </w:tr>
      <w:tr w:rsidR="00CB35DE" w:rsidRPr="00B731A8" w14:paraId="5F78F89D" w14:textId="77777777" w:rsidTr="00B731A8">
        <w:trPr>
          <w:jc w:val="center"/>
        </w:trPr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EB0CCC" w14:textId="77777777" w:rsidR="00CB35DE" w:rsidRPr="00B731A8" w:rsidRDefault="00CB35DE" w:rsidP="00B731A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6"/>
              </w:rPr>
            </w:pPr>
            <w:r w:rsidRPr="00B731A8">
              <w:rPr>
                <w:szCs w:val="16"/>
              </w:rPr>
              <w:t>Q15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56D270" w14:textId="77777777" w:rsidR="00CB35DE" w:rsidRPr="00B731A8" w:rsidRDefault="00CB35DE" w:rsidP="00B731A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6"/>
              </w:rPr>
            </w:pPr>
            <w:r w:rsidRPr="00B731A8">
              <w:rPr>
                <w:szCs w:val="16"/>
              </w:rPr>
              <w:t xml:space="preserve">0.86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D3F4D7" w14:textId="77777777" w:rsidR="00CB35DE" w:rsidRPr="00B731A8" w:rsidRDefault="00CB35DE" w:rsidP="00B731A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6"/>
              </w:rPr>
            </w:pPr>
            <w:r w:rsidRPr="00B731A8">
              <w:rPr>
                <w:szCs w:val="16"/>
              </w:rPr>
              <w:t xml:space="preserve">0.59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64DA5D" w14:textId="77777777" w:rsidR="00CB35DE" w:rsidRPr="00B731A8" w:rsidRDefault="00CB35DE" w:rsidP="00B731A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6"/>
              </w:rPr>
            </w:pPr>
            <w:r w:rsidRPr="00B731A8">
              <w:rPr>
                <w:szCs w:val="16"/>
              </w:rPr>
              <w:t xml:space="preserve">48.45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19D7CF" w14:textId="77777777" w:rsidR="00CB35DE" w:rsidRPr="00B731A8" w:rsidRDefault="00CB35DE" w:rsidP="00B731A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szCs w:val="16"/>
              </w:rPr>
            </w:pPr>
            <w:r w:rsidRPr="00B731A8">
              <w:rPr>
                <w:szCs w:val="16"/>
              </w:rPr>
              <w:t xml:space="preserve">94.28 </w:t>
            </w:r>
          </w:p>
        </w:tc>
      </w:tr>
    </w:tbl>
    <w:p w14:paraId="3EE685C3" w14:textId="77777777" w:rsidR="00CB35DE" w:rsidRPr="00FB76A9" w:rsidRDefault="00CB35DE" w:rsidP="00B731A8"/>
    <w:sectPr w:rsidR="00CB35DE" w:rsidRPr="00FB76A9" w:rsidSect="00BA5ED8">
      <w:headerReference w:type="even" r:id="rId7"/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417" w:right="720" w:bottom="1077" w:left="720" w:header="1020" w:footer="340" w:gutter="0"/>
      <w:pgNumType w:start="1"/>
      <w:cols w:space="425"/>
      <w:titlePg/>
      <w:bidi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AC6BDD" w14:textId="77777777" w:rsidR="007C13D2" w:rsidRDefault="007C13D2">
      <w:pPr>
        <w:spacing w:line="240" w:lineRule="auto"/>
      </w:pPr>
      <w:r>
        <w:separator/>
      </w:r>
    </w:p>
  </w:endnote>
  <w:endnote w:type="continuationSeparator" w:id="0">
    <w:p w14:paraId="4B6D20E8" w14:textId="77777777" w:rsidR="007C13D2" w:rsidRDefault="007C13D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F39736" w14:textId="77777777" w:rsidR="00F263AB" w:rsidRPr="003900EE" w:rsidRDefault="00F263AB" w:rsidP="00F263AB">
    <w:pPr>
      <w:pStyle w:val="Footer"/>
      <w:spacing w:line="240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286A81" w14:textId="77777777" w:rsidR="000F2327" w:rsidRDefault="000F2327" w:rsidP="004174C7">
    <w:pPr>
      <w:pBdr>
        <w:top w:val="single" w:sz="4" w:space="0" w:color="000000"/>
      </w:pBdr>
      <w:tabs>
        <w:tab w:val="right" w:pos="8844"/>
      </w:tabs>
      <w:adjustRightInd w:val="0"/>
      <w:snapToGrid w:val="0"/>
      <w:spacing w:before="480" w:line="100" w:lineRule="exact"/>
      <w:jc w:val="left"/>
      <w:rPr>
        <w:i/>
        <w:sz w:val="16"/>
        <w:szCs w:val="16"/>
      </w:rPr>
    </w:pPr>
  </w:p>
  <w:p w14:paraId="5B8ACE5F" w14:textId="77777777" w:rsidR="00F263AB" w:rsidRPr="00372FCD" w:rsidRDefault="00F263AB" w:rsidP="00BF3AEE">
    <w:pPr>
      <w:tabs>
        <w:tab w:val="right" w:pos="10466"/>
      </w:tabs>
      <w:adjustRightInd w:val="0"/>
      <w:snapToGrid w:val="0"/>
      <w:spacing w:line="240" w:lineRule="auto"/>
      <w:rPr>
        <w:sz w:val="16"/>
        <w:szCs w:val="16"/>
        <w:lang w:val="fr-CH"/>
      </w:rPr>
    </w:pPr>
    <w:r w:rsidRPr="00CA0899">
      <w:rPr>
        <w:i/>
        <w:sz w:val="16"/>
        <w:szCs w:val="16"/>
      </w:rPr>
      <w:t>Plants</w:t>
    </w:r>
    <w:r>
      <w:rPr>
        <w:i/>
        <w:sz w:val="16"/>
        <w:szCs w:val="16"/>
      </w:rPr>
      <w:t xml:space="preserve"> </w:t>
    </w:r>
    <w:r w:rsidR="00A6413B">
      <w:rPr>
        <w:b/>
        <w:bCs/>
        <w:iCs/>
        <w:sz w:val="16"/>
        <w:szCs w:val="16"/>
      </w:rPr>
      <w:t>2024</w:t>
    </w:r>
    <w:r w:rsidR="00C3322E" w:rsidRPr="00C3322E">
      <w:rPr>
        <w:bCs/>
        <w:iCs/>
        <w:sz w:val="16"/>
        <w:szCs w:val="16"/>
      </w:rPr>
      <w:t>,</w:t>
    </w:r>
    <w:r w:rsidR="00A6413B">
      <w:rPr>
        <w:bCs/>
        <w:i/>
        <w:iCs/>
        <w:sz w:val="16"/>
        <w:szCs w:val="16"/>
      </w:rPr>
      <w:t xml:space="preserve"> 13</w:t>
    </w:r>
    <w:r w:rsidR="00C3322E" w:rsidRPr="00C3322E">
      <w:rPr>
        <w:bCs/>
        <w:iCs/>
        <w:sz w:val="16"/>
        <w:szCs w:val="16"/>
      </w:rPr>
      <w:t xml:space="preserve">, </w:t>
    </w:r>
    <w:r w:rsidR="004F2448">
      <w:rPr>
        <w:bCs/>
        <w:iCs/>
        <w:sz w:val="16"/>
        <w:szCs w:val="16"/>
      </w:rPr>
      <w:t>x</w:t>
    </w:r>
    <w:r w:rsidR="000F2327">
      <w:rPr>
        <w:bCs/>
        <w:iCs/>
        <w:sz w:val="16"/>
        <w:szCs w:val="16"/>
      </w:rPr>
      <w:t>. https://doi.org/10.3390/xxxxx</w:t>
    </w:r>
    <w:r w:rsidR="00BF3AEE" w:rsidRPr="00372FCD">
      <w:rPr>
        <w:sz w:val="16"/>
        <w:szCs w:val="16"/>
        <w:lang w:val="fr-CH"/>
      </w:rPr>
      <w:tab/>
    </w:r>
    <w:r w:rsidRPr="00372FCD">
      <w:rPr>
        <w:sz w:val="16"/>
        <w:szCs w:val="16"/>
        <w:lang w:val="fr-CH"/>
      </w:rPr>
      <w:t>www.mdpi.com/journal/</w:t>
    </w:r>
    <w:r w:rsidRPr="00CA0899">
      <w:rPr>
        <w:sz w:val="16"/>
        <w:szCs w:val="16"/>
      </w:rPr>
      <w:t>plants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D48916" w14:textId="77777777" w:rsidR="007C13D2" w:rsidRDefault="007C13D2">
      <w:pPr>
        <w:spacing w:line="240" w:lineRule="auto"/>
      </w:pPr>
      <w:r>
        <w:separator/>
      </w:r>
    </w:p>
  </w:footnote>
  <w:footnote w:type="continuationSeparator" w:id="0">
    <w:p w14:paraId="2676C526" w14:textId="77777777" w:rsidR="007C13D2" w:rsidRDefault="007C13D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49ACE1" w14:textId="77777777" w:rsidR="00F263AB" w:rsidRDefault="00F263AB" w:rsidP="00F263AB">
    <w:pPr>
      <w:pStyle w:val="Header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B4D27D" w14:textId="77777777" w:rsidR="000F2327" w:rsidRDefault="00F263AB" w:rsidP="00BF3AEE">
    <w:pPr>
      <w:tabs>
        <w:tab w:val="right" w:pos="10466"/>
      </w:tabs>
      <w:adjustRightInd w:val="0"/>
      <w:snapToGrid w:val="0"/>
      <w:spacing w:line="240" w:lineRule="auto"/>
      <w:rPr>
        <w:sz w:val="16"/>
      </w:rPr>
    </w:pPr>
    <w:r>
      <w:rPr>
        <w:i/>
        <w:sz w:val="16"/>
      </w:rPr>
      <w:t xml:space="preserve">Plants </w:t>
    </w:r>
    <w:r w:rsidR="00A6413B">
      <w:rPr>
        <w:b/>
        <w:sz w:val="16"/>
      </w:rPr>
      <w:t>2024</w:t>
    </w:r>
    <w:r w:rsidR="00C3322E" w:rsidRPr="00C3322E">
      <w:rPr>
        <w:sz w:val="16"/>
      </w:rPr>
      <w:t>,</w:t>
    </w:r>
    <w:r w:rsidR="00A6413B">
      <w:rPr>
        <w:i/>
        <w:sz w:val="16"/>
      </w:rPr>
      <w:t xml:space="preserve"> 13</w:t>
    </w:r>
    <w:r w:rsidR="004F2448">
      <w:rPr>
        <w:sz w:val="16"/>
      </w:rPr>
      <w:t>, x FOR PEER REVIEW</w:t>
    </w:r>
    <w:r w:rsidR="00BF3AEE">
      <w:rPr>
        <w:sz w:val="16"/>
      </w:rPr>
      <w:tab/>
    </w:r>
    <w:r w:rsidR="004F2448">
      <w:rPr>
        <w:sz w:val="16"/>
      </w:rPr>
      <w:fldChar w:fldCharType="begin"/>
    </w:r>
    <w:r w:rsidR="004F2448">
      <w:rPr>
        <w:sz w:val="16"/>
      </w:rPr>
      <w:instrText xml:space="preserve"> PAGE   \* MERGEFORMAT </w:instrText>
    </w:r>
    <w:r w:rsidR="004F2448">
      <w:rPr>
        <w:sz w:val="16"/>
      </w:rPr>
      <w:fldChar w:fldCharType="separate"/>
    </w:r>
    <w:r w:rsidR="00B03F74">
      <w:rPr>
        <w:sz w:val="16"/>
      </w:rPr>
      <w:t>5</w:t>
    </w:r>
    <w:r w:rsidR="004F2448">
      <w:rPr>
        <w:sz w:val="16"/>
      </w:rPr>
      <w:fldChar w:fldCharType="end"/>
    </w:r>
    <w:r w:rsidR="004F2448">
      <w:rPr>
        <w:sz w:val="16"/>
      </w:rPr>
      <w:t xml:space="preserve"> of </w:t>
    </w:r>
    <w:r w:rsidR="004F2448">
      <w:rPr>
        <w:sz w:val="16"/>
      </w:rPr>
      <w:fldChar w:fldCharType="begin"/>
    </w:r>
    <w:r w:rsidR="004F2448">
      <w:rPr>
        <w:sz w:val="16"/>
      </w:rPr>
      <w:instrText xml:space="preserve"> NUMPAGES   \* MERGEFORMAT </w:instrText>
    </w:r>
    <w:r w:rsidR="004F2448">
      <w:rPr>
        <w:sz w:val="16"/>
      </w:rPr>
      <w:fldChar w:fldCharType="separate"/>
    </w:r>
    <w:r w:rsidR="00B03F74">
      <w:rPr>
        <w:sz w:val="16"/>
      </w:rPr>
      <w:t>5</w:t>
    </w:r>
    <w:r w:rsidR="004F2448">
      <w:rPr>
        <w:sz w:val="16"/>
      </w:rPr>
      <w:fldChar w:fldCharType="end"/>
    </w:r>
  </w:p>
  <w:p w14:paraId="42FBF5CE" w14:textId="77777777" w:rsidR="00F263AB" w:rsidRPr="005764BF" w:rsidRDefault="00F263AB" w:rsidP="004174C7">
    <w:pPr>
      <w:pBdr>
        <w:bottom w:val="single" w:sz="4" w:space="1" w:color="000000"/>
      </w:pBdr>
      <w:tabs>
        <w:tab w:val="right" w:pos="8844"/>
      </w:tabs>
      <w:adjustRightInd w:val="0"/>
      <w:snapToGrid w:val="0"/>
      <w:spacing w:after="480" w:line="100" w:lineRule="exact"/>
      <w:jc w:val="left"/>
      <w:rPr>
        <w:sz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487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679"/>
      <w:gridCol w:w="4535"/>
      <w:gridCol w:w="2273"/>
    </w:tblGrid>
    <w:tr w:rsidR="000F2327" w:rsidRPr="00BF3AEE" w14:paraId="33EF6F75" w14:textId="77777777" w:rsidTr="006F4172">
      <w:trPr>
        <w:trHeight w:val="686"/>
      </w:trPr>
      <w:tc>
        <w:tcPr>
          <w:tcW w:w="3679" w:type="dxa"/>
          <w:shd w:val="clear" w:color="auto" w:fill="auto"/>
          <w:vAlign w:val="center"/>
        </w:tcPr>
        <w:p w14:paraId="79E58C03" w14:textId="77777777" w:rsidR="000F2327" w:rsidRPr="00AA09A4" w:rsidRDefault="00AF30E7" w:rsidP="00BF3AEE">
          <w:pPr>
            <w:pStyle w:val="Header"/>
            <w:pBdr>
              <w:bottom w:val="none" w:sz="0" w:space="0" w:color="auto"/>
            </w:pBdr>
            <w:jc w:val="left"/>
            <w:rPr>
              <w:rFonts w:eastAsia="DengXian"/>
              <w:b/>
              <w:bCs/>
            </w:rPr>
          </w:pPr>
          <w:r w:rsidRPr="00AA09A4">
            <w:rPr>
              <w:rFonts w:eastAsia="DengXian"/>
              <w:b/>
              <w:bCs/>
            </w:rPr>
            <w:drawing>
              <wp:inline distT="0" distB="0" distL="0" distR="0" wp14:anchorId="28575F7D" wp14:editId="3AF703A5">
                <wp:extent cx="1641475" cy="429260"/>
                <wp:effectExtent l="0" t="0" r="0" b="0"/>
                <wp:docPr id="1" name="Picture 5" descr="C:\Users\home\Desktop\logos\带白边的logo\JCDD-Water\Plants\Plants_high-01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C:\Users\home\Desktop\logos\带白边的logo\JCDD-Water\Plants\Plants_high-01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705" t="10683" b="951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41475" cy="429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35" w:type="dxa"/>
          <w:shd w:val="clear" w:color="auto" w:fill="auto"/>
          <w:vAlign w:val="center"/>
        </w:tcPr>
        <w:p w14:paraId="76394E17" w14:textId="77777777" w:rsidR="000F2327" w:rsidRPr="00AA09A4" w:rsidRDefault="000F2327" w:rsidP="00BF3AEE">
          <w:pPr>
            <w:pStyle w:val="Header"/>
            <w:pBdr>
              <w:bottom w:val="none" w:sz="0" w:space="0" w:color="auto"/>
            </w:pBdr>
            <w:rPr>
              <w:rFonts w:eastAsia="DengXian"/>
              <w:b/>
              <w:bCs/>
            </w:rPr>
          </w:pPr>
        </w:p>
      </w:tc>
      <w:tc>
        <w:tcPr>
          <w:tcW w:w="2273" w:type="dxa"/>
          <w:shd w:val="clear" w:color="auto" w:fill="auto"/>
          <w:vAlign w:val="center"/>
        </w:tcPr>
        <w:p w14:paraId="0F75C411" w14:textId="77777777" w:rsidR="000F2327" w:rsidRPr="00AA09A4" w:rsidRDefault="006F4172" w:rsidP="006F4172">
          <w:pPr>
            <w:pStyle w:val="Header"/>
            <w:pBdr>
              <w:bottom w:val="none" w:sz="0" w:space="0" w:color="auto"/>
            </w:pBdr>
            <w:jc w:val="right"/>
            <w:rPr>
              <w:rFonts w:eastAsia="DengXian"/>
              <w:b/>
              <w:bCs/>
            </w:rPr>
          </w:pPr>
          <w:r>
            <w:rPr>
              <w:rFonts w:eastAsia="DengXian"/>
              <w:b/>
              <w:bCs/>
            </w:rPr>
            <w:drawing>
              <wp:inline distT="0" distB="0" distL="0" distR="0" wp14:anchorId="3153A47D" wp14:editId="70DA1730">
                <wp:extent cx="540000" cy="360000"/>
                <wp:effectExtent l="0" t="0" r="0" b="2540"/>
                <wp:docPr id="2061776497" name="Pictur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061776497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0000" cy="36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0393A696" w14:textId="77777777" w:rsidR="00F263AB" w:rsidRPr="000F2327" w:rsidRDefault="00F263AB" w:rsidP="004174C7">
    <w:pPr>
      <w:pBdr>
        <w:bottom w:val="single" w:sz="4" w:space="1" w:color="000000"/>
      </w:pBdr>
      <w:adjustRightInd w:val="0"/>
      <w:snapToGrid w:val="0"/>
      <w:spacing w:line="100" w:lineRule="exact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B751A1"/>
    <w:multiLevelType w:val="hybridMultilevel"/>
    <w:tmpl w:val="0FDCB6C0"/>
    <w:lvl w:ilvl="0" w:tplc="9416961A">
      <w:start w:val="1"/>
      <w:numFmt w:val="decimal"/>
      <w:lvlRestart w:val="0"/>
      <w:lvlText w:val="%1."/>
      <w:lvlJc w:val="left"/>
      <w:pPr>
        <w:ind w:left="3033" w:hanging="425"/>
      </w:pPr>
      <w:rPr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4048" w:hanging="360"/>
      </w:pPr>
    </w:lvl>
    <w:lvl w:ilvl="2" w:tplc="0409001B" w:tentative="1">
      <w:start w:val="1"/>
      <w:numFmt w:val="lowerRoman"/>
      <w:lvlText w:val="%3."/>
      <w:lvlJc w:val="right"/>
      <w:pPr>
        <w:ind w:left="4768" w:hanging="180"/>
      </w:pPr>
    </w:lvl>
    <w:lvl w:ilvl="3" w:tplc="0409000F" w:tentative="1">
      <w:start w:val="1"/>
      <w:numFmt w:val="decimal"/>
      <w:lvlText w:val="%4."/>
      <w:lvlJc w:val="left"/>
      <w:pPr>
        <w:ind w:left="5488" w:hanging="360"/>
      </w:pPr>
    </w:lvl>
    <w:lvl w:ilvl="4" w:tplc="04090019" w:tentative="1">
      <w:start w:val="1"/>
      <w:numFmt w:val="lowerLetter"/>
      <w:lvlText w:val="%5."/>
      <w:lvlJc w:val="left"/>
      <w:pPr>
        <w:ind w:left="6208" w:hanging="360"/>
      </w:pPr>
    </w:lvl>
    <w:lvl w:ilvl="5" w:tplc="0409001B" w:tentative="1">
      <w:start w:val="1"/>
      <w:numFmt w:val="lowerRoman"/>
      <w:lvlText w:val="%6."/>
      <w:lvlJc w:val="right"/>
      <w:pPr>
        <w:ind w:left="6928" w:hanging="180"/>
      </w:pPr>
    </w:lvl>
    <w:lvl w:ilvl="6" w:tplc="0409000F" w:tentative="1">
      <w:start w:val="1"/>
      <w:numFmt w:val="decimal"/>
      <w:lvlText w:val="%7."/>
      <w:lvlJc w:val="left"/>
      <w:pPr>
        <w:ind w:left="7648" w:hanging="360"/>
      </w:pPr>
    </w:lvl>
    <w:lvl w:ilvl="7" w:tplc="04090019" w:tentative="1">
      <w:start w:val="1"/>
      <w:numFmt w:val="lowerLetter"/>
      <w:lvlText w:val="%8."/>
      <w:lvlJc w:val="left"/>
      <w:pPr>
        <w:ind w:left="8368" w:hanging="360"/>
      </w:pPr>
    </w:lvl>
    <w:lvl w:ilvl="8" w:tplc="0409001B" w:tentative="1">
      <w:start w:val="1"/>
      <w:numFmt w:val="lowerRoman"/>
      <w:lvlText w:val="%9."/>
      <w:lvlJc w:val="right"/>
      <w:pPr>
        <w:ind w:left="9088" w:hanging="180"/>
      </w:pPr>
    </w:lvl>
  </w:abstractNum>
  <w:abstractNum w:abstractNumId="1" w15:restartNumberingAfterBreak="0">
    <w:nsid w:val="0B5F6105"/>
    <w:multiLevelType w:val="hybridMultilevel"/>
    <w:tmpl w:val="D79E51AC"/>
    <w:lvl w:ilvl="0" w:tplc="A170F122">
      <w:start w:val="1"/>
      <w:numFmt w:val="decimal"/>
      <w:lvlRestart w:val="0"/>
      <w:pStyle w:val="MDPI71FootNotes"/>
      <w:lvlText w:val="%1."/>
      <w:lvlJc w:val="left"/>
      <w:pPr>
        <w:ind w:left="425" w:hanging="425"/>
      </w:pPr>
      <w:rPr>
        <w:rFonts w:hint="default"/>
        <w:b w:val="0"/>
        <w:i w:val="0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AA0F88"/>
    <w:multiLevelType w:val="hybridMultilevel"/>
    <w:tmpl w:val="7E201858"/>
    <w:lvl w:ilvl="0" w:tplc="7736F520">
      <w:start w:val="1"/>
      <w:numFmt w:val="decimal"/>
      <w:lvlRestart w:val="0"/>
      <w:lvlText w:val="%1."/>
      <w:lvlJc w:val="left"/>
      <w:pPr>
        <w:ind w:left="425" w:hanging="425"/>
      </w:pPr>
      <w:rPr>
        <w:rFonts w:hint="default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B468F5"/>
    <w:multiLevelType w:val="hybridMultilevel"/>
    <w:tmpl w:val="B89E21B8"/>
    <w:lvl w:ilvl="0" w:tplc="E752E05E">
      <w:start w:val="1"/>
      <w:numFmt w:val="decimal"/>
      <w:lvlRestart w:val="0"/>
      <w:pStyle w:val="MDPI71References"/>
      <w:lvlText w:val="%1."/>
      <w:lvlJc w:val="left"/>
      <w:pPr>
        <w:ind w:left="425" w:hanging="425"/>
      </w:pPr>
      <w:rPr>
        <w:b w:val="0"/>
        <w:i w:val="0"/>
        <w:sz w:val="18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0C6F5D"/>
    <w:multiLevelType w:val="hybridMultilevel"/>
    <w:tmpl w:val="3E661F10"/>
    <w:lvl w:ilvl="0" w:tplc="7348EAC0">
      <w:start w:val="1"/>
      <w:numFmt w:val="bullet"/>
      <w:lvlRestart w:val="0"/>
      <w:pStyle w:val="MDPI38bullet"/>
      <w:lvlText w:val=""/>
      <w:lvlJc w:val="left"/>
      <w:pPr>
        <w:ind w:left="3033" w:hanging="425"/>
      </w:pPr>
      <w:rPr>
        <w:rFonts w:ascii="Symbol" w:hAnsi="Symbol" w:hint="default"/>
        <w:b w:val="0"/>
        <w:i w:val="0"/>
        <w:sz w:val="20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40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2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9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88" w:hanging="360"/>
      </w:pPr>
      <w:rPr>
        <w:rFonts w:ascii="Wingdings" w:hAnsi="Wingdings" w:hint="default"/>
      </w:rPr>
    </w:lvl>
  </w:abstractNum>
  <w:abstractNum w:abstractNumId="5" w15:restartNumberingAfterBreak="0">
    <w:nsid w:val="250A245F"/>
    <w:multiLevelType w:val="hybridMultilevel"/>
    <w:tmpl w:val="29E20A30"/>
    <w:lvl w:ilvl="0" w:tplc="1AF444CE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05051C"/>
    <w:multiLevelType w:val="hybridMultilevel"/>
    <w:tmpl w:val="D6480D34"/>
    <w:lvl w:ilvl="0" w:tplc="CDCEE7DA">
      <w:start w:val="1"/>
      <w:numFmt w:val="decimal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282E1BA0"/>
    <w:multiLevelType w:val="hybridMultilevel"/>
    <w:tmpl w:val="EF3C6A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9A6535"/>
    <w:multiLevelType w:val="hybridMultilevel"/>
    <w:tmpl w:val="3CB68362"/>
    <w:lvl w:ilvl="0" w:tplc="B2367048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3BE27C23"/>
    <w:multiLevelType w:val="hybridMultilevel"/>
    <w:tmpl w:val="F244A1C8"/>
    <w:lvl w:ilvl="0" w:tplc="703E862E">
      <w:start w:val="1"/>
      <w:numFmt w:val="decimal"/>
      <w:lvlRestart w:val="0"/>
      <w:lvlText w:val="%1."/>
      <w:lvlJc w:val="left"/>
      <w:pPr>
        <w:ind w:left="425" w:hanging="425"/>
      </w:pPr>
      <w:rPr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E33950"/>
    <w:multiLevelType w:val="hybridMultilevel"/>
    <w:tmpl w:val="89A03FB0"/>
    <w:lvl w:ilvl="0" w:tplc="9C20EB1E">
      <w:start w:val="1"/>
      <w:numFmt w:val="bullet"/>
      <w:lvlRestart w:val="0"/>
      <w:lvlText w:val=""/>
      <w:lvlJc w:val="left"/>
      <w:pPr>
        <w:ind w:left="3033" w:hanging="425"/>
      </w:pPr>
      <w:rPr>
        <w:rFonts w:ascii="Symbol" w:hAnsi="Symbol" w:hint="default"/>
        <w:b w:val="0"/>
        <w:i w:val="0"/>
        <w:sz w:val="20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40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2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9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88" w:hanging="360"/>
      </w:pPr>
      <w:rPr>
        <w:rFonts w:ascii="Wingdings" w:hAnsi="Wingdings" w:hint="default"/>
      </w:rPr>
    </w:lvl>
  </w:abstractNum>
  <w:abstractNum w:abstractNumId="11" w15:restartNumberingAfterBreak="0">
    <w:nsid w:val="52E2771B"/>
    <w:multiLevelType w:val="hybridMultilevel"/>
    <w:tmpl w:val="A2A06AAC"/>
    <w:lvl w:ilvl="0" w:tplc="C788203A">
      <w:start w:val="1"/>
      <w:numFmt w:val="decimal"/>
      <w:lvlRestart w:val="0"/>
      <w:lvlText w:val="%1"/>
      <w:lvlJc w:val="left"/>
      <w:pPr>
        <w:ind w:left="425" w:hanging="425"/>
      </w:pPr>
      <w:rPr>
        <w:rFonts w:hint="eastAsia"/>
        <w:caps w:val="0"/>
        <w:strike w:val="0"/>
        <w:dstrike w:val="0"/>
        <w:vanish w:val="0"/>
        <w:sz w:val="18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075B53"/>
    <w:multiLevelType w:val="hybridMultilevel"/>
    <w:tmpl w:val="7E90C47A"/>
    <w:lvl w:ilvl="0" w:tplc="F8C41E92">
      <w:start w:val="1"/>
      <w:numFmt w:val="decimal"/>
      <w:lvlRestart w:val="0"/>
      <w:pStyle w:val="MDPI37itemize"/>
      <w:lvlText w:val="%1."/>
      <w:lvlJc w:val="left"/>
      <w:pPr>
        <w:ind w:left="3033" w:hanging="425"/>
      </w:pPr>
      <w:rPr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3691" w:hanging="360"/>
      </w:pPr>
    </w:lvl>
    <w:lvl w:ilvl="2" w:tplc="0409001B" w:tentative="1">
      <w:start w:val="1"/>
      <w:numFmt w:val="lowerRoman"/>
      <w:lvlText w:val="%3."/>
      <w:lvlJc w:val="right"/>
      <w:pPr>
        <w:ind w:left="4411" w:hanging="180"/>
      </w:pPr>
    </w:lvl>
    <w:lvl w:ilvl="3" w:tplc="0409000F" w:tentative="1">
      <w:start w:val="1"/>
      <w:numFmt w:val="decimal"/>
      <w:lvlText w:val="%4."/>
      <w:lvlJc w:val="left"/>
      <w:pPr>
        <w:ind w:left="5131" w:hanging="360"/>
      </w:pPr>
    </w:lvl>
    <w:lvl w:ilvl="4" w:tplc="04090019" w:tentative="1">
      <w:start w:val="1"/>
      <w:numFmt w:val="lowerLetter"/>
      <w:lvlText w:val="%5."/>
      <w:lvlJc w:val="left"/>
      <w:pPr>
        <w:ind w:left="5851" w:hanging="360"/>
      </w:pPr>
    </w:lvl>
    <w:lvl w:ilvl="5" w:tplc="0409001B" w:tentative="1">
      <w:start w:val="1"/>
      <w:numFmt w:val="lowerRoman"/>
      <w:lvlText w:val="%6."/>
      <w:lvlJc w:val="right"/>
      <w:pPr>
        <w:ind w:left="6571" w:hanging="180"/>
      </w:pPr>
    </w:lvl>
    <w:lvl w:ilvl="6" w:tplc="0409000F" w:tentative="1">
      <w:start w:val="1"/>
      <w:numFmt w:val="decimal"/>
      <w:lvlText w:val="%7."/>
      <w:lvlJc w:val="left"/>
      <w:pPr>
        <w:ind w:left="7291" w:hanging="360"/>
      </w:pPr>
    </w:lvl>
    <w:lvl w:ilvl="7" w:tplc="04090019" w:tentative="1">
      <w:start w:val="1"/>
      <w:numFmt w:val="lowerLetter"/>
      <w:lvlText w:val="%8."/>
      <w:lvlJc w:val="left"/>
      <w:pPr>
        <w:ind w:left="8011" w:hanging="360"/>
      </w:pPr>
    </w:lvl>
    <w:lvl w:ilvl="8" w:tplc="0409001B" w:tentative="1">
      <w:start w:val="1"/>
      <w:numFmt w:val="lowerRoman"/>
      <w:lvlText w:val="%9."/>
      <w:lvlJc w:val="right"/>
      <w:pPr>
        <w:ind w:left="8731" w:hanging="180"/>
      </w:pPr>
    </w:lvl>
  </w:abstractNum>
  <w:abstractNum w:abstractNumId="13" w15:restartNumberingAfterBreak="0">
    <w:nsid w:val="56CF7C60"/>
    <w:multiLevelType w:val="hybridMultilevel"/>
    <w:tmpl w:val="7E201858"/>
    <w:lvl w:ilvl="0" w:tplc="7736F520">
      <w:start w:val="1"/>
      <w:numFmt w:val="decimal"/>
      <w:lvlRestart w:val="0"/>
      <w:lvlText w:val="%1."/>
      <w:lvlJc w:val="left"/>
      <w:pPr>
        <w:ind w:left="425" w:hanging="425"/>
      </w:pPr>
      <w:rPr>
        <w:rFonts w:hint="default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6D5736"/>
    <w:multiLevelType w:val="hybridMultilevel"/>
    <w:tmpl w:val="7E201858"/>
    <w:lvl w:ilvl="0" w:tplc="7736F520">
      <w:start w:val="1"/>
      <w:numFmt w:val="decimal"/>
      <w:lvlRestart w:val="0"/>
      <w:lvlText w:val="%1."/>
      <w:lvlJc w:val="left"/>
      <w:pPr>
        <w:ind w:left="425" w:hanging="425"/>
      </w:pPr>
      <w:rPr>
        <w:rFonts w:hint="default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3369470">
    <w:abstractNumId w:val="6"/>
  </w:num>
  <w:num w:numId="2" w16cid:durableId="450831377">
    <w:abstractNumId w:val="8"/>
  </w:num>
  <w:num w:numId="3" w16cid:durableId="2013528791">
    <w:abstractNumId w:val="5"/>
  </w:num>
  <w:num w:numId="4" w16cid:durableId="500002563">
    <w:abstractNumId w:val="7"/>
  </w:num>
  <w:num w:numId="5" w16cid:durableId="1173103636">
    <w:abstractNumId w:val="12"/>
  </w:num>
  <w:num w:numId="6" w16cid:durableId="1329600938">
    <w:abstractNumId w:val="4"/>
  </w:num>
  <w:num w:numId="7" w16cid:durableId="730888326">
    <w:abstractNumId w:val="12"/>
  </w:num>
  <w:num w:numId="8" w16cid:durableId="959917602">
    <w:abstractNumId w:val="4"/>
  </w:num>
  <w:num w:numId="9" w16cid:durableId="1660379253">
    <w:abstractNumId w:val="12"/>
  </w:num>
  <w:num w:numId="10" w16cid:durableId="1934895621">
    <w:abstractNumId w:val="4"/>
  </w:num>
  <w:num w:numId="11" w16cid:durableId="109204985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386877107">
    <w:abstractNumId w:val="2"/>
  </w:num>
  <w:num w:numId="13" w16cid:durableId="642464437">
    <w:abstractNumId w:val="13"/>
  </w:num>
  <w:num w:numId="14" w16cid:durableId="198275269">
    <w:abstractNumId w:val="14"/>
  </w:num>
  <w:num w:numId="15" w16cid:durableId="1451781308">
    <w:abstractNumId w:val="12"/>
  </w:num>
  <w:num w:numId="16" w16cid:durableId="931547283">
    <w:abstractNumId w:val="4"/>
  </w:num>
  <w:num w:numId="17" w16cid:durableId="164954983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703819607">
    <w:abstractNumId w:val="4"/>
  </w:num>
  <w:num w:numId="19" w16cid:durableId="4780148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4213498">
    <w:abstractNumId w:val="3"/>
  </w:num>
  <w:num w:numId="21" w16cid:durableId="465126755">
    <w:abstractNumId w:val="11"/>
  </w:num>
  <w:num w:numId="22" w16cid:durableId="1168977657">
    <w:abstractNumId w:val="0"/>
  </w:num>
  <w:num w:numId="23" w16cid:durableId="1520242350">
    <w:abstractNumId w:val="12"/>
  </w:num>
  <w:num w:numId="24" w16cid:durableId="2141071604">
    <w:abstractNumId w:val="4"/>
  </w:num>
  <w:num w:numId="25" w16cid:durableId="1928926965">
    <w:abstractNumId w:val="3"/>
  </w:num>
  <w:num w:numId="26" w16cid:durableId="1962682502">
    <w:abstractNumId w:val="10"/>
  </w:num>
  <w:num w:numId="27" w16cid:durableId="885264124">
    <w:abstractNumId w:val="0"/>
  </w:num>
  <w:num w:numId="28" w16cid:durableId="1233541272">
    <w:abstractNumId w:val="9"/>
  </w:num>
  <w:num w:numId="29" w16cid:durableId="551306618">
    <w:abstractNumId w:val="12"/>
  </w:num>
  <w:num w:numId="30" w16cid:durableId="794758604">
    <w:abstractNumId w:val="4"/>
  </w:num>
  <w:num w:numId="31" w16cid:durableId="1855073249">
    <w:abstractNumId w:val="1"/>
  </w:num>
  <w:num w:numId="32" w16cid:durableId="611010966">
    <w:abstractNumId w:val="3"/>
  </w:num>
  <w:num w:numId="33" w16cid:durableId="17495740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bordersDoNotSurroundHeader/>
  <w:bordersDoNotSurroundFooter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revisionView w:inkAnnotations="0"/>
  <w:defaultTabStop w:val="510"/>
  <w:autoHyphenation/>
  <w:drawingGridHorizontalSpacing w:val="100"/>
  <w:drawingGridVerticalSpacing w:val="163"/>
  <w:displayHorizontalDrawingGridEvery w:val="0"/>
  <w:displayVerticalDrawingGridEvery w:val="2"/>
  <w:characterSpacingControl w:val="compressPunctuation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35DE"/>
    <w:rsid w:val="00000866"/>
    <w:rsid w:val="00003B64"/>
    <w:rsid w:val="00020C2C"/>
    <w:rsid w:val="000405D8"/>
    <w:rsid w:val="00061376"/>
    <w:rsid w:val="00081AA2"/>
    <w:rsid w:val="0009299A"/>
    <w:rsid w:val="000A3EE6"/>
    <w:rsid w:val="000A6458"/>
    <w:rsid w:val="000D45D8"/>
    <w:rsid w:val="000F2327"/>
    <w:rsid w:val="000F77D9"/>
    <w:rsid w:val="0010074E"/>
    <w:rsid w:val="001203A1"/>
    <w:rsid w:val="0015044B"/>
    <w:rsid w:val="00172E9F"/>
    <w:rsid w:val="00172F33"/>
    <w:rsid w:val="001B6D71"/>
    <w:rsid w:val="001C0E58"/>
    <w:rsid w:val="001E2AEB"/>
    <w:rsid w:val="00223F66"/>
    <w:rsid w:val="00225F78"/>
    <w:rsid w:val="0023282F"/>
    <w:rsid w:val="00233D85"/>
    <w:rsid w:val="0023580E"/>
    <w:rsid w:val="00244625"/>
    <w:rsid w:val="00245A4D"/>
    <w:rsid w:val="00247174"/>
    <w:rsid w:val="00247178"/>
    <w:rsid w:val="00250819"/>
    <w:rsid w:val="00255610"/>
    <w:rsid w:val="002673CA"/>
    <w:rsid w:val="002708A1"/>
    <w:rsid w:val="00273A78"/>
    <w:rsid w:val="00273A90"/>
    <w:rsid w:val="0027661B"/>
    <w:rsid w:val="0028048D"/>
    <w:rsid w:val="00280DBE"/>
    <w:rsid w:val="002A575A"/>
    <w:rsid w:val="002B1743"/>
    <w:rsid w:val="002B18FC"/>
    <w:rsid w:val="002C5D3F"/>
    <w:rsid w:val="002E59CB"/>
    <w:rsid w:val="002E5AF0"/>
    <w:rsid w:val="00305D26"/>
    <w:rsid w:val="00326141"/>
    <w:rsid w:val="00336369"/>
    <w:rsid w:val="003812FB"/>
    <w:rsid w:val="0039536D"/>
    <w:rsid w:val="0039607E"/>
    <w:rsid w:val="00396805"/>
    <w:rsid w:val="003B10AD"/>
    <w:rsid w:val="003E2697"/>
    <w:rsid w:val="00401D30"/>
    <w:rsid w:val="00412294"/>
    <w:rsid w:val="004174C7"/>
    <w:rsid w:val="00425073"/>
    <w:rsid w:val="004250DF"/>
    <w:rsid w:val="00433471"/>
    <w:rsid w:val="0044068B"/>
    <w:rsid w:val="00441346"/>
    <w:rsid w:val="00451BD2"/>
    <w:rsid w:val="00467C3C"/>
    <w:rsid w:val="00470BA1"/>
    <w:rsid w:val="004720B5"/>
    <w:rsid w:val="00484D6C"/>
    <w:rsid w:val="00486D19"/>
    <w:rsid w:val="004958A4"/>
    <w:rsid w:val="00497FB2"/>
    <w:rsid w:val="004A47B7"/>
    <w:rsid w:val="004E1AB8"/>
    <w:rsid w:val="004F2448"/>
    <w:rsid w:val="004F6B36"/>
    <w:rsid w:val="00524F9F"/>
    <w:rsid w:val="00542BED"/>
    <w:rsid w:val="005438D0"/>
    <w:rsid w:val="005442C6"/>
    <w:rsid w:val="00560CFB"/>
    <w:rsid w:val="005757AB"/>
    <w:rsid w:val="00580DE5"/>
    <w:rsid w:val="0058337C"/>
    <w:rsid w:val="005B1D45"/>
    <w:rsid w:val="005B48D5"/>
    <w:rsid w:val="006030A8"/>
    <w:rsid w:val="00607366"/>
    <w:rsid w:val="00613799"/>
    <w:rsid w:val="006314CC"/>
    <w:rsid w:val="006373DE"/>
    <w:rsid w:val="006442FD"/>
    <w:rsid w:val="00662D30"/>
    <w:rsid w:val="00666959"/>
    <w:rsid w:val="00685B89"/>
    <w:rsid w:val="006908C3"/>
    <w:rsid w:val="00692393"/>
    <w:rsid w:val="00692CD3"/>
    <w:rsid w:val="00692DFD"/>
    <w:rsid w:val="006A5E7D"/>
    <w:rsid w:val="006C4E67"/>
    <w:rsid w:val="006E43D2"/>
    <w:rsid w:val="006E44FC"/>
    <w:rsid w:val="006E4C2E"/>
    <w:rsid w:val="006F4172"/>
    <w:rsid w:val="00734017"/>
    <w:rsid w:val="00762EF5"/>
    <w:rsid w:val="00780A9D"/>
    <w:rsid w:val="00792798"/>
    <w:rsid w:val="007A7B56"/>
    <w:rsid w:val="007B4B92"/>
    <w:rsid w:val="007B5742"/>
    <w:rsid w:val="007C13D2"/>
    <w:rsid w:val="0080036E"/>
    <w:rsid w:val="008027AF"/>
    <w:rsid w:val="00806B3B"/>
    <w:rsid w:val="008113D2"/>
    <w:rsid w:val="0084451C"/>
    <w:rsid w:val="008502B1"/>
    <w:rsid w:val="00865A2C"/>
    <w:rsid w:val="00873C32"/>
    <w:rsid w:val="00874A10"/>
    <w:rsid w:val="00882620"/>
    <w:rsid w:val="00886EB9"/>
    <w:rsid w:val="008A1695"/>
    <w:rsid w:val="008A1935"/>
    <w:rsid w:val="008C4D09"/>
    <w:rsid w:val="008D5EC4"/>
    <w:rsid w:val="008E7544"/>
    <w:rsid w:val="008F501F"/>
    <w:rsid w:val="009154D2"/>
    <w:rsid w:val="009364C5"/>
    <w:rsid w:val="00943629"/>
    <w:rsid w:val="00946D9B"/>
    <w:rsid w:val="00991E6D"/>
    <w:rsid w:val="009A5D52"/>
    <w:rsid w:val="009E796A"/>
    <w:rsid w:val="009F3902"/>
    <w:rsid w:val="009F70E6"/>
    <w:rsid w:val="00A01F20"/>
    <w:rsid w:val="00A028FF"/>
    <w:rsid w:val="00A1025F"/>
    <w:rsid w:val="00A12661"/>
    <w:rsid w:val="00A12F52"/>
    <w:rsid w:val="00A133E4"/>
    <w:rsid w:val="00A202AF"/>
    <w:rsid w:val="00A21ED3"/>
    <w:rsid w:val="00A224C2"/>
    <w:rsid w:val="00A322D0"/>
    <w:rsid w:val="00A40033"/>
    <w:rsid w:val="00A56199"/>
    <w:rsid w:val="00A608E4"/>
    <w:rsid w:val="00A6413B"/>
    <w:rsid w:val="00A86264"/>
    <w:rsid w:val="00A919FD"/>
    <w:rsid w:val="00A94A54"/>
    <w:rsid w:val="00AA09A4"/>
    <w:rsid w:val="00AC6B68"/>
    <w:rsid w:val="00AC782D"/>
    <w:rsid w:val="00AD1E2D"/>
    <w:rsid w:val="00AD7195"/>
    <w:rsid w:val="00AF30E7"/>
    <w:rsid w:val="00B03F74"/>
    <w:rsid w:val="00B13037"/>
    <w:rsid w:val="00B6210E"/>
    <w:rsid w:val="00B66B31"/>
    <w:rsid w:val="00B67010"/>
    <w:rsid w:val="00B731A8"/>
    <w:rsid w:val="00B84C80"/>
    <w:rsid w:val="00BA5ED8"/>
    <w:rsid w:val="00BB3F4E"/>
    <w:rsid w:val="00BC4295"/>
    <w:rsid w:val="00BC648C"/>
    <w:rsid w:val="00BD1C60"/>
    <w:rsid w:val="00BD66AA"/>
    <w:rsid w:val="00BE3560"/>
    <w:rsid w:val="00BF1A1C"/>
    <w:rsid w:val="00BF3AEE"/>
    <w:rsid w:val="00BF64FE"/>
    <w:rsid w:val="00C03EC8"/>
    <w:rsid w:val="00C16483"/>
    <w:rsid w:val="00C16A45"/>
    <w:rsid w:val="00C20CE5"/>
    <w:rsid w:val="00C3322E"/>
    <w:rsid w:val="00C36B35"/>
    <w:rsid w:val="00C6471C"/>
    <w:rsid w:val="00C65F3E"/>
    <w:rsid w:val="00C744BB"/>
    <w:rsid w:val="00C76A6A"/>
    <w:rsid w:val="00C83CF3"/>
    <w:rsid w:val="00CB35DE"/>
    <w:rsid w:val="00CD39AA"/>
    <w:rsid w:val="00CD7B22"/>
    <w:rsid w:val="00CE1138"/>
    <w:rsid w:val="00CE1A8D"/>
    <w:rsid w:val="00D05D68"/>
    <w:rsid w:val="00D100D1"/>
    <w:rsid w:val="00D32114"/>
    <w:rsid w:val="00D33DEC"/>
    <w:rsid w:val="00D47CAE"/>
    <w:rsid w:val="00D8367C"/>
    <w:rsid w:val="00D94A12"/>
    <w:rsid w:val="00DA50AF"/>
    <w:rsid w:val="00DB0C7F"/>
    <w:rsid w:val="00DE3B5D"/>
    <w:rsid w:val="00DF4973"/>
    <w:rsid w:val="00E45ADA"/>
    <w:rsid w:val="00E57ED1"/>
    <w:rsid w:val="00E61FF9"/>
    <w:rsid w:val="00E63B3E"/>
    <w:rsid w:val="00E75ACF"/>
    <w:rsid w:val="00E90691"/>
    <w:rsid w:val="00ED23BD"/>
    <w:rsid w:val="00EE46A8"/>
    <w:rsid w:val="00EF606C"/>
    <w:rsid w:val="00F0516F"/>
    <w:rsid w:val="00F121E6"/>
    <w:rsid w:val="00F263AB"/>
    <w:rsid w:val="00F7634A"/>
    <w:rsid w:val="00F84C0C"/>
    <w:rsid w:val="00F87FE9"/>
    <w:rsid w:val="00F902AB"/>
    <w:rsid w:val="00FC1DF9"/>
    <w:rsid w:val="00FE0588"/>
    <w:rsid w:val="00FF5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809808D"/>
  <w15:chartTrackingRefBased/>
  <w15:docId w15:val="{AE7EE6AB-F405-4A61-988C-9DC896F78D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SimSun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4C80"/>
    <w:pPr>
      <w:spacing w:line="260" w:lineRule="atLeast"/>
      <w:jc w:val="both"/>
    </w:pPr>
    <w:rPr>
      <w:rFonts w:ascii="Palatino Linotype" w:hAnsi="Palatino Linotype"/>
      <w:noProof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11articletype">
    <w:name w:val="MDPI_1.1_article_type"/>
    <w:next w:val="Normal"/>
    <w:qFormat/>
    <w:rsid w:val="00BA5ED8"/>
    <w:pPr>
      <w:adjustRightInd w:val="0"/>
      <w:snapToGrid w:val="0"/>
      <w:spacing w:before="240"/>
    </w:pPr>
    <w:rPr>
      <w:rFonts w:ascii="Palatino Linotype" w:eastAsia="Times New Roman" w:hAnsi="Palatino Linotype"/>
      <w:i/>
      <w:snapToGrid w:val="0"/>
      <w:color w:val="000000"/>
      <w:kern w:val="2"/>
      <w:szCs w:val="22"/>
      <w:lang w:eastAsia="de-DE" w:bidi="en-US"/>
      <w14:ligatures w14:val="standardContextual"/>
    </w:rPr>
  </w:style>
  <w:style w:type="paragraph" w:customStyle="1" w:styleId="MDPI12title">
    <w:name w:val="MDPI_1.2_title"/>
    <w:next w:val="Normal"/>
    <w:qFormat/>
    <w:rsid w:val="00BA5ED8"/>
    <w:pPr>
      <w:adjustRightInd w:val="0"/>
      <w:snapToGrid w:val="0"/>
      <w:spacing w:after="240" w:line="240" w:lineRule="atLeast"/>
    </w:pPr>
    <w:rPr>
      <w:rFonts w:ascii="Palatino Linotype" w:eastAsia="Times New Roman" w:hAnsi="Palatino Linotype"/>
      <w:b/>
      <w:snapToGrid w:val="0"/>
      <w:color w:val="000000"/>
      <w:kern w:val="2"/>
      <w:sz w:val="36"/>
      <w:lang w:eastAsia="de-DE" w:bidi="en-US"/>
      <w14:ligatures w14:val="standardContextual"/>
    </w:rPr>
  </w:style>
  <w:style w:type="paragraph" w:customStyle="1" w:styleId="MDPI13authornames">
    <w:name w:val="MDPI_1.3_authornames"/>
    <w:next w:val="Normal"/>
    <w:qFormat/>
    <w:rsid w:val="00BA5ED8"/>
    <w:pPr>
      <w:adjustRightInd w:val="0"/>
      <w:snapToGrid w:val="0"/>
      <w:spacing w:after="360" w:line="260" w:lineRule="atLeast"/>
    </w:pPr>
    <w:rPr>
      <w:rFonts w:ascii="Palatino Linotype" w:eastAsia="Times New Roman" w:hAnsi="Palatino Linotype"/>
      <w:b/>
      <w:color w:val="000000"/>
      <w:kern w:val="2"/>
      <w:szCs w:val="22"/>
      <w:lang w:eastAsia="de-DE" w:bidi="en-US"/>
      <w14:ligatures w14:val="standardContextual"/>
    </w:rPr>
  </w:style>
  <w:style w:type="paragraph" w:customStyle="1" w:styleId="MDPI14history">
    <w:name w:val="MDPI_1.4_history"/>
    <w:basedOn w:val="Normal"/>
    <w:next w:val="Normal"/>
    <w:qFormat/>
    <w:rsid w:val="00BA5ED8"/>
    <w:pPr>
      <w:adjustRightInd w:val="0"/>
      <w:snapToGrid w:val="0"/>
      <w:spacing w:line="240" w:lineRule="atLeast"/>
      <w:ind w:right="113"/>
      <w:jc w:val="left"/>
    </w:pPr>
    <w:rPr>
      <w:rFonts w:eastAsia="Times New Roman"/>
      <w:noProof w:val="0"/>
      <w:kern w:val="2"/>
      <w:sz w:val="14"/>
      <w:lang w:eastAsia="de-DE" w:bidi="en-US"/>
      <w14:ligatures w14:val="standardContextual"/>
    </w:rPr>
  </w:style>
  <w:style w:type="paragraph" w:customStyle="1" w:styleId="MDPI16affiliation">
    <w:name w:val="MDPI_1.6_affiliation"/>
    <w:qFormat/>
    <w:rsid w:val="00BA5ED8"/>
    <w:pPr>
      <w:adjustRightInd w:val="0"/>
      <w:snapToGrid w:val="0"/>
      <w:spacing w:line="200" w:lineRule="atLeast"/>
      <w:ind w:left="2806" w:hanging="198"/>
    </w:pPr>
    <w:rPr>
      <w:rFonts w:ascii="Palatino Linotype" w:eastAsia="Times New Roman" w:hAnsi="Palatino Linotype"/>
      <w:color w:val="000000"/>
      <w:kern w:val="2"/>
      <w:sz w:val="16"/>
      <w:szCs w:val="18"/>
      <w:lang w:eastAsia="de-DE" w:bidi="en-US"/>
      <w14:ligatures w14:val="standardContextual"/>
    </w:rPr>
  </w:style>
  <w:style w:type="paragraph" w:customStyle="1" w:styleId="MDPI17abstract">
    <w:name w:val="MDPI_1.7_abstract"/>
    <w:next w:val="Normal"/>
    <w:qFormat/>
    <w:rsid w:val="00BA5ED8"/>
    <w:pPr>
      <w:adjustRightInd w:val="0"/>
      <w:snapToGrid w:val="0"/>
      <w:spacing w:before="240" w:line="260" w:lineRule="atLeast"/>
      <w:ind w:left="2608"/>
      <w:jc w:val="both"/>
    </w:pPr>
    <w:rPr>
      <w:rFonts w:ascii="Palatino Linotype" w:eastAsia="Times New Roman" w:hAnsi="Palatino Linotype"/>
      <w:color w:val="000000"/>
      <w:kern w:val="2"/>
      <w:sz w:val="18"/>
      <w:szCs w:val="22"/>
      <w:lang w:eastAsia="de-DE" w:bidi="en-US"/>
      <w14:ligatures w14:val="standardContextual"/>
    </w:rPr>
  </w:style>
  <w:style w:type="paragraph" w:customStyle="1" w:styleId="MDPI18keywords">
    <w:name w:val="MDPI_1.8_keywords"/>
    <w:next w:val="Normal"/>
    <w:qFormat/>
    <w:rsid w:val="00BA5ED8"/>
    <w:pPr>
      <w:adjustRightInd w:val="0"/>
      <w:snapToGrid w:val="0"/>
      <w:spacing w:before="240" w:line="260" w:lineRule="atLeast"/>
      <w:ind w:left="2608"/>
      <w:jc w:val="both"/>
    </w:pPr>
    <w:rPr>
      <w:rFonts w:ascii="Palatino Linotype" w:eastAsia="Times New Roman" w:hAnsi="Palatino Linotype"/>
      <w:snapToGrid w:val="0"/>
      <w:color w:val="000000"/>
      <w:kern w:val="2"/>
      <w:sz w:val="18"/>
      <w:szCs w:val="22"/>
      <w:lang w:eastAsia="de-DE" w:bidi="en-US"/>
      <w14:ligatures w14:val="standardContextual"/>
    </w:rPr>
  </w:style>
  <w:style w:type="paragraph" w:customStyle="1" w:styleId="MDPI19line">
    <w:name w:val="MDPI_1.9_line"/>
    <w:qFormat/>
    <w:rsid w:val="00BA5ED8"/>
    <w:pPr>
      <w:pBdr>
        <w:bottom w:val="single" w:sz="4" w:space="1" w:color="auto"/>
      </w:pBdr>
      <w:adjustRightInd w:val="0"/>
      <w:snapToGrid w:val="0"/>
      <w:spacing w:after="480" w:line="260" w:lineRule="atLeast"/>
      <w:ind w:left="2608"/>
      <w:jc w:val="both"/>
    </w:pPr>
    <w:rPr>
      <w:rFonts w:ascii="Palatino Linotype" w:eastAsia="Times New Roman" w:hAnsi="Palatino Linotype" w:cs="Cordia New"/>
      <w:color w:val="000000"/>
      <w:kern w:val="2"/>
      <w:szCs w:val="24"/>
      <w:lang w:eastAsia="de-DE" w:bidi="en-US"/>
      <w14:ligatures w14:val="standardContextual"/>
    </w:rPr>
  </w:style>
  <w:style w:type="table" w:customStyle="1" w:styleId="Mdeck5tablebodythreelines">
    <w:name w:val="M_deck_5_table_body_three_lines"/>
    <w:basedOn w:val="TableNormal"/>
    <w:uiPriority w:val="99"/>
    <w:rsid w:val="005442C6"/>
    <w:pPr>
      <w:adjustRightInd w:val="0"/>
      <w:snapToGrid w:val="0"/>
      <w:spacing w:line="300" w:lineRule="exact"/>
      <w:jc w:val="center"/>
    </w:pPr>
    <w:rPr>
      <w:rFonts w:ascii="Times New Roman" w:hAnsi="Times New Roman"/>
      <w:lang w:val="de-DE" w:eastAsia="de-DE"/>
    </w:rPr>
    <w:tblPr>
      <w:jc w:val="center"/>
      <w:tblBorders>
        <w:bottom w:val="single" w:sz="8" w:space="0" w:color="auto"/>
      </w:tblBorders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TableGrid">
    <w:name w:val="Table Grid"/>
    <w:basedOn w:val="TableNormal"/>
    <w:uiPriority w:val="59"/>
    <w:rsid w:val="00B84C80"/>
    <w:pPr>
      <w:spacing w:line="260" w:lineRule="atLeast"/>
      <w:jc w:val="both"/>
    </w:pPr>
    <w:rPr>
      <w:rFonts w:ascii="Palatino Linotype" w:hAnsi="Palatino Linotype"/>
      <w:color w:val="00000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B84C80"/>
    <w:pPr>
      <w:tabs>
        <w:tab w:val="center" w:pos="4153"/>
        <w:tab w:val="right" w:pos="8306"/>
      </w:tabs>
      <w:snapToGrid w:val="0"/>
      <w:spacing w:line="240" w:lineRule="atLeast"/>
    </w:pPr>
    <w:rPr>
      <w:szCs w:val="18"/>
    </w:rPr>
  </w:style>
  <w:style w:type="character" w:customStyle="1" w:styleId="FooterChar">
    <w:name w:val="Footer Char"/>
    <w:link w:val="Footer"/>
    <w:uiPriority w:val="99"/>
    <w:rsid w:val="00B84C80"/>
    <w:rPr>
      <w:rFonts w:ascii="Palatino Linotype" w:hAnsi="Palatino Linotype"/>
      <w:noProof/>
      <w:color w:val="000000"/>
      <w:szCs w:val="18"/>
    </w:rPr>
  </w:style>
  <w:style w:type="paragraph" w:styleId="Header">
    <w:name w:val="header"/>
    <w:basedOn w:val="Normal"/>
    <w:link w:val="HeaderChar"/>
    <w:uiPriority w:val="99"/>
    <w:rsid w:val="00B84C8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Cs w:val="18"/>
    </w:rPr>
  </w:style>
  <w:style w:type="character" w:customStyle="1" w:styleId="HeaderChar">
    <w:name w:val="Header Char"/>
    <w:link w:val="Header"/>
    <w:uiPriority w:val="99"/>
    <w:rsid w:val="00B84C80"/>
    <w:rPr>
      <w:rFonts w:ascii="Palatino Linotype" w:hAnsi="Palatino Linotype"/>
      <w:noProof/>
      <w:color w:val="000000"/>
      <w:szCs w:val="18"/>
    </w:rPr>
  </w:style>
  <w:style w:type="paragraph" w:customStyle="1" w:styleId="MDPIheaderjournallogo">
    <w:name w:val="MDPI_header_journal_logo"/>
    <w:qFormat/>
    <w:rsid w:val="00BA5ED8"/>
    <w:pPr>
      <w:adjustRightInd w:val="0"/>
      <w:snapToGrid w:val="0"/>
      <w:spacing w:line="260" w:lineRule="atLeast"/>
      <w:jc w:val="both"/>
    </w:pPr>
    <w:rPr>
      <w:rFonts w:ascii="Palatino Linotype" w:eastAsia="Times New Roman" w:hAnsi="Palatino Linotype"/>
      <w:i/>
      <w:color w:val="000000"/>
      <w:kern w:val="2"/>
      <w:sz w:val="24"/>
      <w:szCs w:val="22"/>
      <w:lang w:eastAsia="de-CH"/>
      <w14:ligatures w14:val="standardContextual"/>
    </w:rPr>
  </w:style>
  <w:style w:type="paragraph" w:customStyle="1" w:styleId="MDPI32textnoindent">
    <w:name w:val="MDPI_3.2_text_no_indent"/>
    <w:basedOn w:val="MDPI31text"/>
    <w:qFormat/>
    <w:rsid w:val="00BA5ED8"/>
    <w:pPr>
      <w:ind w:firstLine="0"/>
    </w:pPr>
  </w:style>
  <w:style w:type="paragraph" w:customStyle="1" w:styleId="MDPI31text">
    <w:name w:val="MDPI_3.1_text"/>
    <w:qFormat/>
    <w:rsid w:val="00BA5ED8"/>
    <w:pPr>
      <w:adjustRightInd w:val="0"/>
      <w:snapToGrid w:val="0"/>
      <w:spacing w:line="228" w:lineRule="auto"/>
      <w:ind w:left="2608" w:firstLine="425"/>
      <w:jc w:val="both"/>
    </w:pPr>
    <w:rPr>
      <w:rFonts w:ascii="Palatino Linotype" w:eastAsia="Times New Roman" w:hAnsi="Palatino Linotype"/>
      <w:snapToGrid w:val="0"/>
      <w:color w:val="000000"/>
      <w:kern w:val="2"/>
      <w:szCs w:val="22"/>
      <w:lang w:eastAsia="de-DE" w:bidi="en-US"/>
      <w14:ligatures w14:val="standardContextual"/>
    </w:rPr>
  </w:style>
  <w:style w:type="paragraph" w:customStyle="1" w:styleId="MDPI33textspaceafter">
    <w:name w:val="MDPI_3.3_text_space_after"/>
    <w:qFormat/>
    <w:rsid w:val="00BA5ED8"/>
    <w:pPr>
      <w:adjustRightInd w:val="0"/>
      <w:snapToGrid w:val="0"/>
      <w:spacing w:after="24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kern w:val="2"/>
      <w:szCs w:val="22"/>
      <w:lang w:eastAsia="de-DE" w:bidi="en-US"/>
      <w14:ligatures w14:val="standardContextual"/>
    </w:rPr>
  </w:style>
  <w:style w:type="paragraph" w:customStyle="1" w:styleId="MDPI34textspacebefore">
    <w:name w:val="MDPI_3.4_text_space_before"/>
    <w:qFormat/>
    <w:rsid w:val="00BA5ED8"/>
    <w:pPr>
      <w:adjustRightInd w:val="0"/>
      <w:snapToGrid w:val="0"/>
      <w:spacing w:before="24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kern w:val="2"/>
      <w:szCs w:val="22"/>
      <w:lang w:eastAsia="de-DE" w:bidi="en-US"/>
      <w14:ligatures w14:val="standardContextual"/>
    </w:rPr>
  </w:style>
  <w:style w:type="paragraph" w:customStyle="1" w:styleId="MDPI35textbeforelist">
    <w:name w:val="MDPI_3.5_text_before_list"/>
    <w:qFormat/>
    <w:rsid w:val="00BA5ED8"/>
    <w:pPr>
      <w:adjustRightInd w:val="0"/>
      <w:snapToGrid w:val="0"/>
      <w:spacing w:line="228" w:lineRule="auto"/>
      <w:ind w:left="2608" w:firstLine="425"/>
      <w:jc w:val="both"/>
    </w:pPr>
    <w:rPr>
      <w:rFonts w:ascii="Palatino Linotype" w:eastAsia="Times New Roman" w:hAnsi="Palatino Linotype"/>
      <w:snapToGrid w:val="0"/>
      <w:color w:val="000000"/>
      <w:kern w:val="2"/>
      <w:szCs w:val="22"/>
      <w:lang w:eastAsia="de-DE" w:bidi="en-US"/>
      <w14:ligatures w14:val="standardContextual"/>
    </w:rPr>
  </w:style>
  <w:style w:type="paragraph" w:customStyle="1" w:styleId="MDPI36textafterlist">
    <w:name w:val="MDPI_3.6_text_after_list"/>
    <w:qFormat/>
    <w:rsid w:val="00BA5ED8"/>
    <w:pPr>
      <w:adjustRightInd w:val="0"/>
      <w:snapToGrid w:val="0"/>
      <w:spacing w:before="12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kern w:val="2"/>
      <w:szCs w:val="22"/>
      <w:lang w:eastAsia="de-DE" w:bidi="en-US"/>
      <w14:ligatures w14:val="standardContextual"/>
    </w:rPr>
  </w:style>
  <w:style w:type="paragraph" w:customStyle="1" w:styleId="MDPI37itemize">
    <w:name w:val="MDPI_3.7_itemize"/>
    <w:qFormat/>
    <w:rsid w:val="00BA5ED8"/>
    <w:pPr>
      <w:numPr>
        <w:numId w:val="29"/>
      </w:numPr>
      <w:adjustRightInd w:val="0"/>
      <w:snapToGrid w:val="0"/>
      <w:spacing w:line="228" w:lineRule="auto"/>
      <w:jc w:val="both"/>
    </w:pPr>
    <w:rPr>
      <w:rFonts w:ascii="Palatino Linotype" w:eastAsia="Times New Roman" w:hAnsi="Palatino Linotype"/>
      <w:color w:val="000000"/>
      <w:kern w:val="2"/>
      <w:szCs w:val="22"/>
      <w:lang w:eastAsia="de-DE" w:bidi="en-US"/>
      <w14:ligatures w14:val="standardContextual"/>
    </w:rPr>
  </w:style>
  <w:style w:type="paragraph" w:customStyle="1" w:styleId="MDPI38bullet">
    <w:name w:val="MDPI_3.8_bullet"/>
    <w:qFormat/>
    <w:rsid w:val="00BA5ED8"/>
    <w:pPr>
      <w:numPr>
        <w:numId w:val="30"/>
      </w:numPr>
      <w:adjustRightInd w:val="0"/>
      <w:snapToGrid w:val="0"/>
      <w:spacing w:line="228" w:lineRule="auto"/>
      <w:jc w:val="both"/>
    </w:pPr>
    <w:rPr>
      <w:rFonts w:ascii="Palatino Linotype" w:eastAsia="Times New Roman" w:hAnsi="Palatino Linotype"/>
      <w:color w:val="000000"/>
      <w:kern w:val="2"/>
      <w:szCs w:val="22"/>
      <w:lang w:eastAsia="de-DE" w:bidi="en-US"/>
      <w14:ligatures w14:val="standardContextual"/>
    </w:rPr>
  </w:style>
  <w:style w:type="paragraph" w:customStyle="1" w:styleId="MDPI39equation">
    <w:name w:val="MDPI_3.9_equation"/>
    <w:qFormat/>
    <w:rsid w:val="00BA5ED8"/>
    <w:pPr>
      <w:adjustRightInd w:val="0"/>
      <w:snapToGrid w:val="0"/>
      <w:spacing w:before="120" w:after="120" w:line="260" w:lineRule="atLeast"/>
      <w:ind w:left="709"/>
      <w:jc w:val="center"/>
    </w:pPr>
    <w:rPr>
      <w:rFonts w:ascii="Palatino Linotype" w:eastAsia="Times New Roman" w:hAnsi="Palatino Linotype"/>
      <w:snapToGrid w:val="0"/>
      <w:color w:val="000000"/>
      <w:kern w:val="2"/>
      <w:szCs w:val="22"/>
      <w:lang w:eastAsia="de-DE" w:bidi="en-US"/>
      <w14:ligatures w14:val="standardContextual"/>
    </w:rPr>
  </w:style>
  <w:style w:type="paragraph" w:customStyle="1" w:styleId="MDPI3aequationnumber">
    <w:name w:val="MDPI_3.a_equation_number"/>
    <w:qFormat/>
    <w:rsid w:val="00BA5ED8"/>
    <w:pPr>
      <w:spacing w:before="120" w:after="120"/>
      <w:jc w:val="right"/>
    </w:pPr>
    <w:rPr>
      <w:rFonts w:ascii="Palatino Linotype" w:eastAsia="Times New Roman" w:hAnsi="Palatino Linotype"/>
      <w:snapToGrid w:val="0"/>
      <w:color w:val="000000"/>
      <w:kern w:val="2"/>
      <w:szCs w:val="22"/>
      <w:lang w:eastAsia="de-DE" w:bidi="en-US"/>
      <w14:ligatures w14:val="standardContextual"/>
    </w:rPr>
  </w:style>
  <w:style w:type="paragraph" w:customStyle="1" w:styleId="MDPI41tablecaption">
    <w:name w:val="MDPI_4.1_table_caption"/>
    <w:qFormat/>
    <w:rsid w:val="00BA5ED8"/>
    <w:pPr>
      <w:adjustRightInd w:val="0"/>
      <w:snapToGrid w:val="0"/>
      <w:spacing w:before="240" w:after="120" w:line="228" w:lineRule="auto"/>
      <w:ind w:left="2608"/>
    </w:pPr>
    <w:rPr>
      <w:rFonts w:ascii="Palatino Linotype" w:eastAsia="Times New Roman" w:hAnsi="Palatino Linotype" w:cstheme="minorBidi"/>
      <w:color w:val="000000"/>
      <w:kern w:val="2"/>
      <w:sz w:val="18"/>
      <w:szCs w:val="22"/>
      <w:lang w:eastAsia="de-DE" w:bidi="en-US"/>
      <w14:ligatures w14:val="standardContextual"/>
    </w:rPr>
  </w:style>
  <w:style w:type="paragraph" w:customStyle="1" w:styleId="MDPI42tablebody">
    <w:name w:val="MDPI_4.2_table_body"/>
    <w:qFormat/>
    <w:rsid w:val="00BA5ED8"/>
    <w:pPr>
      <w:adjustRightInd w:val="0"/>
      <w:snapToGrid w:val="0"/>
      <w:jc w:val="center"/>
    </w:pPr>
    <w:rPr>
      <w:rFonts w:ascii="Palatino Linotype" w:eastAsia="Times New Roman" w:hAnsi="Palatino Linotype"/>
      <w:snapToGrid w:val="0"/>
      <w:color w:val="000000"/>
      <w:kern w:val="2"/>
      <w:lang w:eastAsia="de-DE" w:bidi="en-US"/>
      <w14:ligatures w14:val="standardContextual"/>
    </w:rPr>
  </w:style>
  <w:style w:type="paragraph" w:customStyle="1" w:styleId="MDPI43tablefooter">
    <w:name w:val="MDPI_4.3_table_footer"/>
    <w:next w:val="MDPI31text"/>
    <w:qFormat/>
    <w:rsid w:val="00BA5ED8"/>
    <w:pPr>
      <w:adjustRightInd w:val="0"/>
      <w:snapToGrid w:val="0"/>
      <w:spacing w:line="228" w:lineRule="auto"/>
      <w:ind w:left="2608"/>
    </w:pPr>
    <w:rPr>
      <w:rFonts w:ascii="Palatino Linotype" w:eastAsia="Times New Roman" w:hAnsi="Palatino Linotype" w:cs="Cordia New"/>
      <w:color w:val="000000"/>
      <w:kern w:val="2"/>
      <w:sz w:val="18"/>
      <w:szCs w:val="22"/>
      <w:lang w:eastAsia="de-DE" w:bidi="en-US"/>
      <w14:ligatures w14:val="standardContextual"/>
    </w:rPr>
  </w:style>
  <w:style w:type="paragraph" w:customStyle="1" w:styleId="MDPI51figurecaption">
    <w:name w:val="MDPI_5.1_figure_caption"/>
    <w:qFormat/>
    <w:rsid w:val="00BA5ED8"/>
    <w:pPr>
      <w:adjustRightInd w:val="0"/>
      <w:snapToGrid w:val="0"/>
      <w:spacing w:before="120" w:after="240" w:line="228" w:lineRule="auto"/>
      <w:ind w:left="2608"/>
    </w:pPr>
    <w:rPr>
      <w:rFonts w:ascii="Palatino Linotype" w:eastAsia="Times New Roman" w:hAnsi="Palatino Linotype"/>
      <w:color w:val="000000"/>
      <w:kern w:val="2"/>
      <w:sz w:val="18"/>
      <w:lang w:eastAsia="de-DE" w:bidi="en-US"/>
      <w14:ligatures w14:val="standardContextual"/>
    </w:rPr>
  </w:style>
  <w:style w:type="paragraph" w:customStyle="1" w:styleId="MDPI52figure">
    <w:name w:val="MDPI_5.2_figure"/>
    <w:qFormat/>
    <w:rsid w:val="00BA5ED8"/>
    <w:pPr>
      <w:adjustRightInd w:val="0"/>
      <w:snapToGrid w:val="0"/>
      <w:spacing w:before="240" w:after="120"/>
      <w:jc w:val="center"/>
    </w:pPr>
    <w:rPr>
      <w:rFonts w:ascii="Palatino Linotype" w:eastAsia="Times New Roman" w:hAnsi="Palatino Linotype"/>
      <w:snapToGrid w:val="0"/>
      <w:color w:val="000000"/>
      <w:kern w:val="2"/>
      <w:lang w:eastAsia="de-DE" w:bidi="en-US"/>
      <w14:ligatures w14:val="standardContextual"/>
    </w:rPr>
  </w:style>
  <w:style w:type="paragraph" w:customStyle="1" w:styleId="MDPI81theorem">
    <w:name w:val="MDPI_8.1_theorem"/>
    <w:qFormat/>
    <w:rsid w:val="00BA5ED8"/>
    <w:pPr>
      <w:adjustRightInd w:val="0"/>
      <w:snapToGrid w:val="0"/>
      <w:spacing w:line="228" w:lineRule="auto"/>
      <w:ind w:left="2608"/>
      <w:jc w:val="both"/>
    </w:pPr>
    <w:rPr>
      <w:rFonts w:ascii="Palatino Linotype" w:eastAsia="Times New Roman" w:hAnsi="Palatino Linotype"/>
      <w:i/>
      <w:snapToGrid w:val="0"/>
      <w:color w:val="000000"/>
      <w:kern w:val="2"/>
      <w:szCs w:val="22"/>
      <w:lang w:eastAsia="de-DE" w:bidi="en-US"/>
      <w14:ligatures w14:val="standardContextual"/>
    </w:rPr>
  </w:style>
  <w:style w:type="paragraph" w:customStyle="1" w:styleId="MDPI82proof">
    <w:name w:val="MDPI_8.2_proof"/>
    <w:qFormat/>
    <w:rsid w:val="00BA5ED8"/>
    <w:pPr>
      <w:adjustRightInd w:val="0"/>
      <w:snapToGrid w:val="0"/>
      <w:spacing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kern w:val="2"/>
      <w:szCs w:val="22"/>
      <w:lang w:eastAsia="de-DE" w:bidi="en-US"/>
      <w14:ligatures w14:val="standardContextual"/>
    </w:rPr>
  </w:style>
  <w:style w:type="paragraph" w:customStyle="1" w:styleId="MDPI23heading3">
    <w:name w:val="MDPI_2.3_heading3"/>
    <w:qFormat/>
    <w:rsid w:val="00BA5ED8"/>
    <w:pPr>
      <w:adjustRightInd w:val="0"/>
      <w:snapToGrid w:val="0"/>
      <w:spacing w:before="60" w:after="60" w:line="228" w:lineRule="auto"/>
      <w:ind w:left="2608"/>
      <w:outlineLvl w:val="2"/>
    </w:pPr>
    <w:rPr>
      <w:rFonts w:ascii="Palatino Linotype" w:eastAsia="Times New Roman" w:hAnsi="Palatino Linotype"/>
      <w:snapToGrid w:val="0"/>
      <w:color w:val="000000"/>
      <w:kern w:val="2"/>
      <w:szCs w:val="22"/>
      <w:lang w:eastAsia="de-DE" w:bidi="en-US"/>
      <w14:ligatures w14:val="standardContextual"/>
    </w:rPr>
  </w:style>
  <w:style w:type="paragraph" w:customStyle="1" w:styleId="MDPI21heading1">
    <w:name w:val="MDPI_2.1_heading1"/>
    <w:qFormat/>
    <w:rsid w:val="00BA5ED8"/>
    <w:pPr>
      <w:adjustRightInd w:val="0"/>
      <w:snapToGrid w:val="0"/>
      <w:spacing w:before="240" w:after="60" w:line="228" w:lineRule="auto"/>
      <w:ind w:left="2608"/>
      <w:outlineLvl w:val="0"/>
    </w:pPr>
    <w:rPr>
      <w:rFonts w:ascii="Palatino Linotype" w:eastAsia="Times New Roman" w:hAnsi="Palatino Linotype"/>
      <w:b/>
      <w:snapToGrid w:val="0"/>
      <w:color w:val="000000"/>
      <w:kern w:val="2"/>
      <w:szCs w:val="22"/>
      <w:lang w:eastAsia="de-DE" w:bidi="en-US"/>
      <w14:ligatures w14:val="standardContextual"/>
    </w:rPr>
  </w:style>
  <w:style w:type="paragraph" w:customStyle="1" w:styleId="MDPI22heading2">
    <w:name w:val="MDPI_2.2_heading2"/>
    <w:qFormat/>
    <w:rsid w:val="00BA5ED8"/>
    <w:pPr>
      <w:adjustRightInd w:val="0"/>
      <w:snapToGrid w:val="0"/>
      <w:spacing w:before="60" w:after="60" w:line="228" w:lineRule="auto"/>
      <w:ind w:left="2608"/>
      <w:outlineLvl w:val="1"/>
    </w:pPr>
    <w:rPr>
      <w:rFonts w:ascii="Palatino Linotype" w:eastAsia="Times New Roman" w:hAnsi="Palatino Linotype"/>
      <w:i/>
      <w:noProof/>
      <w:snapToGrid w:val="0"/>
      <w:color w:val="000000"/>
      <w:kern w:val="2"/>
      <w:szCs w:val="22"/>
      <w:lang w:eastAsia="de-DE" w:bidi="en-US"/>
      <w14:ligatures w14:val="standardContextual"/>
    </w:rPr>
  </w:style>
  <w:style w:type="paragraph" w:customStyle="1" w:styleId="MDPI71References">
    <w:name w:val="MDPI_7.1_References"/>
    <w:qFormat/>
    <w:rsid w:val="00BA5ED8"/>
    <w:pPr>
      <w:numPr>
        <w:numId w:val="32"/>
      </w:numPr>
      <w:adjustRightInd w:val="0"/>
      <w:snapToGrid w:val="0"/>
      <w:spacing w:line="228" w:lineRule="auto"/>
      <w:jc w:val="both"/>
    </w:pPr>
    <w:rPr>
      <w:rFonts w:ascii="Palatino Linotype" w:eastAsia="Times New Roman" w:hAnsi="Palatino Linotype"/>
      <w:color w:val="000000"/>
      <w:kern w:val="2"/>
      <w:sz w:val="18"/>
      <w:lang w:eastAsia="de-DE" w:bidi="en-US"/>
      <w14:ligatures w14:val="standardContextual"/>
    </w:rPr>
  </w:style>
  <w:style w:type="paragraph" w:styleId="BalloonText">
    <w:name w:val="Balloon Text"/>
    <w:basedOn w:val="Normal"/>
    <w:link w:val="BalloonTextChar"/>
    <w:uiPriority w:val="99"/>
    <w:rsid w:val="00B84C80"/>
    <w:rPr>
      <w:rFonts w:cs="Tahoma"/>
      <w:szCs w:val="18"/>
    </w:rPr>
  </w:style>
  <w:style w:type="character" w:customStyle="1" w:styleId="BalloonTextChar">
    <w:name w:val="Balloon Text Char"/>
    <w:link w:val="BalloonText"/>
    <w:uiPriority w:val="99"/>
    <w:rsid w:val="00B84C80"/>
    <w:rPr>
      <w:rFonts w:ascii="Palatino Linotype" w:hAnsi="Palatino Linotype" w:cs="Tahoma"/>
      <w:noProof/>
      <w:color w:val="000000"/>
      <w:szCs w:val="18"/>
    </w:rPr>
  </w:style>
  <w:style w:type="character" w:styleId="LineNumber">
    <w:name w:val="line number"/>
    <w:uiPriority w:val="99"/>
    <w:rsid w:val="001C0E58"/>
    <w:rPr>
      <w:rFonts w:ascii="Palatino Linotype" w:hAnsi="Palatino Linotype"/>
      <w:sz w:val="16"/>
    </w:rPr>
  </w:style>
  <w:style w:type="table" w:customStyle="1" w:styleId="MDPI41threelinetable">
    <w:name w:val="MDPI_4.1_three_line_table"/>
    <w:basedOn w:val="TableNormal"/>
    <w:uiPriority w:val="99"/>
    <w:rsid w:val="00BA5ED8"/>
    <w:pPr>
      <w:adjustRightInd w:val="0"/>
      <w:snapToGrid w:val="0"/>
      <w:jc w:val="center"/>
    </w:pPr>
    <w:rPr>
      <w:rFonts w:ascii="Palatino Linotype" w:eastAsiaTheme="minorHAnsi" w:hAnsi="Palatino Linotype"/>
      <w:color w:val="000000"/>
      <w:kern w:val="2"/>
      <w14:ligatures w14:val="standardContextual"/>
    </w:r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Palatino Linotype" w:hAnsi="Palatino Linotype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character" w:styleId="Hyperlink">
    <w:name w:val="Hyperlink"/>
    <w:uiPriority w:val="99"/>
    <w:rsid w:val="00B84C80"/>
    <w:rPr>
      <w:color w:val="0000FF"/>
      <w:u w:val="single"/>
    </w:rPr>
  </w:style>
  <w:style w:type="character" w:styleId="UnresolvedMention">
    <w:name w:val="Unresolved Mention"/>
    <w:uiPriority w:val="99"/>
    <w:semiHidden/>
    <w:unhideWhenUsed/>
    <w:rsid w:val="007A7B56"/>
    <w:rPr>
      <w:color w:val="605E5C"/>
      <w:shd w:val="clear" w:color="auto" w:fill="E1DFDD"/>
    </w:rPr>
  </w:style>
  <w:style w:type="table" w:styleId="PlainTable4">
    <w:name w:val="Plain Table 4"/>
    <w:basedOn w:val="TableNormal"/>
    <w:uiPriority w:val="44"/>
    <w:rsid w:val="00C3322E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customStyle="1" w:styleId="MDPI61Citation">
    <w:name w:val="MDPI_6.1_Citation"/>
    <w:qFormat/>
    <w:rsid w:val="00BA5ED8"/>
    <w:pPr>
      <w:adjustRightInd w:val="0"/>
      <w:snapToGrid w:val="0"/>
      <w:spacing w:line="240" w:lineRule="atLeast"/>
      <w:ind w:right="113"/>
    </w:pPr>
    <w:rPr>
      <w:rFonts w:ascii="Palatino Linotype" w:hAnsi="Palatino Linotype" w:cs="Cordia New"/>
      <w:kern w:val="2"/>
      <w:sz w:val="14"/>
      <w:szCs w:val="22"/>
      <w14:ligatures w14:val="standardContextual"/>
    </w:rPr>
  </w:style>
  <w:style w:type="paragraph" w:customStyle="1" w:styleId="MDPI62BackMatter">
    <w:name w:val="MDPI_6.2_BackMatter"/>
    <w:qFormat/>
    <w:rsid w:val="00BA5ED8"/>
    <w:pPr>
      <w:adjustRightInd w:val="0"/>
      <w:snapToGrid w:val="0"/>
      <w:spacing w:after="12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kern w:val="2"/>
      <w:sz w:val="18"/>
      <w:lang w:eastAsia="en-US" w:bidi="en-US"/>
      <w14:ligatures w14:val="standardContextual"/>
    </w:rPr>
  </w:style>
  <w:style w:type="paragraph" w:customStyle="1" w:styleId="MDPI63Notes">
    <w:name w:val="MDPI_6.3_Notes"/>
    <w:qFormat/>
    <w:rsid w:val="00BA5ED8"/>
    <w:pPr>
      <w:adjustRightInd w:val="0"/>
      <w:snapToGrid w:val="0"/>
      <w:spacing w:before="240" w:line="228" w:lineRule="auto"/>
      <w:jc w:val="both"/>
    </w:pPr>
    <w:rPr>
      <w:rFonts w:ascii="Palatino Linotype" w:hAnsi="Palatino Linotype"/>
      <w:snapToGrid w:val="0"/>
      <w:color w:val="000000"/>
      <w:kern w:val="2"/>
      <w:sz w:val="18"/>
      <w:lang w:eastAsia="en-US" w:bidi="en-US"/>
      <w14:ligatures w14:val="standardContextual"/>
    </w:rPr>
  </w:style>
  <w:style w:type="paragraph" w:customStyle="1" w:styleId="MDPI15academiceditor">
    <w:name w:val="MDPI_1.5_academic_editor"/>
    <w:qFormat/>
    <w:rsid w:val="00BA5ED8"/>
    <w:pPr>
      <w:adjustRightInd w:val="0"/>
      <w:snapToGrid w:val="0"/>
      <w:spacing w:before="120" w:line="240" w:lineRule="atLeast"/>
      <w:ind w:right="113"/>
    </w:pPr>
    <w:rPr>
      <w:rFonts w:ascii="Palatino Linotype" w:eastAsia="Times New Roman" w:hAnsi="Palatino Linotype"/>
      <w:color w:val="000000"/>
      <w:kern w:val="2"/>
      <w:sz w:val="14"/>
      <w:szCs w:val="22"/>
      <w:lang w:eastAsia="de-DE" w:bidi="en-US"/>
      <w14:ligatures w14:val="standardContextual"/>
    </w:rPr>
  </w:style>
  <w:style w:type="paragraph" w:customStyle="1" w:styleId="MDPI19classification">
    <w:name w:val="MDPI_1.9_classification"/>
    <w:qFormat/>
    <w:rsid w:val="00BA5ED8"/>
    <w:pPr>
      <w:spacing w:before="240" w:line="260" w:lineRule="atLeast"/>
      <w:ind w:left="113"/>
      <w:jc w:val="both"/>
    </w:pPr>
    <w:rPr>
      <w:rFonts w:ascii="Palatino Linotype" w:eastAsia="Times New Roman" w:hAnsi="Palatino Linotype"/>
      <w:b/>
      <w:color w:val="000000"/>
      <w:kern w:val="2"/>
      <w:szCs w:val="22"/>
      <w:lang w:eastAsia="de-DE" w:bidi="en-US"/>
      <w14:ligatures w14:val="standardContextual"/>
    </w:rPr>
  </w:style>
  <w:style w:type="paragraph" w:customStyle="1" w:styleId="MDPI411onetablecaption">
    <w:name w:val="MDPI_4.1.1_one_table_caption"/>
    <w:qFormat/>
    <w:rsid w:val="00BA5ED8"/>
    <w:pPr>
      <w:adjustRightInd w:val="0"/>
      <w:snapToGrid w:val="0"/>
      <w:spacing w:before="240" w:after="120" w:line="260" w:lineRule="atLeast"/>
      <w:jc w:val="center"/>
    </w:pPr>
    <w:rPr>
      <w:rFonts w:ascii="Palatino Linotype" w:eastAsiaTheme="minorHAnsi" w:hAnsi="Palatino Linotype" w:cstheme="minorBidi"/>
      <w:noProof/>
      <w:color w:val="000000"/>
      <w:kern w:val="2"/>
      <w:sz w:val="18"/>
      <w:szCs w:val="22"/>
      <w:lang w:bidi="en-US"/>
      <w14:ligatures w14:val="standardContextual"/>
    </w:rPr>
  </w:style>
  <w:style w:type="paragraph" w:customStyle="1" w:styleId="MDPI511onefigurecaption">
    <w:name w:val="MDPI_5.1.1_one_figure_caption"/>
    <w:qFormat/>
    <w:rsid w:val="00BA5ED8"/>
    <w:pPr>
      <w:adjustRightInd w:val="0"/>
      <w:snapToGrid w:val="0"/>
      <w:spacing w:before="240" w:after="120" w:line="260" w:lineRule="atLeast"/>
      <w:jc w:val="center"/>
    </w:pPr>
    <w:rPr>
      <w:rFonts w:ascii="Palatino Linotype" w:eastAsiaTheme="minorHAnsi" w:hAnsi="Palatino Linotype"/>
      <w:noProof/>
      <w:color w:val="000000"/>
      <w:kern w:val="2"/>
      <w:sz w:val="18"/>
      <w:lang w:bidi="en-US"/>
      <w14:ligatures w14:val="standardContextual"/>
    </w:rPr>
  </w:style>
  <w:style w:type="paragraph" w:customStyle="1" w:styleId="MDPI72Copyright">
    <w:name w:val="MDPI_7.2_Copyright"/>
    <w:qFormat/>
    <w:rsid w:val="00BA5ED8"/>
    <w:pPr>
      <w:adjustRightInd w:val="0"/>
      <w:snapToGrid w:val="0"/>
      <w:spacing w:before="60" w:line="240" w:lineRule="atLeast"/>
      <w:ind w:right="113"/>
      <w:jc w:val="both"/>
    </w:pPr>
    <w:rPr>
      <w:rFonts w:ascii="Palatino Linotype" w:eastAsia="Times New Roman" w:hAnsi="Palatino Linotype"/>
      <w:noProof/>
      <w:snapToGrid w:val="0"/>
      <w:color w:val="000000"/>
      <w:kern w:val="2"/>
      <w:sz w:val="14"/>
      <w:lang w:val="en-GB" w:eastAsia="en-GB"/>
      <w14:ligatures w14:val="standardContextual"/>
    </w:rPr>
  </w:style>
  <w:style w:type="paragraph" w:customStyle="1" w:styleId="MDPI73CopyrightImage">
    <w:name w:val="MDPI_7.3_CopyrightImage"/>
    <w:rsid w:val="00BA5ED8"/>
    <w:pPr>
      <w:adjustRightInd w:val="0"/>
      <w:snapToGrid w:val="0"/>
      <w:spacing w:after="100" w:line="260" w:lineRule="atLeast"/>
      <w:jc w:val="right"/>
    </w:pPr>
    <w:rPr>
      <w:rFonts w:ascii="Palatino Linotype" w:eastAsia="Times New Roman" w:hAnsi="Palatino Linotype"/>
      <w:color w:val="000000"/>
      <w:kern w:val="2"/>
      <w:lang w:eastAsia="de-CH"/>
      <w14:ligatures w14:val="standardContextual"/>
    </w:rPr>
  </w:style>
  <w:style w:type="paragraph" w:customStyle="1" w:styleId="MDPIequationFram">
    <w:name w:val="MDPI_equationFram"/>
    <w:qFormat/>
    <w:rsid w:val="00BA5ED8"/>
    <w:pPr>
      <w:adjustRightInd w:val="0"/>
      <w:snapToGrid w:val="0"/>
      <w:spacing w:before="120" w:after="120"/>
      <w:jc w:val="center"/>
    </w:pPr>
    <w:rPr>
      <w:rFonts w:ascii="Palatino Linotype" w:eastAsia="Times New Roman" w:hAnsi="Palatino Linotype"/>
      <w:snapToGrid w:val="0"/>
      <w:color w:val="000000"/>
      <w:kern w:val="2"/>
      <w:szCs w:val="22"/>
      <w:lang w:eastAsia="de-DE" w:bidi="en-US"/>
      <w14:ligatures w14:val="standardContextual"/>
    </w:rPr>
  </w:style>
  <w:style w:type="paragraph" w:customStyle="1" w:styleId="MDPIfooter">
    <w:name w:val="MDPI_footer"/>
    <w:qFormat/>
    <w:rsid w:val="00BA5ED8"/>
    <w:pPr>
      <w:adjustRightInd w:val="0"/>
      <w:snapToGrid w:val="0"/>
      <w:spacing w:before="120" w:line="260" w:lineRule="atLeast"/>
      <w:jc w:val="center"/>
    </w:pPr>
    <w:rPr>
      <w:rFonts w:ascii="Palatino Linotype" w:eastAsia="Times New Roman" w:hAnsi="Palatino Linotype"/>
      <w:color w:val="000000"/>
      <w:kern w:val="2"/>
      <w:lang w:eastAsia="de-DE"/>
      <w14:ligatures w14:val="standardContextual"/>
    </w:rPr>
  </w:style>
  <w:style w:type="paragraph" w:customStyle="1" w:styleId="MDPIfooterfirstpage">
    <w:name w:val="MDPI_footer_firstpage"/>
    <w:qFormat/>
    <w:rsid w:val="00BA5ED8"/>
    <w:pPr>
      <w:tabs>
        <w:tab w:val="right" w:pos="8845"/>
      </w:tabs>
      <w:spacing w:line="160" w:lineRule="exact"/>
    </w:pPr>
    <w:rPr>
      <w:rFonts w:ascii="Palatino Linotype" w:eastAsia="Times New Roman" w:hAnsi="Palatino Linotype"/>
      <w:color w:val="000000"/>
      <w:kern w:val="2"/>
      <w:sz w:val="16"/>
      <w:lang w:eastAsia="de-DE"/>
      <w14:ligatures w14:val="standardContextual"/>
    </w:rPr>
  </w:style>
  <w:style w:type="paragraph" w:customStyle="1" w:styleId="MDPIheader">
    <w:name w:val="MDPI_header"/>
    <w:qFormat/>
    <w:rsid w:val="00BA5ED8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/>
      <w:iCs/>
      <w:color w:val="000000"/>
      <w:kern w:val="2"/>
      <w:sz w:val="16"/>
      <w:lang w:eastAsia="de-DE"/>
      <w14:ligatures w14:val="standardContextual"/>
    </w:rPr>
  </w:style>
  <w:style w:type="paragraph" w:customStyle="1" w:styleId="MDPIheadercitation">
    <w:name w:val="MDPI_header_citation"/>
    <w:rsid w:val="00BA5ED8"/>
    <w:pPr>
      <w:spacing w:after="240"/>
    </w:pPr>
    <w:rPr>
      <w:rFonts w:ascii="Palatino Linotype" w:eastAsia="Times New Roman" w:hAnsi="Palatino Linotype"/>
      <w:snapToGrid w:val="0"/>
      <w:color w:val="000000"/>
      <w:kern w:val="2"/>
      <w:sz w:val="18"/>
      <w:lang w:eastAsia="de-DE" w:bidi="en-US"/>
      <w14:ligatures w14:val="standardContextual"/>
    </w:rPr>
  </w:style>
  <w:style w:type="paragraph" w:customStyle="1" w:styleId="MDPIheadermdpilogo">
    <w:name w:val="MDPI_header_mdpi_logo"/>
    <w:qFormat/>
    <w:rsid w:val="00BA5ED8"/>
    <w:pPr>
      <w:adjustRightInd w:val="0"/>
      <w:snapToGrid w:val="0"/>
      <w:spacing w:line="260" w:lineRule="atLeast"/>
      <w:jc w:val="right"/>
    </w:pPr>
    <w:rPr>
      <w:rFonts w:ascii="Palatino Linotype" w:eastAsia="Times New Roman" w:hAnsi="Palatino Linotype"/>
      <w:color w:val="000000"/>
      <w:kern w:val="2"/>
      <w:sz w:val="24"/>
      <w:szCs w:val="22"/>
      <w:lang w:eastAsia="de-CH"/>
      <w14:ligatures w14:val="standardContextual"/>
    </w:rPr>
  </w:style>
  <w:style w:type="table" w:customStyle="1" w:styleId="MDPITable">
    <w:name w:val="MDPI_Table"/>
    <w:basedOn w:val="TableNormal"/>
    <w:uiPriority w:val="99"/>
    <w:rsid w:val="00BA5ED8"/>
    <w:rPr>
      <w:rFonts w:ascii="Palatino Linotype" w:hAnsi="Palatino Linotype"/>
      <w:color w:val="000000" w:themeColor="text1"/>
      <w:kern w:val="2"/>
      <w:lang w:val="en-CA" w:eastAsia="en-US"/>
      <w14:ligatures w14:val="standardContextual"/>
    </w:rPr>
    <w:tblPr>
      <w:tblCellMar>
        <w:left w:w="0" w:type="dxa"/>
        <w:right w:w="0" w:type="dxa"/>
      </w:tblCellMar>
    </w:tblPr>
  </w:style>
  <w:style w:type="paragraph" w:customStyle="1" w:styleId="MDPItext">
    <w:name w:val="MDPI_text"/>
    <w:qFormat/>
    <w:rsid w:val="00BA5ED8"/>
    <w:pPr>
      <w:spacing w:line="260" w:lineRule="atLeast"/>
      <w:ind w:left="425" w:right="425" w:firstLine="284"/>
      <w:jc w:val="both"/>
    </w:pPr>
    <w:rPr>
      <w:rFonts w:ascii="Times New Roman" w:eastAsia="Times New Roman" w:hAnsi="Times New Roman"/>
      <w:noProof/>
      <w:snapToGrid w:val="0"/>
      <w:color w:val="000000"/>
      <w:kern w:val="2"/>
      <w:sz w:val="22"/>
      <w:szCs w:val="22"/>
      <w:lang w:eastAsia="de-DE" w:bidi="en-US"/>
      <w14:ligatures w14:val="standardContextual"/>
    </w:rPr>
  </w:style>
  <w:style w:type="paragraph" w:customStyle="1" w:styleId="MDPItitle">
    <w:name w:val="MDPI_title"/>
    <w:qFormat/>
    <w:rsid w:val="00BA5ED8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/>
      <w:b/>
      <w:snapToGrid w:val="0"/>
      <w:color w:val="000000"/>
      <w:kern w:val="2"/>
      <w:sz w:val="36"/>
      <w:lang w:eastAsia="de-DE" w:bidi="en-US"/>
      <w14:ligatures w14:val="standardContextual"/>
    </w:rPr>
  </w:style>
  <w:style w:type="character" w:customStyle="1" w:styleId="apple-converted-space">
    <w:name w:val="apple-converted-space"/>
    <w:rsid w:val="00B84C80"/>
  </w:style>
  <w:style w:type="paragraph" w:styleId="Bibliography">
    <w:name w:val="Bibliography"/>
    <w:basedOn w:val="Normal"/>
    <w:next w:val="Normal"/>
    <w:uiPriority w:val="37"/>
    <w:semiHidden/>
    <w:unhideWhenUsed/>
    <w:rsid w:val="00B84C80"/>
  </w:style>
  <w:style w:type="paragraph" w:styleId="BodyText">
    <w:name w:val="Body Text"/>
    <w:link w:val="BodyTextChar"/>
    <w:rsid w:val="00B84C80"/>
    <w:pPr>
      <w:spacing w:after="120" w:line="340" w:lineRule="atLeast"/>
      <w:jc w:val="both"/>
    </w:pPr>
    <w:rPr>
      <w:rFonts w:ascii="Palatino Linotype" w:hAnsi="Palatino Linotype"/>
      <w:color w:val="000000"/>
      <w:sz w:val="24"/>
      <w:lang w:eastAsia="de-DE"/>
    </w:rPr>
  </w:style>
  <w:style w:type="character" w:customStyle="1" w:styleId="BodyTextChar">
    <w:name w:val="Body Text Char"/>
    <w:link w:val="BodyText"/>
    <w:rsid w:val="00B84C80"/>
    <w:rPr>
      <w:rFonts w:ascii="Palatino Linotype" w:hAnsi="Palatino Linotype"/>
      <w:color w:val="000000"/>
      <w:sz w:val="24"/>
      <w:lang w:eastAsia="de-DE"/>
    </w:rPr>
  </w:style>
  <w:style w:type="character" w:styleId="CommentReference">
    <w:name w:val="annotation reference"/>
    <w:rsid w:val="00B84C80"/>
    <w:rPr>
      <w:sz w:val="21"/>
      <w:szCs w:val="21"/>
    </w:rPr>
  </w:style>
  <w:style w:type="paragraph" w:styleId="CommentText">
    <w:name w:val="annotation text"/>
    <w:basedOn w:val="Normal"/>
    <w:link w:val="CommentTextChar"/>
    <w:rsid w:val="00B84C80"/>
  </w:style>
  <w:style w:type="character" w:customStyle="1" w:styleId="CommentTextChar">
    <w:name w:val="Comment Text Char"/>
    <w:link w:val="CommentText"/>
    <w:rsid w:val="00B84C80"/>
    <w:rPr>
      <w:rFonts w:ascii="Palatino Linotype" w:hAnsi="Palatino Linotype"/>
      <w:noProof/>
      <w:color w:val="000000"/>
    </w:rPr>
  </w:style>
  <w:style w:type="paragraph" w:styleId="CommentSubject">
    <w:name w:val="annotation subject"/>
    <w:basedOn w:val="CommentText"/>
    <w:next w:val="CommentText"/>
    <w:link w:val="CommentSubjectChar"/>
    <w:rsid w:val="00B84C80"/>
    <w:rPr>
      <w:b/>
      <w:bCs/>
    </w:rPr>
  </w:style>
  <w:style w:type="character" w:customStyle="1" w:styleId="CommentSubjectChar">
    <w:name w:val="Comment Subject Char"/>
    <w:link w:val="CommentSubject"/>
    <w:rsid w:val="00B84C80"/>
    <w:rPr>
      <w:rFonts w:ascii="Palatino Linotype" w:hAnsi="Palatino Linotype"/>
      <w:b/>
      <w:bCs/>
      <w:noProof/>
      <w:color w:val="000000"/>
    </w:rPr>
  </w:style>
  <w:style w:type="character" w:styleId="EndnoteReference">
    <w:name w:val="endnote reference"/>
    <w:rsid w:val="00B84C80"/>
    <w:rPr>
      <w:vertAlign w:val="superscript"/>
    </w:rPr>
  </w:style>
  <w:style w:type="paragraph" w:styleId="EndnoteText">
    <w:name w:val="endnote text"/>
    <w:basedOn w:val="Normal"/>
    <w:link w:val="EndnoteTextChar"/>
    <w:semiHidden/>
    <w:unhideWhenUsed/>
    <w:rsid w:val="00B84C80"/>
    <w:pPr>
      <w:spacing w:line="240" w:lineRule="auto"/>
    </w:pPr>
  </w:style>
  <w:style w:type="character" w:customStyle="1" w:styleId="EndnoteTextChar">
    <w:name w:val="Endnote Text Char"/>
    <w:link w:val="EndnoteText"/>
    <w:semiHidden/>
    <w:rsid w:val="00B84C80"/>
    <w:rPr>
      <w:rFonts w:ascii="Palatino Linotype" w:hAnsi="Palatino Linotype"/>
      <w:noProof/>
      <w:color w:val="000000"/>
    </w:rPr>
  </w:style>
  <w:style w:type="character" w:styleId="FollowedHyperlink">
    <w:name w:val="FollowedHyperlink"/>
    <w:rsid w:val="00B84C80"/>
    <w:rPr>
      <w:color w:val="954F72"/>
      <w:u w:val="single"/>
    </w:rPr>
  </w:style>
  <w:style w:type="paragraph" w:styleId="FootnoteText">
    <w:name w:val="footnote text"/>
    <w:basedOn w:val="Normal"/>
    <w:link w:val="FootnoteTextChar"/>
    <w:semiHidden/>
    <w:unhideWhenUsed/>
    <w:rsid w:val="00B84C80"/>
    <w:pPr>
      <w:spacing w:line="240" w:lineRule="auto"/>
    </w:pPr>
  </w:style>
  <w:style w:type="character" w:customStyle="1" w:styleId="FootnoteTextChar">
    <w:name w:val="Footnote Text Char"/>
    <w:link w:val="FootnoteText"/>
    <w:semiHidden/>
    <w:rsid w:val="00B84C80"/>
    <w:rPr>
      <w:rFonts w:ascii="Palatino Linotype" w:hAnsi="Palatino Linotype"/>
      <w:noProof/>
      <w:color w:val="000000"/>
    </w:rPr>
  </w:style>
  <w:style w:type="paragraph" w:styleId="NormalWeb">
    <w:name w:val="Normal (Web)"/>
    <w:basedOn w:val="Normal"/>
    <w:uiPriority w:val="99"/>
    <w:rsid w:val="00B84C80"/>
    <w:rPr>
      <w:szCs w:val="24"/>
    </w:rPr>
  </w:style>
  <w:style w:type="paragraph" w:customStyle="1" w:styleId="MsoFootnoteText0">
    <w:name w:val="MsoFootnoteText"/>
    <w:basedOn w:val="NormalWeb"/>
    <w:qFormat/>
    <w:rsid w:val="00B84C80"/>
    <w:rPr>
      <w:rFonts w:ascii="Times New Roman" w:hAnsi="Times New Roman"/>
    </w:rPr>
  </w:style>
  <w:style w:type="character" w:styleId="PageNumber">
    <w:name w:val="page number"/>
    <w:rsid w:val="00B84C80"/>
  </w:style>
  <w:style w:type="character" w:styleId="PlaceholderText">
    <w:name w:val="Placeholder Text"/>
    <w:uiPriority w:val="99"/>
    <w:semiHidden/>
    <w:rsid w:val="00B84C80"/>
    <w:rPr>
      <w:color w:val="808080"/>
    </w:rPr>
  </w:style>
  <w:style w:type="paragraph" w:customStyle="1" w:styleId="MDPI71FootNotes">
    <w:name w:val="MDPI_7.1_FootNotes"/>
    <w:qFormat/>
    <w:rsid w:val="00BA5ED8"/>
    <w:pPr>
      <w:numPr>
        <w:numId w:val="33"/>
      </w:numPr>
      <w:adjustRightInd w:val="0"/>
      <w:snapToGrid w:val="0"/>
      <w:spacing w:line="228" w:lineRule="auto"/>
      <w:jc w:val="both"/>
    </w:pPr>
    <w:rPr>
      <w:rFonts w:ascii="Palatino Linotype" w:eastAsiaTheme="minorHAnsi" w:hAnsi="Palatino Linotype"/>
      <w:noProof/>
      <w:color w:val="000000"/>
      <w:kern w:val="2"/>
      <w:sz w:val="18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80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iso-8859-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elina%20Todea\OneDrive%20-%20MDPI%20AG\Desktop\Word%20templates\plants-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plants-template.dot</Template>
  <TotalTime>1</TotalTime>
  <Pages>1</Pages>
  <Words>168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Type of the Paper (Article</vt:lpstr>
    </vt:vector>
  </TitlesOfParts>
  <Company/>
  <LinksUpToDate>false</LinksUpToDate>
  <CharactersWithSpaces>1126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Type of the Paper (Article</dc:title>
  <dc:subject/>
  <dc:creator>Adelina Todea</dc:creator>
  <cp:keywords/>
  <dc:description/>
  <cp:lastModifiedBy>Adelina Violeta Todea</cp:lastModifiedBy>
  <cp:revision>4</cp:revision>
  <cp:lastPrinted>2024-09-06T11:43:00Z</cp:lastPrinted>
  <dcterms:created xsi:type="dcterms:W3CDTF">2024-09-06T11:42:00Z</dcterms:created>
  <dcterms:modified xsi:type="dcterms:W3CDTF">2024-09-06T11:43:00Z</dcterms:modified>
</cp:coreProperties>
</file>