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57B92" w14:textId="77777777" w:rsidR="006107E8" w:rsidRPr="00AC4601" w:rsidRDefault="006107E8" w:rsidP="00AC4601">
      <w:pPr>
        <w:pStyle w:val="MDPI41tablecaption"/>
      </w:pPr>
      <w:r w:rsidRPr="00AC4601">
        <w:t xml:space="preserve">Table S1. Primers used for assembly validation of IR/SC junction </w:t>
      </w:r>
    </w:p>
    <w:tbl>
      <w:tblPr>
        <w:tblpPr w:leftFromText="141" w:rightFromText="141" w:vertAnchor="text" w:horzAnchor="margin" w:tblpXSpec="center" w:tblpY="300"/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9"/>
        <w:gridCol w:w="3007"/>
        <w:gridCol w:w="2193"/>
        <w:gridCol w:w="2403"/>
      </w:tblGrid>
      <w:tr w:rsidR="006107E8" w:rsidRPr="005B4CFE" w14:paraId="3A8BA4B8" w14:textId="77777777" w:rsidTr="00842E71">
        <w:trPr>
          <w:trHeight w:val="300"/>
        </w:trPr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263C6" w14:textId="77777777" w:rsidR="006107E8" w:rsidRPr="005B4CFE" w:rsidRDefault="006107E8" w:rsidP="00842E71">
            <w:pPr>
              <w:pStyle w:val="MDPI42tablebody"/>
            </w:pPr>
            <w:r>
              <w:t>Sequence n</w:t>
            </w:r>
            <w:r w:rsidRPr="005B4CFE">
              <w:t>ame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A68EB" w14:textId="77777777" w:rsidR="006107E8" w:rsidRPr="005B4CFE" w:rsidRDefault="006107E8" w:rsidP="00842E71">
            <w:pPr>
              <w:pStyle w:val="MDPI42tablebody"/>
              <w:jc w:val="left"/>
            </w:pPr>
            <w:r w:rsidRPr="005B4CFE">
              <w:t>Sequence (5’-3’)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7A582" w14:textId="77777777" w:rsidR="006107E8" w:rsidRDefault="006107E8" w:rsidP="00842E71">
            <w:pPr>
              <w:pStyle w:val="MDPI42tablebody"/>
            </w:pPr>
            <w:r>
              <w:t>Target size(bp)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55786" w14:textId="77777777" w:rsidR="006107E8" w:rsidRPr="005B4CFE" w:rsidRDefault="006107E8" w:rsidP="00842E71">
            <w:pPr>
              <w:pStyle w:val="MDPI42tablebody"/>
            </w:pPr>
            <w:r>
              <w:t>Target junction</w:t>
            </w:r>
          </w:p>
        </w:tc>
      </w:tr>
      <w:tr w:rsidR="006107E8" w:rsidRPr="005B4CFE" w14:paraId="6FEED02B" w14:textId="77777777" w:rsidTr="00842E71">
        <w:trPr>
          <w:trHeight w:val="300"/>
        </w:trPr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F60C" w14:textId="77777777" w:rsidR="006107E8" w:rsidRPr="005B4CFE" w:rsidRDefault="006107E8" w:rsidP="00842E71">
            <w:pPr>
              <w:pStyle w:val="MDPI42tablebody"/>
            </w:pPr>
            <w:r w:rsidRPr="005B4CFE">
              <w:t>A-f</w:t>
            </w:r>
          </w:p>
        </w:tc>
        <w:tc>
          <w:tcPr>
            <w:tcW w:w="3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DD9C" w14:textId="77777777" w:rsidR="006107E8" w:rsidRPr="005B4CFE" w:rsidRDefault="006107E8" w:rsidP="00842E71">
            <w:pPr>
              <w:pStyle w:val="MDPI42tablebody"/>
              <w:jc w:val="left"/>
            </w:pPr>
            <w:r w:rsidRPr="005B4CFE">
              <w:t>CTATTATCGCCTTTCGCA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B8CCD" w14:textId="77777777" w:rsidR="006107E8" w:rsidRDefault="006107E8" w:rsidP="00842E71">
            <w:pPr>
              <w:pStyle w:val="MDPI42tablebody"/>
            </w:pPr>
            <w:r>
              <w:t>700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57A39" w14:textId="77777777" w:rsidR="006107E8" w:rsidRPr="005B4CFE" w:rsidRDefault="006107E8" w:rsidP="00842E71">
            <w:pPr>
              <w:pStyle w:val="MDPI42tablebody"/>
            </w:pPr>
            <w:proofErr w:type="spellStart"/>
            <w:r>
              <w:t>IRa</w:t>
            </w:r>
            <w:proofErr w:type="spellEnd"/>
            <w:r>
              <w:t>/LSC</w:t>
            </w:r>
          </w:p>
        </w:tc>
      </w:tr>
      <w:tr w:rsidR="006107E8" w:rsidRPr="005B4CFE" w14:paraId="232F26B2" w14:textId="77777777" w:rsidTr="00842E71">
        <w:trPr>
          <w:trHeight w:val="300"/>
        </w:trPr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4FE4D" w14:textId="77777777" w:rsidR="006107E8" w:rsidRPr="005B4CFE" w:rsidRDefault="006107E8" w:rsidP="00842E71">
            <w:pPr>
              <w:pStyle w:val="MDPI42tablebody"/>
            </w:pPr>
            <w:r w:rsidRPr="005B4CFE">
              <w:t>A-r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CB367" w14:textId="77777777" w:rsidR="006107E8" w:rsidRPr="005B4CFE" w:rsidRDefault="006107E8" w:rsidP="00842E71">
            <w:pPr>
              <w:pStyle w:val="MDPI42tablebody"/>
              <w:jc w:val="left"/>
            </w:pPr>
            <w:r w:rsidRPr="005B4CFE">
              <w:t>TTAGTTAGAGCAGCGGGT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B51AE" w14:textId="77777777" w:rsidR="006107E8" w:rsidRPr="005B4CFE" w:rsidRDefault="006107E8" w:rsidP="00842E71">
            <w:pPr>
              <w:pStyle w:val="MDPI42tablebody"/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096332" w14:textId="77777777" w:rsidR="006107E8" w:rsidRPr="005B4CFE" w:rsidRDefault="006107E8" w:rsidP="00842E71">
            <w:pPr>
              <w:pStyle w:val="MDPI42tablebody"/>
            </w:pPr>
          </w:p>
        </w:tc>
      </w:tr>
      <w:tr w:rsidR="006107E8" w:rsidRPr="005B4CFE" w14:paraId="7AF23943" w14:textId="77777777" w:rsidTr="00842E71">
        <w:trPr>
          <w:trHeight w:val="300"/>
        </w:trPr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309C" w14:textId="77777777" w:rsidR="006107E8" w:rsidRPr="005B4CFE" w:rsidRDefault="006107E8" w:rsidP="00842E71">
            <w:pPr>
              <w:pStyle w:val="MDPI42tablebody"/>
            </w:pPr>
            <w:r w:rsidRPr="005B4CFE">
              <w:t>B-f</w:t>
            </w:r>
          </w:p>
        </w:tc>
        <w:tc>
          <w:tcPr>
            <w:tcW w:w="3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C87C" w14:textId="77777777" w:rsidR="006107E8" w:rsidRPr="005B4CFE" w:rsidRDefault="006107E8" w:rsidP="00842E71">
            <w:pPr>
              <w:pStyle w:val="MDPI42tablebody"/>
              <w:jc w:val="left"/>
            </w:pPr>
            <w:r w:rsidRPr="005B4CFE">
              <w:t>TGGCTTGGATTGGTATTAG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50188" w14:textId="77777777" w:rsidR="006107E8" w:rsidRDefault="006107E8" w:rsidP="00842E71">
            <w:pPr>
              <w:pStyle w:val="MDPI42tablebody"/>
            </w:pPr>
            <w:r>
              <w:t>699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898FE" w14:textId="77777777" w:rsidR="006107E8" w:rsidRPr="005B4CFE" w:rsidRDefault="006107E8" w:rsidP="00842E71">
            <w:pPr>
              <w:pStyle w:val="MDPI42tablebody"/>
            </w:pPr>
            <w:proofErr w:type="spellStart"/>
            <w:r>
              <w:t>IRb</w:t>
            </w:r>
            <w:proofErr w:type="spellEnd"/>
            <w:r>
              <w:t>/SSC</w:t>
            </w:r>
          </w:p>
        </w:tc>
      </w:tr>
      <w:tr w:rsidR="006107E8" w:rsidRPr="005B4CFE" w14:paraId="7403E824" w14:textId="77777777" w:rsidTr="00842E71">
        <w:trPr>
          <w:trHeight w:val="300"/>
        </w:trPr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BBC3F" w14:textId="77777777" w:rsidR="006107E8" w:rsidRPr="005B4CFE" w:rsidRDefault="006107E8" w:rsidP="00842E71">
            <w:pPr>
              <w:pStyle w:val="MDPI42tablebody"/>
            </w:pPr>
            <w:r w:rsidRPr="005B4CFE">
              <w:t>B-r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18EEF" w14:textId="77777777" w:rsidR="006107E8" w:rsidRPr="005B4CFE" w:rsidRDefault="006107E8" w:rsidP="00842E71">
            <w:pPr>
              <w:pStyle w:val="MDPI42tablebody"/>
              <w:jc w:val="left"/>
            </w:pPr>
            <w:r w:rsidRPr="005B4CFE">
              <w:t>GGGCGGAAACATAAAAGA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953CB1" w14:textId="77777777" w:rsidR="006107E8" w:rsidRPr="005B4CFE" w:rsidRDefault="006107E8" w:rsidP="00842E71">
            <w:pPr>
              <w:pStyle w:val="MDPI42tablebody"/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63248" w14:textId="77777777" w:rsidR="006107E8" w:rsidRPr="005B4CFE" w:rsidRDefault="006107E8" w:rsidP="00842E71">
            <w:pPr>
              <w:pStyle w:val="MDPI42tablebody"/>
            </w:pPr>
          </w:p>
        </w:tc>
      </w:tr>
      <w:tr w:rsidR="006107E8" w:rsidRPr="005B4CFE" w14:paraId="093074A2" w14:textId="77777777" w:rsidTr="00842E71">
        <w:trPr>
          <w:trHeight w:val="300"/>
        </w:trPr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B42C" w14:textId="77777777" w:rsidR="006107E8" w:rsidRPr="005B4CFE" w:rsidRDefault="006107E8" w:rsidP="00842E71">
            <w:pPr>
              <w:pStyle w:val="MDPI42tablebody"/>
            </w:pPr>
            <w:r w:rsidRPr="005B4CFE">
              <w:t>C-f</w:t>
            </w:r>
          </w:p>
        </w:tc>
        <w:tc>
          <w:tcPr>
            <w:tcW w:w="3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E901" w14:textId="77777777" w:rsidR="006107E8" w:rsidRPr="005B4CFE" w:rsidRDefault="006107E8" w:rsidP="00842E71">
            <w:pPr>
              <w:pStyle w:val="MDPI42tablebody"/>
              <w:jc w:val="left"/>
            </w:pPr>
            <w:r w:rsidRPr="005B4CFE">
              <w:t>GAGTAAAGTAAAGGGAAGG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8B037" w14:textId="77777777" w:rsidR="006107E8" w:rsidRDefault="006107E8" w:rsidP="00842E71">
            <w:pPr>
              <w:pStyle w:val="MDPI42tablebody"/>
            </w:pPr>
            <w:r>
              <w:t>361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D1A8C" w14:textId="77777777" w:rsidR="006107E8" w:rsidRPr="005B4CFE" w:rsidRDefault="006107E8" w:rsidP="00842E71">
            <w:pPr>
              <w:pStyle w:val="MDPI42tablebody"/>
            </w:pPr>
            <w:proofErr w:type="spellStart"/>
            <w:r>
              <w:t>IRb</w:t>
            </w:r>
            <w:proofErr w:type="spellEnd"/>
            <w:r>
              <w:t>/LSC</w:t>
            </w:r>
          </w:p>
        </w:tc>
      </w:tr>
      <w:tr w:rsidR="006107E8" w:rsidRPr="005B4CFE" w14:paraId="3083F23D" w14:textId="77777777" w:rsidTr="00842E71">
        <w:trPr>
          <w:trHeight w:val="300"/>
        </w:trPr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7236D" w14:textId="77777777" w:rsidR="006107E8" w:rsidRPr="005B4CFE" w:rsidRDefault="006107E8" w:rsidP="00842E71">
            <w:pPr>
              <w:pStyle w:val="MDPI42tablebody"/>
            </w:pPr>
            <w:r w:rsidRPr="005B4CFE">
              <w:t>C-r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6C564" w14:textId="77777777" w:rsidR="006107E8" w:rsidRPr="005B4CFE" w:rsidRDefault="006107E8" w:rsidP="00842E71">
            <w:pPr>
              <w:pStyle w:val="MDPI42tablebody"/>
              <w:jc w:val="left"/>
            </w:pPr>
            <w:r w:rsidRPr="005B4CFE">
              <w:t>CTGTAGTAAGAGGAGTAGT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9F8164" w14:textId="77777777" w:rsidR="006107E8" w:rsidRPr="005B4CFE" w:rsidRDefault="006107E8" w:rsidP="00842E71">
            <w:pPr>
              <w:pStyle w:val="MDPI42tablebody"/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33C11A" w14:textId="77777777" w:rsidR="006107E8" w:rsidRPr="005B4CFE" w:rsidRDefault="006107E8" w:rsidP="00842E71">
            <w:pPr>
              <w:pStyle w:val="MDPI42tablebody"/>
            </w:pPr>
          </w:p>
        </w:tc>
      </w:tr>
      <w:tr w:rsidR="006107E8" w:rsidRPr="005B4CFE" w14:paraId="3CDD142D" w14:textId="77777777" w:rsidTr="00842E71">
        <w:trPr>
          <w:trHeight w:val="300"/>
        </w:trPr>
        <w:tc>
          <w:tcPr>
            <w:tcW w:w="16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E84C" w14:textId="77777777" w:rsidR="006107E8" w:rsidRPr="005B4CFE" w:rsidRDefault="006107E8" w:rsidP="00842E71">
            <w:pPr>
              <w:pStyle w:val="MDPI42tablebody"/>
            </w:pPr>
            <w:r w:rsidRPr="005B4CFE">
              <w:t>D-f</w:t>
            </w:r>
          </w:p>
        </w:tc>
        <w:tc>
          <w:tcPr>
            <w:tcW w:w="30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9928" w14:textId="77777777" w:rsidR="006107E8" w:rsidRPr="005B4CFE" w:rsidRDefault="006107E8" w:rsidP="00842E71">
            <w:pPr>
              <w:pStyle w:val="MDPI42tablebody"/>
              <w:jc w:val="left"/>
            </w:pPr>
            <w:r w:rsidRPr="005B4CFE">
              <w:t>AAATATGTAGGAGGTGGG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right w:val="nil"/>
            </w:tcBorders>
          </w:tcPr>
          <w:p w14:paraId="0F5C5C71" w14:textId="77777777" w:rsidR="006107E8" w:rsidRDefault="006107E8" w:rsidP="00842E71">
            <w:pPr>
              <w:pStyle w:val="MDPI42tablebody"/>
            </w:pPr>
            <w:r>
              <w:t>258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right w:val="nil"/>
            </w:tcBorders>
          </w:tcPr>
          <w:p w14:paraId="65530469" w14:textId="77777777" w:rsidR="006107E8" w:rsidRPr="005B4CFE" w:rsidRDefault="006107E8" w:rsidP="00842E71">
            <w:pPr>
              <w:pStyle w:val="MDPI42tablebody"/>
            </w:pPr>
            <w:proofErr w:type="spellStart"/>
            <w:r>
              <w:t>IRa</w:t>
            </w:r>
            <w:proofErr w:type="spellEnd"/>
            <w:r>
              <w:t>/SSC</w:t>
            </w:r>
          </w:p>
        </w:tc>
      </w:tr>
      <w:tr w:rsidR="006107E8" w:rsidRPr="005B4CFE" w14:paraId="44EECE94" w14:textId="77777777" w:rsidTr="00842E71">
        <w:trPr>
          <w:trHeight w:val="300"/>
        </w:trPr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BC8A2" w14:textId="77777777" w:rsidR="006107E8" w:rsidRPr="005B4CFE" w:rsidRDefault="006107E8" w:rsidP="00842E71">
            <w:pPr>
              <w:pStyle w:val="MDPI42tablebody"/>
            </w:pPr>
            <w:r w:rsidRPr="005B4CFE">
              <w:t>D-r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CB0DD" w14:textId="77777777" w:rsidR="006107E8" w:rsidRPr="005B4CFE" w:rsidRDefault="006107E8" w:rsidP="00842E71">
            <w:pPr>
              <w:pStyle w:val="MDPI42tablebody"/>
              <w:jc w:val="left"/>
            </w:pPr>
            <w:r w:rsidRPr="005B4CFE">
              <w:t>CGAGTGAATGGAAAGGAA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89E91A" w14:textId="77777777" w:rsidR="006107E8" w:rsidRPr="005B4CFE" w:rsidRDefault="006107E8" w:rsidP="00842E71">
            <w:pPr>
              <w:pStyle w:val="MDPI42tablebody"/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0439E" w14:textId="77777777" w:rsidR="006107E8" w:rsidRPr="005B4CFE" w:rsidRDefault="006107E8" w:rsidP="00842E71">
            <w:pPr>
              <w:pStyle w:val="MDPI42tablebody"/>
            </w:pPr>
          </w:p>
        </w:tc>
      </w:tr>
    </w:tbl>
    <w:p w14:paraId="1877E25E" w14:textId="77777777" w:rsidR="006107E8" w:rsidRDefault="006107E8" w:rsidP="006107E8">
      <w:pPr>
        <w:pStyle w:val="MDPI41tablecaption"/>
        <w:ind w:left="0"/>
      </w:pPr>
    </w:p>
    <w:p w14:paraId="4A33DCCE" w14:textId="77777777" w:rsidR="006107E8" w:rsidRPr="00AC4601" w:rsidRDefault="006107E8" w:rsidP="006107E8">
      <w:pPr>
        <w:pStyle w:val="MDPI41tablecaption"/>
      </w:pPr>
      <w:r w:rsidRPr="00AC4601">
        <w:t>Table-S2. Codon–anticodon recognition patterns and codon usage for the A. spinosa chloroplast genomes</w:t>
      </w:r>
    </w:p>
    <w:tbl>
      <w:tblPr>
        <w:tblW w:w="69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3"/>
        <w:gridCol w:w="960"/>
        <w:gridCol w:w="960"/>
        <w:gridCol w:w="960"/>
        <w:gridCol w:w="2829"/>
      </w:tblGrid>
      <w:tr w:rsidR="006107E8" w:rsidRPr="00254468" w14:paraId="1595F4E5" w14:textId="77777777" w:rsidTr="00842E71">
        <w:trPr>
          <w:trHeight w:val="255"/>
          <w:jc w:val="center"/>
        </w:trPr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AE91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  <w:t>Amino</w:t>
            </w:r>
            <w:proofErr w:type="spellEnd"/>
            <w:r w:rsidRPr="002544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  <w:t xml:space="preserve"> Acid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C173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  <w:t>Codon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2B46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  <w:t>Count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F5B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  <w:t>RSCU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67A5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  <w:t>Recognition pattern (</w:t>
            </w:r>
            <w:proofErr w:type="spellStart"/>
            <w:r w:rsidRPr="002544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  <w:t>tRNA</w:t>
            </w:r>
            <w:proofErr w:type="spellEnd"/>
            <w:r w:rsidRPr="002544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MA" w:eastAsia="fr-MA"/>
              </w:rPr>
              <w:t>)</w:t>
            </w:r>
          </w:p>
        </w:tc>
      </w:tr>
      <w:tr w:rsidR="006107E8" w:rsidRPr="00254468" w14:paraId="6DB05563" w14:textId="77777777" w:rsidTr="00842E71">
        <w:trPr>
          <w:trHeight w:val="255"/>
          <w:jc w:val="center"/>
        </w:trPr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A166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Phe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A65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UUU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1AB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1058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BB4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1.25</w:t>
            </w:r>
          </w:p>
        </w:tc>
        <w:tc>
          <w:tcPr>
            <w:tcW w:w="28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348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7EDF2549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20C8A1F7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A42E4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UUC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50D9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630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6BE0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0.75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4F6106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trnF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-GAA</w:t>
            </w:r>
          </w:p>
        </w:tc>
      </w:tr>
      <w:tr w:rsidR="006107E8" w:rsidRPr="00254468" w14:paraId="5567AB4C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1A66FBC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Leu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94FD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UUA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8F56C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741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C160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1.72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043737E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trnL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-UAA</w:t>
            </w:r>
          </w:p>
        </w:tc>
      </w:tr>
      <w:tr w:rsidR="006107E8" w:rsidRPr="00254468" w14:paraId="3D4AA1E6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523666B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CC84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UUG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B0D9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68CD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1.25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0DD4F1B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trnL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-CAA</w:t>
            </w:r>
          </w:p>
        </w:tc>
      </w:tr>
      <w:tr w:rsidR="006107E8" w:rsidRPr="00254468" w14:paraId="52675580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7331BDE8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F66D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CUU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82B6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4FEB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1.30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77C30C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4743CA61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6147E3DE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DA9B8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CUC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4CB2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2E37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0.52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56E65C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53EE01A2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EB7B678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FDB28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CUA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764E5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69D7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0.80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4A3332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trnL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-UAG</w:t>
            </w:r>
          </w:p>
        </w:tc>
      </w:tr>
      <w:tr w:rsidR="006107E8" w:rsidRPr="00254468" w14:paraId="5C2427B4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6CC192F8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01C3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CUG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862F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B8B16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0.41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179E3C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3E8CF8B1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7213F922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Ile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4977E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AUU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997C9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0BCB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1.48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4A44F8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2008B8A7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12D6CAD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F028A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AUC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12BD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CC547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0.73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22928A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trnI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-GAU</w:t>
            </w:r>
          </w:p>
        </w:tc>
      </w:tr>
      <w:tr w:rsidR="006107E8" w:rsidRPr="00254468" w14:paraId="5C3A9C52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9A0A46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0C78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AUA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848A3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86FD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0.80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37A8A7D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trnI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-UAU</w:t>
            </w:r>
          </w:p>
        </w:tc>
      </w:tr>
      <w:tr w:rsidR="006107E8" w:rsidRPr="00254468" w14:paraId="3CABC8E9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F8BD3C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Met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73E0C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AUG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42F45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64CE7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1.00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B30DD7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(f)M-CAU</w:t>
            </w:r>
          </w:p>
        </w:tc>
      </w:tr>
      <w:tr w:rsidR="006107E8" w:rsidRPr="00254468" w14:paraId="7FABA385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254772F8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Val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2477F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GUU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4D9DD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AD1E9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1.47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357C614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14C2742E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76AD2C42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7E56C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GUC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794D6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B5B49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0.53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F09C47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trnV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-GAC</w:t>
            </w:r>
          </w:p>
        </w:tc>
      </w:tr>
      <w:tr w:rsidR="006107E8" w:rsidRPr="00254468" w14:paraId="0A33AC96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2EFBA9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6F1D3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GUA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80ED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2EEB4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1.41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1050F9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trnV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-UAC</w:t>
            </w:r>
          </w:p>
        </w:tc>
      </w:tr>
      <w:tr w:rsidR="006107E8" w:rsidRPr="00254468" w14:paraId="640F9867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7B70A7B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F24A6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GUG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8DAFE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0E75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0.60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6FD89D1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453A44AD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5569CD5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Ser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B630F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UCU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3FB75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667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29C8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1.68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0A6AFB6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32E9EC63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67698087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74B985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UCC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E148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690D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0.93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30CFE75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trnS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-GGA</w:t>
            </w:r>
          </w:p>
        </w:tc>
      </w:tr>
      <w:tr w:rsidR="006107E8" w:rsidRPr="00254468" w14:paraId="7E2B3F61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31E6343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2DE4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UCA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A5201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489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C8F8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1.23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76AA4BC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trnS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-UGA</w:t>
            </w:r>
          </w:p>
        </w:tc>
      </w:tr>
      <w:tr w:rsidR="006107E8" w:rsidRPr="00254468" w14:paraId="1358D333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C2B5DC1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89626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UCG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4EBE5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AA3F5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0.62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730B9E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1938966E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1AAFDC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Pro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79D1B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CCU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2E369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413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AFB6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1.52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81A6F9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35079C6B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2AEFBCE0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D98B8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CCC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89F4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3A88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0.81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836452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5B616BFF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0089801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C1DC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CCA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E423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CF1BE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1.10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26F858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trnP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-UGG</w:t>
            </w:r>
          </w:p>
        </w:tc>
      </w:tr>
      <w:tr w:rsidR="006107E8" w:rsidRPr="00254468" w14:paraId="264D5834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378F013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EEBF6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CCG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EF4C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1BA9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0.57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FB0A24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6553D387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03D8C66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Thr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FDFCC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ACU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797E89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492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8257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1.48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76C10117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6E3D4565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BE6CBC4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24035B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ACC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19C2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FE20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0.83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7BDFA6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trnT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-GGU</w:t>
            </w:r>
          </w:p>
        </w:tc>
      </w:tr>
      <w:tr w:rsidR="006107E8" w:rsidRPr="00254468" w14:paraId="1948CFCC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3F9C221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388B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ACA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0CA9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800B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1.20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89FE60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trnT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-UGU</w:t>
            </w:r>
          </w:p>
        </w:tc>
      </w:tr>
      <w:tr w:rsidR="006107E8" w:rsidRPr="00254468" w14:paraId="2043C268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1958878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2EA6D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ACG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848E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11EE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0.49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7EDA859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3DC5BC62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6285CD72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Ala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77B0F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GCU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A8D6D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6377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1.71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FCAAFC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33B3050A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65D8CEB2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E6D5D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GCC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6557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87C8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0.67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E4F4FB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1197899D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75D52260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4C399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GCA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08ED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481C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1.14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0BC4A26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trnA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-UGC</w:t>
            </w:r>
          </w:p>
        </w:tc>
      </w:tr>
      <w:tr w:rsidR="006107E8" w:rsidRPr="00254468" w14:paraId="5D8AD3E2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7D86FBFC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DFC5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GCG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670F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7B77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0.48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CF77D3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4525B823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31EF7472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Tyr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3101B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UAU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9DBBB7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865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7488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1.53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0E53B6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7637F629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315F400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E835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UAC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0495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4A47B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0.47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2AD879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trnY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-GUA</w:t>
            </w:r>
          </w:p>
        </w:tc>
      </w:tr>
      <w:tr w:rsidR="006107E8" w:rsidRPr="00254468" w14:paraId="2D32099F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BEB6D3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TER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9CD9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UAA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E1084C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841E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1.20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8D5CD4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16EFC521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73A7DBE5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BD6C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UAG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C64F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B3B0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0.73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4534D58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734995F4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76A41DB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His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D313F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CAU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70AB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1E2B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1.50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0BD486F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56A9AF10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690A99A4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506E9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CAC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70CC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12435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0.50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39ADABE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trnH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-GUG</w:t>
            </w:r>
          </w:p>
        </w:tc>
      </w:tr>
      <w:tr w:rsidR="006107E8" w:rsidRPr="00254468" w14:paraId="25CD6317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6ADDE5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Gln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78E2B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CAA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5C3F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689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AB07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1.46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E61B79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trnQ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-UUG</w:t>
            </w:r>
          </w:p>
        </w:tc>
      </w:tr>
      <w:tr w:rsidR="006107E8" w:rsidRPr="00254468" w14:paraId="54498823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35F4285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7C801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CAG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0801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FC9C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0.54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78BBB63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4C1CD7AD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23F88474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Asn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E1289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AAU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19D4A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999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0F8E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1.48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7B5A23D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331FA4F0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98ADE18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6F4D1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AAC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AD55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61A4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0.52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B5BFDA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trnN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-GUU</w:t>
            </w:r>
          </w:p>
        </w:tc>
      </w:tr>
      <w:tr w:rsidR="006107E8" w:rsidRPr="00254468" w14:paraId="2F52522B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6007472A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Lys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212C1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AAA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634E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8640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1.47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43E124EC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trnK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-UUU</w:t>
            </w:r>
          </w:p>
        </w:tc>
      </w:tr>
      <w:tr w:rsidR="006107E8" w:rsidRPr="00254468" w14:paraId="5EC4E731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4270CB3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ED0AB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AAG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81F5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62F2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0.53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301CDFD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0D29E54A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2E62EB3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Asp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A5216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GAU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BCD4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804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F6BA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1.59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7A26C8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0BB0B0AB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1B4DF97D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8ED54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GAC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57CD7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32F5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0.41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EEB8095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2E308B07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1476501D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Glu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C20A9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GAA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DA8B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965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2F677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1.47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4A08C3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62493AFC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17524BFC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9BE1D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GAG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F47E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591C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0.53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7A64F9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70CEA99D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2E68C68A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Cys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572A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UGU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D28D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3CF3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1.33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0860489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3CA140FD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34DF288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E270C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UGC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CB07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A3BB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0.67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7B31B2B2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trnC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-GCA</w:t>
            </w:r>
          </w:p>
        </w:tc>
      </w:tr>
      <w:tr w:rsidR="006107E8" w:rsidRPr="00254468" w14:paraId="0A8063A0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1146FA29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TER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7BEF9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UGA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64C9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63479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1.08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567CF1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1C2A2B7E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7A7AA26D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Trp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61D5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UGG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17D0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480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768C9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1.00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74FCAA9C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trnW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-CCA</w:t>
            </w:r>
          </w:p>
        </w:tc>
      </w:tr>
      <w:tr w:rsidR="006107E8" w:rsidRPr="00254468" w14:paraId="100BB197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18D34E54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Arg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09FEA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CGU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3C51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C477C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1.06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096F5B3C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trnR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-ACG</w:t>
            </w:r>
          </w:p>
        </w:tc>
      </w:tr>
      <w:tr w:rsidR="006107E8" w:rsidRPr="00254468" w14:paraId="3BD3C007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2BA8A873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531F45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CGC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3453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38D87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0.34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60B9328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41D9C690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57AB0B9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A7D6E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CGA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A9EB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8478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1.24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725BABC6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6CA83AF4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AA35110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9A8FB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CGG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47AA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3225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0.48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4529B8E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76D54E45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CEAA133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Ser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36CD1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AGU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65A6B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417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AAF3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1.05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0BE1F73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68A29517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702898BC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78653F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AGC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D112F5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D0F827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0.49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2BCCBE05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trnS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-GCU</w:t>
            </w:r>
          </w:p>
        </w:tc>
      </w:tr>
      <w:tr w:rsidR="006107E8" w:rsidRPr="00254468" w14:paraId="0D4749E0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03E73F0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Arg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29D33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AGA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56D4B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634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E9FD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2.05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750649BA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proofErr w:type="spellStart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trnR</w:t>
            </w:r>
            <w:proofErr w:type="spellEnd"/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MA"/>
              </w:rPr>
              <w:t>-UCU</w:t>
            </w:r>
          </w:p>
        </w:tc>
      </w:tr>
      <w:tr w:rsidR="006107E8" w:rsidRPr="00254468" w14:paraId="40E244B7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2E9E009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45B96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AGG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A6AA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B4FE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0.83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57144D31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6BF7A803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372FA3F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lastRenderedPageBreak/>
              <w:t>Gly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70D97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GGU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1375E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551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5DF00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1.22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1088D247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742E65E2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16F55A1A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E5735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GGC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47C33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D723C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0.47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41E47377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2764BD61" w14:textId="77777777" w:rsidTr="00842E71">
        <w:trPr>
          <w:trHeight w:val="255"/>
          <w:jc w:val="center"/>
        </w:trPr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33077E25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F32C6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GGA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BADE5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684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B0D7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1.52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14:paraId="4DA0A848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6107E8" w:rsidRPr="00254468" w14:paraId="6AB307DA" w14:textId="77777777" w:rsidTr="00842E71">
        <w:trPr>
          <w:trHeight w:val="255"/>
          <w:jc w:val="center"/>
        </w:trPr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094E" w14:textId="77777777" w:rsidR="006107E8" w:rsidRPr="00254468" w:rsidRDefault="006107E8" w:rsidP="00842E71">
            <w:pPr>
              <w:spacing w:after="0"/>
              <w:rPr>
                <w:rFonts w:eastAsia="Times New Roman" w:cs="Times New Roman"/>
                <w:sz w:val="20"/>
                <w:szCs w:val="20"/>
                <w:lang w:val="fr-MA" w:eastAsia="fr-M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D1B9" w14:textId="77777777" w:rsidR="006107E8" w:rsidRPr="00254468" w:rsidRDefault="006107E8" w:rsidP="00842E7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GGG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7E9F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356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807D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  <w:r w:rsidRPr="00254468"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  <w:t>0.79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1674" w14:textId="77777777" w:rsidR="006107E8" w:rsidRPr="00254468" w:rsidRDefault="006107E8" w:rsidP="00842E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MA" w:eastAsia="fr-MA"/>
              </w:rPr>
            </w:pPr>
          </w:p>
        </w:tc>
      </w:tr>
    </w:tbl>
    <w:p w14:paraId="71411A5F" w14:textId="77777777" w:rsidR="006107E8" w:rsidRDefault="006107E8" w:rsidP="006107E8">
      <w:pPr>
        <w:pStyle w:val="MDPI41tablecaption"/>
      </w:pPr>
    </w:p>
    <w:p w14:paraId="606CDDDA" w14:textId="77777777" w:rsidR="006107E8" w:rsidRPr="00AC4601" w:rsidRDefault="006107E8" w:rsidP="006107E8">
      <w:pPr>
        <w:pStyle w:val="MDPI41tablecaption"/>
      </w:pPr>
      <w:bookmarkStart w:id="0" w:name="_GoBack"/>
      <w:bookmarkEnd w:id="0"/>
      <w:r w:rsidRPr="00AC4601">
        <w:t>Table S5. Long-Repeats distribution within A. spinosa cp genome.</w:t>
      </w:r>
    </w:p>
    <w:tbl>
      <w:tblPr>
        <w:tblStyle w:val="TableGridLight1"/>
        <w:tblW w:w="88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0"/>
        <w:gridCol w:w="916"/>
        <w:gridCol w:w="1665"/>
        <w:gridCol w:w="1540"/>
        <w:gridCol w:w="916"/>
        <w:gridCol w:w="1080"/>
        <w:gridCol w:w="1207"/>
      </w:tblGrid>
      <w:tr w:rsidR="006107E8" w:rsidRPr="008818D9" w14:paraId="051E3829" w14:textId="77777777" w:rsidTr="00842E71">
        <w:trPr>
          <w:trHeight w:val="300"/>
          <w:jc w:val="center"/>
        </w:trPr>
        <w:tc>
          <w:tcPr>
            <w:tcW w:w="1540" w:type="dxa"/>
            <w:tcBorders>
              <w:bottom w:val="single" w:sz="4" w:space="0" w:color="auto"/>
            </w:tcBorders>
            <w:noWrap/>
            <w:hideMark/>
          </w:tcPr>
          <w:p w14:paraId="4B87CFC2" w14:textId="77777777" w:rsidR="006107E8" w:rsidRPr="008818D9" w:rsidRDefault="006107E8" w:rsidP="00842E71">
            <w:pPr>
              <w:pStyle w:val="MDPI42tablebody"/>
            </w:pPr>
            <w:proofErr w:type="spellStart"/>
            <w:r w:rsidRPr="008818D9">
              <w:t>Repeat</w:t>
            </w:r>
            <w:proofErr w:type="spellEnd"/>
            <w:r w:rsidRPr="008818D9">
              <w:t xml:space="preserve"> </w:t>
            </w:r>
            <w:proofErr w:type="spellStart"/>
            <w:r w:rsidRPr="008818D9">
              <w:t>length</w:t>
            </w:r>
            <w:proofErr w:type="spellEnd"/>
          </w:p>
        </w:tc>
        <w:tc>
          <w:tcPr>
            <w:tcW w:w="916" w:type="dxa"/>
            <w:tcBorders>
              <w:bottom w:val="single" w:sz="4" w:space="0" w:color="auto"/>
            </w:tcBorders>
            <w:noWrap/>
            <w:hideMark/>
          </w:tcPr>
          <w:p w14:paraId="343A1DF8" w14:textId="77777777" w:rsidR="006107E8" w:rsidRPr="008818D9" w:rsidRDefault="006107E8" w:rsidP="00842E71">
            <w:pPr>
              <w:pStyle w:val="MDPI42tablebody"/>
            </w:pPr>
            <w:r w:rsidRPr="008818D9">
              <w:t>Start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noWrap/>
            <w:hideMark/>
          </w:tcPr>
          <w:p w14:paraId="349C7A6D" w14:textId="77777777" w:rsidR="006107E8" w:rsidRPr="008818D9" w:rsidRDefault="006107E8" w:rsidP="00842E71">
            <w:pPr>
              <w:pStyle w:val="MDPI42tablebody"/>
            </w:pPr>
            <w:r w:rsidRPr="008818D9">
              <w:t>Match direction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hideMark/>
          </w:tcPr>
          <w:p w14:paraId="72117E70" w14:textId="77777777" w:rsidR="006107E8" w:rsidRPr="008818D9" w:rsidRDefault="006107E8" w:rsidP="00842E71">
            <w:pPr>
              <w:pStyle w:val="MDPI42tablebody"/>
            </w:pPr>
            <w:proofErr w:type="spellStart"/>
            <w:r w:rsidRPr="008818D9">
              <w:t>Repeat</w:t>
            </w:r>
            <w:proofErr w:type="spellEnd"/>
            <w:r w:rsidRPr="008818D9">
              <w:t xml:space="preserve"> </w:t>
            </w:r>
            <w:proofErr w:type="spellStart"/>
            <w:r w:rsidRPr="008818D9">
              <w:t>length</w:t>
            </w:r>
            <w:proofErr w:type="spellEnd"/>
          </w:p>
        </w:tc>
        <w:tc>
          <w:tcPr>
            <w:tcW w:w="916" w:type="dxa"/>
            <w:tcBorders>
              <w:bottom w:val="single" w:sz="4" w:space="0" w:color="auto"/>
            </w:tcBorders>
            <w:noWrap/>
            <w:hideMark/>
          </w:tcPr>
          <w:p w14:paraId="242C7C89" w14:textId="77777777" w:rsidR="006107E8" w:rsidRPr="008818D9" w:rsidRDefault="006107E8" w:rsidP="00842E71">
            <w:pPr>
              <w:pStyle w:val="MDPI42tablebody"/>
            </w:pPr>
            <w:r w:rsidRPr="008818D9">
              <w:t>Start2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14:paraId="59B25255" w14:textId="77777777" w:rsidR="006107E8" w:rsidRPr="008818D9" w:rsidRDefault="006107E8" w:rsidP="00842E71">
            <w:pPr>
              <w:pStyle w:val="MDPI42tablebody"/>
            </w:pPr>
            <w:r w:rsidRPr="008818D9">
              <w:t>Distance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noWrap/>
            <w:hideMark/>
          </w:tcPr>
          <w:p w14:paraId="290D7A6C" w14:textId="77777777" w:rsidR="006107E8" w:rsidRPr="008818D9" w:rsidRDefault="006107E8" w:rsidP="00842E71">
            <w:pPr>
              <w:pStyle w:val="MDPI42tablebody"/>
            </w:pPr>
            <w:proofErr w:type="spellStart"/>
            <w:proofErr w:type="gramStart"/>
            <w:r w:rsidRPr="008818D9">
              <w:t>e</w:t>
            </w:r>
            <w:proofErr w:type="gramEnd"/>
            <w:r w:rsidRPr="008818D9">
              <w:t>-value</w:t>
            </w:r>
            <w:proofErr w:type="spellEnd"/>
          </w:p>
        </w:tc>
      </w:tr>
      <w:tr w:rsidR="006107E8" w:rsidRPr="008818D9" w14:paraId="28E1087E" w14:textId="77777777" w:rsidTr="00842E71">
        <w:trPr>
          <w:trHeight w:val="300"/>
          <w:jc w:val="center"/>
        </w:trPr>
        <w:tc>
          <w:tcPr>
            <w:tcW w:w="1540" w:type="dxa"/>
            <w:tcBorders>
              <w:top w:val="single" w:sz="4" w:space="0" w:color="auto"/>
            </w:tcBorders>
            <w:noWrap/>
            <w:hideMark/>
          </w:tcPr>
          <w:p w14:paraId="735D35D6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tcBorders>
              <w:top w:val="single" w:sz="4" w:space="0" w:color="auto"/>
            </w:tcBorders>
            <w:noWrap/>
            <w:hideMark/>
          </w:tcPr>
          <w:p w14:paraId="59E754BE" w14:textId="77777777" w:rsidR="006107E8" w:rsidRPr="008818D9" w:rsidRDefault="006107E8" w:rsidP="00842E71">
            <w:pPr>
              <w:pStyle w:val="MDPI42tablebody"/>
            </w:pPr>
            <w:r w:rsidRPr="008818D9">
              <w:t>57759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noWrap/>
            <w:hideMark/>
          </w:tcPr>
          <w:p w14:paraId="1AAADC8F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hideMark/>
          </w:tcPr>
          <w:p w14:paraId="27DC2421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tcBorders>
              <w:top w:val="single" w:sz="4" w:space="0" w:color="auto"/>
            </w:tcBorders>
            <w:noWrap/>
            <w:hideMark/>
          </w:tcPr>
          <w:p w14:paraId="4362D915" w14:textId="77777777" w:rsidR="006107E8" w:rsidRPr="008818D9" w:rsidRDefault="006107E8" w:rsidP="00842E71">
            <w:pPr>
              <w:pStyle w:val="MDPI42tablebody"/>
            </w:pPr>
            <w:r w:rsidRPr="008818D9">
              <w:t>89259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hideMark/>
          </w:tcPr>
          <w:p w14:paraId="422EE554" w14:textId="77777777" w:rsidR="006107E8" w:rsidRPr="008818D9" w:rsidRDefault="006107E8" w:rsidP="00842E71">
            <w:pPr>
              <w:pStyle w:val="MDPI42tablebody"/>
            </w:pPr>
            <w:r w:rsidRPr="008818D9">
              <w:t>-1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noWrap/>
            <w:hideMark/>
          </w:tcPr>
          <w:p w14:paraId="1C20942B" w14:textId="77777777" w:rsidR="006107E8" w:rsidRPr="008818D9" w:rsidRDefault="006107E8" w:rsidP="00842E71">
            <w:pPr>
              <w:pStyle w:val="MDPI42tablebody"/>
            </w:pPr>
            <w:r w:rsidRPr="008818D9">
              <w:t>5.54e-07</w:t>
            </w:r>
          </w:p>
        </w:tc>
      </w:tr>
      <w:tr w:rsidR="006107E8" w:rsidRPr="008818D9" w14:paraId="58E79270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5C0F9F91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5E6956B0" w14:textId="77777777" w:rsidR="006107E8" w:rsidRPr="008818D9" w:rsidRDefault="006107E8" w:rsidP="00842E71">
            <w:pPr>
              <w:pStyle w:val="MDPI42tablebody"/>
            </w:pPr>
            <w:r w:rsidRPr="008818D9">
              <w:t>114661</w:t>
            </w:r>
          </w:p>
        </w:tc>
        <w:tc>
          <w:tcPr>
            <w:tcW w:w="1665" w:type="dxa"/>
            <w:noWrap/>
            <w:hideMark/>
          </w:tcPr>
          <w:p w14:paraId="0A2F960D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5E9C2AB7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281F9EF3" w14:textId="77777777" w:rsidR="006107E8" w:rsidRPr="008818D9" w:rsidRDefault="006107E8" w:rsidP="00842E71">
            <w:pPr>
              <w:pStyle w:val="MDPI42tablebody"/>
            </w:pPr>
            <w:r w:rsidRPr="008818D9">
              <w:t>116885</w:t>
            </w:r>
          </w:p>
        </w:tc>
        <w:tc>
          <w:tcPr>
            <w:tcW w:w="1080" w:type="dxa"/>
            <w:noWrap/>
            <w:hideMark/>
          </w:tcPr>
          <w:p w14:paraId="60219C67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047A0A3E" w14:textId="77777777" w:rsidR="006107E8" w:rsidRPr="008818D9" w:rsidRDefault="006107E8" w:rsidP="00842E71">
            <w:pPr>
              <w:pStyle w:val="MDPI42tablebody"/>
            </w:pPr>
            <w:r w:rsidRPr="008818D9">
              <w:t>2.41e-05</w:t>
            </w:r>
          </w:p>
        </w:tc>
      </w:tr>
      <w:tr w:rsidR="006107E8" w:rsidRPr="008818D9" w14:paraId="2D07EB05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46E9A914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0D084EAB" w14:textId="77777777" w:rsidR="006107E8" w:rsidRPr="008818D9" w:rsidRDefault="006107E8" w:rsidP="00842E71">
            <w:pPr>
              <w:pStyle w:val="MDPI42tablebody"/>
            </w:pPr>
            <w:r w:rsidRPr="008818D9">
              <w:t>4685</w:t>
            </w:r>
          </w:p>
        </w:tc>
        <w:tc>
          <w:tcPr>
            <w:tcW w:w="1665" w:type="dxa"/>
            <w:noWrap/>
            <w:hideMark/>
          </w:tcPr>
          <w:p w14:paraId="12BEA6E7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3715A8E9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54FDC6F0" w14:textId="77777777" w:rsidR="006107E8" w:rsidRPr="008818D9" w:rsidRDefault="006107E8" w:rsidP="00842E71">
            <w:pPr>
              <w:pStyle w:val="MDPI42tablebody"/>
            </w:pPr>
            <w:r w:rsidRPr="008818D9">
              <w:t>4727</w:t>
            </w:r>
          </w:p>
        </w:tc>
        <w:tc>
          <w:tcPr>
            <w:tcW w:w="1080" w:type="dxa"/>
            <w:noWrap/>
            <w:hideMark/>
          </w:tcPr>
          <w:p w14:paraId="26C5CC4A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0D3B0A54" w14:textId="77777777" w:rsidR="006107E8" w:rsidRPr="008818D9" w:rsidRDefault="006107E8" w:rsidP="00842E71">
            <w:pPr>
              <w:pStyle w:val="MDPI42tablebody"/>
            </w:pPr>
            <w:r w:rsidRPr="008818D9">
              <w:t>6.75e-04</w:t>
            </w:r>
          </w:p>
        </w:tc>
      </w:tr>
      <w:tr w:rsidR="006107E8" w:rsidRPr="008818D9" w14:paraId="065BAB2B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23CFE2A1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7935FCB9" w14:textId="77777777" w:rsidR="006107E8" w:rsidRPr="008818D9" w:rsidRDefault="006107E8" w:rsidP="00842E71">
            <w:pPr>
              <w:pStyle w:val="MDPI42tablebody"/>
            </w:pPr>
            <w:r w:rsidRPr="008818D9">
              <w:t>65506</w:t>
            </w:r>
          </w:p>
        </w:tc>
        <w:tc>
          <w:tcPr>
            <w:tcW w:w="1665" w:type="dxa"/>
            <w:noWrap/>
            <w:hideMark/>
          </w:tcPr>
          <w:p w14:paraId="272D34ED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0C543B59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1675713E" w14:textId="77777777" w:rsidR="006107E8" w:rsidRPr="008818D9" w:rsidRDefault="006107E8" w:rsidP="00842E71">
            <w:pPr>
              <w:pStyle w:val="MDPI42tablebody"/>
            </w:pPr>
            <w:r w:rsidRPr="008818D9">
              <w:t>65548</w:t>
            </w:r>
          </w:p>
        </w:tc>
        <w:tc>
          <w:tcPr>
            <w:tcW w:w="1080" w:type="dxa"/>
            <w:noWrap/>
            <w:hideMark/>
          </w:tcPr>
          <w:p w14:paraId="32861BEF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5DEA7371" w14:textId="77777777" w:rsidR="006107E8" w:rsidRPr="008818D9" w:rsidRDefault="006107E8" w:rsidP="00842E71">
            <w:pPr>
              <w:pStyle w:val="MDPI42tablebody"/>
            </w:pPr>
            <w:r w:rsidRPr="008818D9">
              <w:t>6.75e-04</w:t>
            </w:r>
          </w:p>
        </w:tc>
      </w:tr>
      <w:tr w:rsidR="006107E8" w:rsidRPr="008818D9" w14:paraId="78AFB16D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5C2406E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082E6B18" w14:textId="77777777" w:rsidR="006107E8" w:rsidRPr="008818D9" w:rsidRDefault="006107E8" w:rsidP="00842E71">
            <w:pPr>
              <w:pStyle w:val="MDPI42tablebody"/>
            </w:pPr>
            <w:r w:rsidRPr="008818D9">
              <w:t>149170</w:t>
            </w:r>
          </w:p>
        </w:tc>
        <w:tc>
          <w:tcPr>
            <w:tcW w:w="1665" w:type="dxa"/>
            <w:noWrap/>
            <w:hideMark/>
          </w:tcPr>
          <w:p w14:paraId="77CF34DB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632BBE27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202ABD1B" w14:textId="77777777" w:rsidR="006107E8" w:rsidRPr="008818D9" w:rsidRDefault="006107E8" w:rsidP="00842E71">
            <w:pPr>
              <w:pStyle w:val="MDPI42tablebody"/>
            </w:pPr>
            <w:r w:rsidRPr="008818D9">
              <w:t>149176</w:t>
            </w:r>
          </w:p>
        </w:tc>
        <w:tc>
          <w:tcPr>
            <w:tcW w:w="1080" w:type="dxa"/>
            <w:noWrap/>
            <w:hideMark/>
          </w:tcPr>
          <w:p w14:paraId="22A56D9B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3F6AA102" w14:textId="77777777" w:rsidR="006107E8" w:rsidRPr="008818D9" w:rsidRDefault="006107E8" w:rsidP="00842E71">
            <w:pPr>
              <w:pStyle w:val="MDPI42tablebody"/>
            </w:pPr>
            <w:r w:rsidRPr="008818D9">
              <w:t>6.75e-04</w:t>
            </w:r>
          </w:p>
        </w:tc>
      </w:tr>
      <w:tr w:rsidR="006107E8" w:rsidRPr="008818D9" w14:paraId="0922CB5F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7368B6D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528F8C91" w14:textId="77777777" w:rsidR="006107E8" w:rsidRPr="008818D9" w:rsidRDefault="006107E8" w:rsidP="00842E71">
            <w:pPr>
              <w:pStyle w:val="MDPI42tablebody"/>
            </w:pPr>
            <w:r w:rsidRPr="008818D9">
              <w:t>110140</w:t>
            </w:r>
          </w:p>
        </w:tc>
        <w:tc>
          <w:tcPr>
            <w:tcW w:w="1665" w:type="dxa"/>
            <w:noWrap/>
            <w:hideMark/>
          </w:tcPr>
          <w:p w14:paraId="68108AD0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5DAA3C3B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66D58823" w14:textId="77777777" w:rsidR="006107E8" w:rsidRPr="008818D9" w:rsidRDefault="006107E8" w:rsidP="00842E71">
            <w:pPr>
              <w:pStyle w:val="MDPI42tablebody"/>
            </w:pPr>
            <w:r w:rsidRPr="008818D9">
              <w:t>149271</w:t>
            </w:r>
          </w:p>
        </w:tc>
        <w:tc>
          <w:tcPr>
            <w:tcW w:w="1080" w:type="dxa"/>
            <w:noWrap/>
            <w:hideMark/>
          </w:tcPr>
          <w:p w14:paraId="28D4855A" w14:textId="77777777" w:rsidR="006107E8" w:rsidRPr="008818D9" w:rsidRDefault="006107E8" w:rsidP="00842E71">
            <w:pPr>
              <w:pStyle w:val="MDPI42tablebody"/>
            </w:pPr>
            <w:r w:rsidRPr="008818D9">
              <w:t>-1</w:t>
            </w:r>
          </w:p>
        </w:tc>
        <w:tc>
          <w:tcPr>
            <w:tcW w:w="1207" w:type="dxa"/>
            <w:noWrap/>
            <w:hideMark/>
          </w:tcPr>
          <w:p w14:paraId="7C0C90FA" w14:textId="77777777" w:rsidR="006107E8" w:rsidRPr="008818D9" w:rsidRDefault="006107E8" w:rsidP="00842E71">
            <w:pPr>
              <w:pStyle w:val="MDPI42tablebody"/>
            </w:pPr>
            <w:r w:rsidRPr="008818D9">
              <w:t>5.54e-07</w:t>
            </w:r>
          </w:p>
        </w:tc>
      </w:tr>
      <w:tr w:rsidR="006107E8" w:rsidRPr="008818D9" w14:paraId="4008BC65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16E0BB6E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46831C1D" w14:textId="77777777" w:rsidR="006107E8" w:rsidRPr="008818D9" w:rsidRDefault="006107E8" w:rsidP="00842E71">
            <w:pPr>
              <w:pStyle w:val="MDPI42tablebody"/>
            </w:pPr>
            <w:r w:rsidRPr="008818D9">
              <w:t>106570</w:t>
            </w:r>
          </w:p>
        </w:tc>
        <w:tc>
          <w:tcPr>
            <w:tcW w:w="1665" w:type="dxa"/>
            <w:noWrap/>
            <w:hideMark/>
          </w:tcPr>
          <w:p w14:paraId="2EDA645F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0B495034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16969D81" w14:textId="77777777" w:rsidR="006107E8" w:rsidRPr="008818D9" w:rsidRDefault="006107E8" w:rsidP="00842E71">
            <w:pPr>
              <w:pStyle w:val="MDPI42tablebody"/>
            </w:pPr>
            <w:r w:rsidRPr="008818D9">
              <w:t>106570</w:t>
            </w:r>
          </w:p>
        </w:tc>
        <w:tc>
          <w:tcPr>
            <w:tcW w:w="1080" w:type="dxa"/>
            <w:noWrap/>
            <w:hideMark/>
          </w:tcPr>
          <w:p w14:paraId="2B2523B3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4AD74898" w14:textId="77777777" w:rsidR="006107E8" w:rsidRPr="008818D9" w:rsidRDefault="006107E8" w:rsidP="00842E71">
            <w:pPr>
              <w:pStyle w:val="MDPI42tablebody"/>
            </w:pPr>
            <w:r w:rsidRPr="008818D9">
              <w:t>2.41e-05</w:t>
            </w:r>
          </w:p>
        </w:tc>
      </w:tr>
      <w:tr w:rsidR="006107E8" w:rsidRPr="008818D9" w14:paraId="3F192B06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2A304BFB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19DF9522" w14:textId="77777777" w:rsidR="006107E8" w:rsidRPr="008818D9" w:rsidRDefault="006107E8" w:rsidP="00842E71">
            <w:pPr>
              <w:pStyle w:val="MDPI42tablebody"/>
            </w:pPr>
            <w:r w:rsidRPr="008818D9">
              <w:t>127468</w:t>
            </w:r>
          </w:p>
        </w:tc>
        <w:tc>
          <w:tcPr>
            <w:tcW w:w="1665" w:type="dxa"/>
            <w:noWrap/>
            <w:hideMark/>
          </w:tcPr>
          <w:p w14:paraId="3168EEA0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21974F96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44D4F0B4" w14:textId="77777777" w:rsidR="006107E8" w:rsidRPr="008818D9" w:rsidRDefault="006107E8" w:rsidP="00842E71">
            <w:pPr>
              <w:pStyle w:val="MDPI42tablebody"/>
            </w:pPr>
            <w:r w:rsidRPr="008818D9">
              <w:t>127468</w:t>
            </w:r>
          </w:p>
        </w:tc>
        <w:tc>
          <w:tcPr>
            <w:tcW w:w="1080" w:type="dxa"/>
            <w:noWrap/>
            <w:hideMark/>
          </w:tcPr>
          <w:p w14:paraId="3823009C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31DB24A2" w14:textId="77777777" w:rsidR="006107E8" w:rsidRPr="008818D9" w:rsidRDefault="006107E8" w:rsidP="00842E71">
            <w:pPr>
              <w:pStyle w:val="MDPI42tablebody"/>
            </w:pPr>
            <w:r w:rsidRPr="008818D9">
              <w:t>2.41e-05</w:t>
            </w:r>
          </w:p>
        </w:tc>
      </w:tr>
      <w:tr w:rsidR="006107E8" w:rsidRPr="008818D9" w14:paraId="4959DDB6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43946CA8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30193CF4" w14:textId="77777777" w:rsidR="006107E8" w:rsidRPr="008818D9" w:rsidRDefault="006107E8" w:rsidP="00842E71">
            <w:pPr>
              <w:pStyle w:val="MDPI42tablebody"/>
            </w:pPr>
            <w:r w:rsidRPr="008818D9">
              <w:t>4685</w:t>
            </w:r>
          </w:p>
        </w:tc>
        <w:tc>
          <w:tcPr>
            <w:tcW w:w="1665" w:type="dxa"/>
            <w:noWrap/>
            <w:hideMark/>
          </w:tcPr>
          <w:p w14:paraId="534420E6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77AF0399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102A01F1" w14:textId="77777777" w:rsidR="006107E8" w:rsidRPr="008818D9" w:rsidRDefault="006107E8" w:rsidP="00842E71">
            <w:pPr>
              <w:pStyle w:val="MDPI42tablebody"/>
            </w:pPr>
            <w:r w:rsidRPr="008818D9">
              <w:t>65506</w:t>
            </w:r>
          </w:p>
        </w:tc>
        <w:tc>
          <w:tcPr>
            <w:tcW w:w="1080" w:type="dxa"/>
            <w:noWrap/>
            <w:hideMark/>
          </w:tcPr>
          <w:p w14:paraId="369929AE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2CE0DBB8" w14:textId="77777777" w:rsidR="006107E8" w:rsidRPr="008818D9" w:rsidRDefault="006107E8" w:rsidP="00842E71">
            <w:pPr>
              <w:pStyle w:val="MDPI42tablebody"/>
            </w:pPr>
            <w:r w:rsidRPr="008818D9">
              <w:t>6.75e-04</w:t>
            </w:r>
          </w:p>
        </w:tc>
      </w:tr>
      <w:tr w:rsidR="006107E8" w:rsidRPr="008818D9" w14:paraId="1BADA65B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179B6DFB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40D6E803" w14:textId="77777777" w:rsidR="006107E8" w:rsidRPr="008818D9" w:rsidRDefault="006107E8" w:rsidP="00842E71">
            <w:pPr>
              <w:pStyle w:val="MDPI42tablebody"/>
            </w:pPr>
            <w:r w:rsidRPr="008818D9">
              <w:t>4727</w:t>
            </w:r>
          </w:p>
        </w:tc>
        <w:tc>
          <w:tcPr>
            <w:tcW w:w="1665" w:type="dxa"/>
            <w:noWrap/>
            <w:hideMark/>
          </w:tcPr>
          <w:p w14:paraId="0F8F8CEA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111DADF9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3AA7EF71" w14:textId="77777777" w:rsidR="006107E8" w:rsidRPr="008818D9" w:rsidRDefault="006107E8" w:rsidP="00842E71">
            <w:pPr>
              <w:pStyle w:val="MDPI42tablebody"/>
            </w:pPr>
            <w:r w:rsidRPr="008818D9">
              <w:t>65548</w:t>
            </w:r>
          </w:p>
        </w:tc>
        <w:tc>
          <w:tcPr>
            <w:tcW w:w="1080" w:type="dxa"/>
            <w:noWrap/>
            <w:hideMark/>
          </w:tcPr>
          <w:p w14:paraId="57998E8D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38FEA285" w14:textId="77777777" w:rsidR="006107E8" w:rsidRPr="008818D9" w:rsidRDefault="006107E8" w:rsidP="00842E71">
            <w:pPr>
              <w:pStyle w:val="MDPI42tablebody"/>
            </w:pPr>
            <w:r w:rsidRPr="008818D9">
              <w:t>6.75e-04</w:t>
            </w:r>
          </w:p>
        </w:tc>
      </w:tr>
      <w:tr w:rsidR="006107E8" w:rsidRPr="008818D9" w14:paraId="2BB0072B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6FD3A2F5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251F9029" w14:textId="77777777" w:rsidR="006107E8" w:rsidRPr="008818D9" w:rsidRDefault="006107E8" w:rsidP="00842E71">
            <w:pPr>
              <w:pStyle w:val="MDPI42tablebody"/>
            </w:pPr>
            <w:r w:rsidRPr="008818D9">
              <w:t>14210</w:t>
            </w:r>
          </w:p>
        </w:tc>
        <w:tc>
          <w:tcPr>
            <w:tcW w:w="1665" w:type="dxa"/>
            <w:noWrap/>
            <w:hideMark/>
          </w:tcPr>
          <w:p w14:paraId="46EA31D0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2185C5E4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240580B0" w14:textId="77777777" w:rsidR="006107E8" w:rsidRPr="008818D9" w:rsidRDefault="006107E8" w:rsidP="00842E71">
            <w:pPr>
              <w:pStyle w:val="MDPI42tablebody"/>
            </w:pPr>
            <w:r w:rsidRPr="008818D9">
              <w:t>111848</w:t>
            </w:r>
          </w:p>
        </w:tc>
        <w:tc>
          <w:tcPr>
            <w:tcW w:w="1080" w:type="dxa"/>
            <w:noWrap/>
            <w:hideMark/>
          </w:tcPr>
          <w:p w14:paraId="0226B702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22477DC1" w14:textId="77777777" w:rsidR="006107E8" w:rsidRPr="008818D9" w:rsidRDefault="006107E8" w:rsidP="00842E71">
            <w:pPr>
              <w:pStyle w:val="MDPI42tablebody"/>
            </w:pPr>
            <w:r w:rsidRPr="008818D9">
              <w:t>6.75e-04</w:t>
            </w:r>
          </w:p>
        </w:tc>
      </w:tr>
      <w:tr w:rsidR="006107E8" w:rsidRPr="008818D9" w14:paraId="6965E49F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1B0FD3FD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494462CE" w14:textId="77777777" w:rsidR="006107E8" w:rsidRPr="008818D9" w:rsidRDefault="006107E8" w:rsidP="00842E71">
            <w:pPr>
              <w:pStyle w:val="MDPI42tablebody"/>
            </w:pPr>
            <w:r w:rsidRPr="008818D9">
              <w:t>110140</w:t>
            </w:r>
          </w:p>
        </w:tc>
        <w:tc>
          <w:tcPr>
            <w:tcW w:w="1665" w:type="dxa"/>
            <w:noWrap/>
            <w:hideMark/>
          </w:tcPr>
          <w:p w14:paraId="5F8F6721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1B744537" w14:textId="77777777" w:rsidR="006107E8" w:rsidRPr="008818D9" w:rsidRDefault="006107E8" w:rsidP="00842E71">
            <w:pPr>
              <w:pStyle w:val="MDPI42tablebody"/>
            </w:pPr>
            <w:r w:rsidRPr="008818D9">
              <w:t>30</w:t>
            </w:r>
          </w:p>
        </w:tc>
        <w:tc>
          <w:tcPr>
            <w:tcW w:w="916" w:type="dxa"/>
            <w:noWrap/>
            <w:hideMark/>
          </w:tcPr>
          <w:p w14:paraId="56901BDB" w14:textId="77777777" w:rsidR="006107E8" w:rsidRPr="008818D9" w:rsidRDefault="006107E8" w:rsidP="00842E71">
            <w:pPr>
              <w:pStyle w:val="MDPI42tablebody"/>
            </w:pPr>
            <w:r w:rsidRPr="008818D9">
              <w:t>120047</w:t>
            </w:r>
          </w:p>
        </w:tc>
        <w:tc>
          <w:tcPr>
            <w:tcW w:w="1080" w:type="dxa"/>
            <w:noWrap/>
            <w:hideMark/>
          </w:tcPr>
          <w:p w14:paraId="71898855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444014AC" w14:textId="77777777" w:rsidR="006107E8" w:rsidRPr="008818D9" w:rsidRDefault="006107E8" w:rsidP="00842E71">
            <w:pPr>
              <w:pStyle w:val="MDPI42tablebody"/>
            </w:pPr>
            <w:r w:rsidRPr="008818D9">
              <w:t>6.75e-04</w:t>
            </w:r>
          </w:p>
        </w:tc>
      </w:tr>
      <w:tr w:rsidR="006107E8" w:rsidRPr="008818D9" w14:paraId="73982A23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5009550" w14:textId="77777777" w:rsidR="006107E8" w:rsidRPr="008818D9" w:rsidRDefault="006107E8" w:rsidP="00842E71">
            <w:pPr>
              <w:pStyle w:val="MDPI42tablebody"/>
            </w:pPr>
            <w:r w:rsidRPr="008818D9">
              <w:t>31</w:t>
            </w:r>
          </w:p>
        </w:tc>
        <w:tc>
          <w:tcPr>
            <w:tcW w:w="916" w:type="dxa"/>
            <w:noWrap/>
            <w:hideMark/>
          </w:tcPr>
          <w:p w14:paraId="026CC09C" w14:textId="77777777" w:rsidR="006107E8" w:rsidRPr="008818D9" w:rsidRDefault="006107E8" w:rsidP="00842E71">
            <w:pPr>
              <w:pStyle w:val="MDPI42tablebody"/>
            </w:pPr>
            <w:r w:rsidRPr="008818D9">
              <w:t>42013</w:t>
            </w:r>
          </w:p>
        </w:tc>
        <w:tc>
          <w:tcPr>
            <w:tcW w:w="1665" w:type="dxa"/>
            <w:noWrap/>
            <w:hideMark/>
          </w:tcPr>
          <w:p w14:paraId="2125CA09" w14:textId="77777777" w:rsidR="006107E8" w:rsidRPr="008818D9" w:rsidRDefault="006107E8" w:rsidP="00842E71">
            <w:pPr>
              <w:pStyle w:val="MDPI42tablebody"/>
            </w:pPr>
            <w:r w:rsidRPr="008818D9">
              <w:t>C</w:t>
            </w:r>
          </w:p>
        </w:tc>
        <w:tc>
          <w:tcPr>
            <w:tcW w:w="1540" w:type="dxa"/>
            <w:noWrap/>
            <w:hideMark/>
          </w:tcPr>
          <w:p w14:paraId="41C478F0" w14:textId="77777777" w:rsidR="006107E8" w:rsidRPr="008818D9" w:rsidRDefault="006107E8" w:rsidP="00842E71">
            <w:pPr>
              <w:pStyle w:val="MDPI42tablebody"/>
            </w:pPr>
            <w:r w:rsidRPr="008818D9">
              <w:t>31</w:t>
            </w:r>
          </w:p>
        </w:tc>
        <w:tc>
          <w:tcPr>
            <w:tcW w:w="916" w:type="dxa"/>
            <w:noWrap/>
            <w:hideMark/>
          </w:tcPr>
          <w:p w14:paraId="29606C7A" w14:textId="77777777" w:rsidR="006107E8" w:rsidRPr="008818D9" w:rsidRDefault="006107E8" w:rsidP="00842E71">
            <w:pPr>
              <w:pStyle w:val="MDPI42tablebody"/>
            </w:pPr>
            <w:r w:rsidRPr="008818D9">
              <w:t>85378</w:t>
            </w:r>
          </w:p>
        </w:tc>
        <w:tc>
          <w:tcPr>
            <w:tcW w:w="1080" w:type="dxa"/>
            <w:noWrap/>
            <w:hideMark/>
          </w:tcPr>
          <w:p w14:paraId="732E3D43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4FF13557" w14:textId="77777777" w:rsidR="006107E8" w:rsidRPr="008818D9" w:rsidRDefault="006107E8" w:rsidP="00842E71">
            <w:pPr>
              <w:pStyle w:val="MDPI42tablebody"/>
            </w:pPr>
            <w:r w:rsidRPr="008818D9">
              <w:t>1.87e-04</w:t>
            </w:r>
          </w:p>
        </w:tc>
      </w:tr>
      <w:tr w:rsidR="006107E8" w:rsidRPr="008818D9" w14:paraId="2E4C1170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2F957142" w14:textId="77777777" w:rsidR="006107E8" w:rsidRPr="008818D9" w:rsidRDefault="006107E8" w:rsidP="00842E71">
            <w:pPr>
              <w:pStyle w:val="MDPI42tablebody"/>
            </w:pPr>
            <w:r w:rsidRPr="008818D9">
              <w:t>31</w:t>
            </w:r>
          </w:p>
        </w:tc>
        <w:tc>
          <w:tcPr>
            <w:tcW w:w="916" w:type="dxa"/>
            <w:noWrap/>
            <w:hideMark/>
          </w:tcPr>
          <w:p w14:paraId="1326C43A" w14:textId="77777777" w:rsidR="006107E8" w:rsidRPr="008818D9" w:rsidRDefault="006107E8" w:rsidP="00842E71">
            <w:pPr>
              <w:pStyle w:val="MDPI42tablebody"/>
            </w:pPr>
            <w:r w:rsidRPr="008818D9">
              <w:t>157161</w:t>
            </w:r>
          </w:p>
        </w:tc>
        <w:tc>
          <w:tcPr>
            <w:tcW w:w="1665" w:type="dxa"/>
            <w:noWrap/>
            <w:hideMark/>
          </w:tcPr>
          <w:p w14:paraId="514290FA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01C0B199" w14:textId="77777777" w:rsidR="006107E8" w:rsidRPr="008818D9" w:rsidRDefault="006107E8" w:rsidP="00842E71">
            <w:pPr>
              <w:pStyle w:val="MDPI42tablebody"/>
            </w:pPr>
            <w:r w:rsidRPr="008818D9">
              <w:t>31</w:t>
            </w:r>
          </w:p>
        </w:tc>
        <w:tc>
          <w:tcPr>
            <w:tcW w:w="916" w:type="dxa"/>
            <w:noWrap/>
            <w:hideMark/>
          </w:tcPr>
          <w:p w14:paraId="5869E7D6" w14:textId="77777777" w:rsidR="006107E8" w:rsidRPr="008818D9" w:rsidRDefault="006107E8" w:rsidP="00842E71">
            <w:pPr>
              <w:pStyle w:val="MDPI42tablebody"/>
            </w:pPr>
            <w:r w:rsidRPr="008818D9">
              <w:t>157183</w:t>
            </w:r>
          </w:p>
        </w:tc>
        <w:tc>
          <w:tcPr>
            <w:tcW w:w="1080" w:type="dxa"/>
            <w:noWrap/>
            <w:hideMark/>
          </w:tcPr>
          <w:p w14:paraId="71EFF1DB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1D1E4BBB" w14:textId="77777777" w:rsidR="006107E8" w:rsidRPr="008818D9" w:rsidRDefault="006107E8" w:rsidP="00842E71">
            <w:pPr>
              <w:pStyle w:val="MDPI42tablebody"/>
            </w:pPr>
            <w:r w:rsidRPr="008818D9">
              <w:t>1.87e-04</w:t>
            </w:r>
          </w:p>
        </w:tc>
      </w:tr>
      <w:tr w:rsidR="006107E8" w:rsidRPr="008818D9" w14:paraId="022246CF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3745BA9F" w14:textId="77777777" w:rsidR="006107E8" w:rsidRPr="008818D9" w:rsidRDefault="006107E8" w:rsidP="00842E71">
            <w:pPr>
              <w:pStyle w:val="MDPI42tablebody"/>
            </w:pPr>
            <w:r w:rsidRPr="008818D9">
              <w:t>31</w:t>
            </w:r>
          </w:p>
        </w:tc>
        <w:tc>
          <w:tcPr>
            <w:tcW w:w="916" w:type="dxa"/>
            <w:noWrap/>
            <w:hideMark/>
          </w:tcPr>
          <w:p w14:paraId="091543CD" w14:textId="77777777" w:rsidR="006107E8" w:rsidRPr="008818D9" w:rsidRDefault="006107E8" w:rsidP="00842E71">
            <w:pPr>
              <w:pStyle w:val="MDPI42tablebody"/>
            </w:pPr>
            <w:r w:rsidRPr="008818D9">
              <w:t>76762</w:t>
            </w:r>
          </w:p>
        </w:tc>
        <w:tc>
          <w:tcPr>
            <w:tcW w:w="1665" w:type="dxa"/>
            <w:noWrap/>
            <w:hideMark/>
          </w:tcPr>
          <w:p w14:paraId="0FD6C161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3CC558AA" w14:textId="77777777" w:rsidR="006107E8" w:rsidRPr="008818D9" w:rsidRDefault="006107E8" w:rsidP="00842E71">
            <w:pPr>
              <w:pStyle w:val="MDPI42tablebody"/>
            </w:pPr>
            <w:r w:rsidRPr="008818D9">
              <w:t>31</w:t>
            </w:r>
          </w:p>
        </w:tc>
        <w:tc>
          <w:tcPr>
            <w:tcW w:w="916" w:type="dxa"/>
            <w:noWrap/>
            <w:hideMark/>
          </w:tcPr>
          <w:p w14:paraId="79E754F6" w14:textId="77777777" w:rsidR="006107E8" w:rsidRPr="008818D9" w:rsidRDefault="006107E8" w:rsidP="00842E71">
            <w:pPr>
              <w:pStyle w:val="MDPI42tablebody"/>
            </w:pPr>
            <w:r w:rsidRPr="008818D9">
              <w:t>102871</w:t>
            </w:r>
          </w:p>
        </w:tc>
        <w:tc>
          <w:tcPr>
            <w:tcW w:w="1080" w:type="dxa"/>
            <w:noWrap/>
            <w:hideMark/>
          </w:tcPr>
          <w:p w14:paraId="3AB34E17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0BC7916A" w14:textId="77777777" w:rsidR="006107E8" w:rsidRPr="008818D9" w:rsidRDefault="006107E8" w:rsidP="00842E71">
            <w:pPr>
              <w:pStyle w:val="MDPI42tablebody"/>
            </w:pPr>
            <w:r w:rsidRPr="008818D9">
              <w:t>1.87e-04</w:t>
            </w:r>
          </w:p>
        </w:tc>
      </w:tr>
      <w:tr w:rsidR="006107E8" w:rsidRPr="008818D9" w14:paraId="5F8835AC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7803289F" w14:textId="77777777" w:rsidR="006107E8" w:rsidRPr="008818D9" w:rsidRDefault="006107E8" w:rsidP="00842E71">
            <w:pPr>
              <w:pStyle w:val="MDPI42tablebody"/>
            </w:pPr>
            <w:r w:rsidRPr="008818D9">
              <w:t>32</w:t>
            </w:r>
          </w:p>
        </w:tc>
        <w:tc>
          <w:tcPr>
            <w:tcW w:w="916" w:type="dxa"/>
            <w:noWrap/>
            <w:hideMark/>
          </w:tcPr>
          <w:p w14:paraId="2C3A4929" w14:textId="77777777" w:rsidR="006107E8" w:rsidRPr="008818D9" w:rsidRDefault="006107E8" w:rsidP="00842E71">
            <w:pPr>
              <w:pStyle w:val="MDPI42tablebody"/>
            </w:pPr>
            <w:r w:rsidRPr="008818D9">
              <w:t>120050</w:t>
            </w:r>
          </w:p>
        </w:tc>
        <w:tc>
          <w:tcPr>
            <w:tcW w:w="1665" w:type="dxa"/>
            <w:noWrap/>
            <w:hideMark/>
          </w:tcPr>
          <w:p w14:paraId="53157BF1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7A40A26A" w14:textId="77777777" w:rsidR="006107E8" w:rsidRPr="008818D9" w:rsidRDefault="006107E8" w:rsidP="00842E71">
            <w:pPr>
              <w:pStyle w:val="MDPI42tablebody"/>
            </w:pPr>
            <w:r w:rsidRPr="008818D9">
              <w:t>32</w:t>
            </w:r>
          </w:p>
        </w:tc>
        <w:tc>
          <w:tcPr>
            <w:tcW w:w="916" w:type="dxa"/>
            <w:noWrap/>
            <w:hideMark/>
          </w:tcPr>
          <w:p w14:paraId="1CA3C2DB" w14:textId="77777777" w:rsidR="006107E8" w:rsidRPr="008818D9" w:rsidRDefault="006107E8" w:rsidP="00842E71">
            <w:pPr>
              <w:pStyle w:val="MDPI42tablebody"/>
            </w:pPr>
            <w:r w:rsidRPr="008818D9">
              <w:t>149274</w:t>
            </w:r>
          </w:p>
        </w:tc>
        <w:tc>
          <w:tcPr>
            <w:tcW w:w="1080" w:type="dxa"/>
            <w:noWrap/>
            <w:hideMark/>
          </w:tcPr>
          <w:p w14:paraId="51771942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6110E0AD" w14:textId="77777777" w:rsidR="006107E8" w:rsidRPr="008818D9" w:rsidRDefault="006107E8" w:rsidP="00842E71">
            <w:pPr>
              <w:pStyle w:val="MDPI42tablebody"/>
            </w:pPr>
            <w:r w:rsidRPr="008818D9">
              <w:t>5.15e-05</w:t>
            </w:r>
          </w:p>
        </w:tc>
      </w:tr>
      <w:tr w:rsidR="006107E8" w:rsidRPr="008818D9" w14:paraId="2F1320AE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77FE5BF" w14:textId="77777777" w:rsidR="006107E8" w:rsidRPr="008818D9" w:rsidRDefault="006107E8" w:rsidP="00842E71">
            <w:pPr>
              <w:pStyle w:val="MDPI42tablebody"/>
            </w:pPr>
            <w:r w:rsidRPr="008818D9">
              <w:t>32</w:t>
            </w:r>
          </w:p>
        </w:tc>
        <w:tc>
          <w:tcPr>
            <w:tcW w:w="916" w:type="dxa"/>
            <w:noWrap/>
            <w:hideMark/>
          </w:tcPr>
          <w:p w14:paraId="509D9731" w14:textId="77777777" w:rsidR="006107E8" w:rsidRPr="008818D9" w:rsidRDefault="006107E8" w:rsidP="00842E71">
            <w:pPr>
              <w:pStyle w:val="MDPI42tablebody"/>
            </w:pPr>
            <w:r w:rsidRPr="008818D9">
              <w:t>76525</w:t>
            </w:r>
          </w:p>
        </w:tc>
        <w:tc>
          <w:tcPr>
            <w:tcW w:w="1665" w:type="dxa"/>
            <w:noWrap/>
            <w:hideMark/>
          </w:tcPr>
          <w:p w14:paraId="48BE2597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41B4F62F" w14:textId="77777777" w:rsidR="006107E8" w:rsidRPr="008818D9" w:rsidRDefault="006107E8" w:rsidP="00842E71">
            <w:pPr>
              <w:pStyle w:val="MDPI42tablebody"/>
            </w:pPr>
            <w:r w:rsidRPr="008818D9">
              <w:t>32</w:t>
            </w:r>
          </w:p>
        </w:tc>
        <w:tc>
          <w:tcPr>
            <w:tcW w:w="916" w:type="dxa"/>
            <w:noWrap/>
            <w:hideMark/>
          </w:tcPr>
          <w:p w14:paraId="56554B3B" w14:textId="77777777" w:rsidR="006107E8" w:rsidRPr="008818D9" w:rsidRDefault="006107E8" w:rsidP="00842E71">
            <w:pPr>
              <w:pStyle w:val="MDPI42tablebody"/>
            </w:pPr>
            <w:r w:rsidRPr="008818D9">
              <w:t>124945</w:t>
            </w:r>
          </w:p>
        </w:tc>
        <w:tc>
          <w:tcPr>
            <w:tcW w:w="1080" w:type="dxa"/>
            <w:noWrap/>
            <w:hideMark/>
          </w:tcPr>
          <w:p w14:paraId="2133EE54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604AC276" w14:textId="77777777" w:rsidR="006107E8" w:rsidRPr="008818D9" w:rsidRDefault="006107E8" w:rsidP="00842E71">
            <w:pPr>
              <w:pStyle w:val="MDPI42tablebody"/>
            </w:pPr>
            <w:r w:rsidRPr="008818D9">
              <w:t>1.72e-06</w:t>
            </w:r>
          </w:p>
        </w:tc>
      </w:tr>
      <w:tr w:rsidR="006107E8" w:rsidRPr="008818D9" w14:paraId="03A88F98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BD977B3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30D1C241" w14:textId="77777777" w:rsidR="006107E8" w:rsidRPr="008818D9" w:rsidRDefault="006107E8" w:rsidP="00842E71">
            <w:pPr>
              <w:pStyle w:val="MDPI42tablebody"/>
            </w:pPr>
            <w:r w:rsidRPr="008818D9">
              <w:t>23266</w:t>
            </w:r>
          </w:p>
        </w:tc>
        <w:tc>
          <w:tcPr>
            <w:tcW w:w="1665" w:type="dxa"/>
            <w:noWrap/>
            <w:hideMark/>
          </w:tcPr>
          <w:p w14:paraId="7A16023D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3960DB11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53C0ED39" w14:textId="77777777" w:rsidR="006107E8" w:rsidRPr="008818D9" w:rsidRDefault="006107E8" w:rsidP="00842E71">
            <w:pPr>
              <w:pStyle w:val="MDPI42tablebody"/>
            </w:pPr>
            <w:r w:rsidRPr="008818D9">
              <w:t>23298</w:t>
            </w:r>
          </w:p>
        </w:tc>
        <w:tc>
          <w:tcPr>
            <w:tcW w:w="1080" w:type="dxa"/>
            <w:noWrap/>
            <w:hideMark/>
          </w:tcPr>
          <w:p w14:paraId="2B597994" w14:textId="77777777" w:rsidR="006107E8" w:rsidRPr="008818D9" w:rsidRDefault="006107E8" w:rsidP="00842E71">
            <w:pPr>
              <w:pStyle w:val="MDPI42tablebody"/>
            </w:pPr>
            <w:r w:rsidRPr="008818D9">
              <w:t>-1</w:t>
            </w:r>
          </w:p>
        </w:tc>
        <w:tc>
          <w:tcPr>
            <w:tcW w:w="1207" w:type="dxa"/>
            <w:noWrap/>
            <w:hideMark/>
          </w:tcPr>
          <w:p w14:paraId="2299DC63" w14:textId="77777777" w:rsidR="006107E8" w:rsidRPr="008818D9" w:rsidRDefault="006107E8" w:rsidP="00842E71">
            <w:pPr>
              <w:pStyle w:val="MDPI42tablebody"/>
            </w:pPr>
            <w:r w:rsidRPr="008818D9">
              <w:t>9.52e-09</w:t>
            </w:r>
          </w:p>
        </w:tc>
      </w:tr>
      <w:tr w:rsidR="006107E8" w:rsidRPr="008818D9" w14:paraId="17152FA4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74997496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3E1A8B70" w14:textId="77777777" w:rsidR="006107E8" w:rsidRPr="008818D9" w:rsidRDefault="006107E8" w:rsidP="00842E71">
            <w:pPr>
              <w:pStyle w:val="MDPI42tablebody"/>
            </w:pPr>
            <w:r w:rsidRPr="008818D9">
              <w:t>46932</w:t>
            </w:r>
          </w:p>
        </w:tc>
        <w:tc>
          <w:tcPr>
            <w:tcW w:w="1665" w:type="dxa"/>
            <w:noWrap/>
            <w:hideMark/>
          </w:tcPr>
          <w:p w14:paraId="1B6425BA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6C080278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0A53B4C0" w14:textId="77777777" w:rsidR="006107E8" w:rsidRPr="008818D9" w:rsidRDefault="006107E8" w:rsidP="00842E71">
            <w:pPr>
              <w:pStyle w:val="MDPI42tablebody"/>
            </w:pPr>
            <w:r w:rsidRPr="008818D9">
              <w:t>46964</w:t>
            </w:r>
          </w:p>
        </w:tc>
        <w:tc>
          <w:tcPr>
            <w:tcW w:w="1080" w:type="dxa"/>
            <w:noWrap/>
            <w:hideMark/>
          </w:tcPr>
          <w:p w14:paraId="4849E6AB" w14:textId="77777777" w:rsidR="006107E8" w:rsidRPr="008818D9" w:rsidRDefault="006107E8" w:rsidP="00842E71">
            <w:pPr>
              <w:pStyle w:val="MDPI42tablebody"/>
            </w:pPr>
            <w:r w:rsidRPr="008818D9">
              <w:t>-1</w:t>
            </w:r>
          </w:p>
        </w:tc>
        <w:tc>
          <w:tcPr>
            <w:tcW w:w="1207" w:type="dxa"/>
            <w:noWrap/>
            <w:hideMark/>
          </w:tcPr>
          <w:p w14:paraId="5622FB72" w14:textId="77777777" w:rsidR="006107E8" w:rsidRPr="008818D9" w:rsidRDefault="006107E8" w:rsidP="00842E71">
            <w:pPr>
              <w:pStyle w:val="MDPI42tablebody"/>
            </w:pPr>
            <w:r w:rsidRPr="008818D9">
              <w:t>9.52e-09</w:t>
            </w:r>
          </w:p>
        </w:tc>
      </w:tr>
      <w:tr w:rsidR="006107E8" w:rsidRPr="008818D9" w14:paraId="1832980E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22D15749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540E418B" w14:textId="77777777" w:rsidR="006107E8" w:rsidRPr="008818D9" w:rsidRDefault="006107E8" w:rsidP="00842E71">
            <w:pPr>
              <w:pStyle w:val="MDPI42tablebody"/>
            </w:pPr>
            <w:r w:rsidRPr="008818D9">
              <w:t>152088</w:t>
            </w:r>
          </w:p>
        </w:tc>
        <w:tc>
          <w:tcPr>
            <w:tcW w:w="1665" w:type="dxa"/>
            <w:noWrap/>
            <w:hideMark/>
          </w:tcPr>
          <w:p w14:paraId="41F549E9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7A21565E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6BFB5579" w14:textId="77777777" w:rsidR="006107E8" w:rsidRPr="008818D9" w:rsidRDefault="006107E8" w:rsidP="00842E71">
            <w:pPr>
              <w:pStyle w:val="MDPI42tablebody"/>
            </w:pPr>
            <w:r w:rsidRPr="008818D9">
              <w:t>152107</w:t>
            </w:r>
          </w:p>
        </w:tc>
        <w:tc>
          <w:tcPr>
            <w:tcW w:w="1080" w:type="dxa"/>
            <w:noWrap/>
            <w:hideMark/>
          </w:tcPr>
          <w:p w14:paraId="240AF094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52BC2DB7" w14:textId="77777777" w:rsidR="006107E8" w:rsidRPr="008818D9" w:rsidRDefault="006107E8" w:rsidP="00842E71">
            <w:pPr>
              <w:pStyle w:val="MDPI42tablebody"/>
            </w:pPr>
            <w:r w:rsidRPr="008818D9">
              <w:t>1.42e-05</w:t>
            </w:r>
          </w:p>
        </w:tc>
      </w:tr>
      <w:tr w:rsidR="006107E8" w:rsidRPr="008818D9" w14:paraId="74A83D11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68000B01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64B30EDC" w14:textId="77777777" w:rsidR="006107E8" w:rsidRPr="008818D9" w:rsidRDefault="006107E8" w:rsidP="00842E71">
            <w:pPr>
              <w:pStyle w:val="MDPI42tablebody"/>
            </w:pPr>
            <w:r w:rsidRPr="008818D9">
              <w:t>154426</w:t>
            </w:r>
          </w:p>
        </w:tc>
        <w:tc>
          <w:tcPr>
            <w:tcW w:w="1665" w:type="dxa"/>
            <w:noWrap/>
            <w:hideMark/>
          </w:tcPr>
          <w:p w14:paraId="444E0489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0010C3DB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1E3651FF" w14:textId="77777777" w:rsidR="006107E8" w:rsidRPr="008818D9" w:rsidRDefault="006107E8" w:rsidP="00842E71">
            <w:pPr>
              <w:pStyle w:val="MDPI42tablebody"/>
            </w:pPr>
            <w:r w:rsidRPr="008818D9">
              <w:t>154453</w:t>
            </w:r>
          </w:p>
        </w:tc>
        <w:tc>
          <w:tcPr>
            <w:tcW w:w="1080" w:type="dxa"/>
            <w:noWrap/>
            <w:hideMark/>
          </w:tcPr>
          <w:p w14:paraId="24F46846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4F51153A" w14:textId="77777777" w:rsidR="006107E8" w:rsidRPr="008818D9" w:rsidRDefault="006107E8" w:rsidP="00842E71">
            <w:pPr>
              <w:pStyle w:val="MDPI42tablebody"/>
            </w:pPr>
            <w:r w:rsidRPr="008818D9">
              <w:t>1.42e-05</w:t>
            </w:r>
          </w:p>
        </w:tc>
      </w:tr>
      <w:tr w:rsidR="006107E8" w:rsidRPr="008818D9" w14:paraId="3A708CB9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753B9DB3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0B1DC4DB" w14:textId="77777777" w:rsidR="006107E8" w:rsidRPr="008818D9" w:rsidRDefault="006107E8" w:rsidP="00842E71">
            <w:pPr>
              <w:pStyle w:val="MDPI42tablebody"/>
            </w:pPr>
            <w:r w:rsidRPr="008818D9">
              <w:t>23266</w:t>
            </w:r>
          </w:p>
        </w:tc>
        <w:tc>
          <w:tcPr>
            <w:tcW w:w="1665" w:type="dxa"/>
            <w:noWrap/>
            <w:hideMark/>
          </w:tcPr>
          <w:p w14:paraId="1015BD89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2D14D82F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13B64B62" w14:textId="77777777" w:rsidR="006107E8" w:rsidRPr="008818D9" w:rsidRDefault="006107E8" w:rsidP="00842E71">
            <w:pPr>
              <w:pStyle w:val="MDPI42tablebody"/>
            </w:pPr>
            <w:r w:rsidRPr="008818D9">
              <w:t>46932</w:t>
            </w:r>
          </w:p>
        </w:tc>
        <w:tc>
          <w:tcPr>
            <w:tcW w:w="1080" w:type="dxa"/>
            <w:noWrap/>
            <w:hideMark/>
          </w:tcPr>
          <w:p w14:paraId="5376ACF1" w14:textId="77777777" w:rsidR="006107E8" w:rsidRPr="008818D9" w:rsidRDefault="006107E8" w:rsidP="00842E71">
            <w:pPr>
              <w:pStyle w:val="MDPI42tablebody"/>
            </w:pPr>
            <w:r w:rsidRPr="008818D9">
              <w:t>-1</w:t>
            </w:r>
          </w:p>
        </w:tc>
        <w:tc>
          <w:tcPr>
            <w:tcW w:w="1207" w:type="dxa"/>
            <w:noWrap/>
            <w:hideMark/>
          </w:tcPr>
          <w:p w14:paraId="0AD57830" w14:textId="77777777" w:rsidR="006107E8" w:rsidRPr="008818D9" w:rsidRDefault="006107E8" w:rsidP="00842E71">
            <w:pPr>
              <w:pStyle w:val="MDPI42tablebody"/>
            </w:pPr>
            <w:r w:rsidRPr="008818D9">
              <w:t>9.52e-09</w:t>
            </w:r>
          </w:p>
        </w:tc>
      </w:tr>
      <w:tr w:rsidR="006107E8" w:rsidRPr="008818D9" w14:paraId="15F38085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AD37365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6CFEA987" w14:textId="77777777" w:rsidR="006107E8" w:rsidRPr="008818D9" w:rsidRDefault="006107E8" w:rsidP="00842E71">
            <w:pPr>
              <w:pStyle w:val="MDPI42tablebody"/>
            </w:pPr>
            <w:r w:rsidRPr="008818D9">
              <w:t>23298</w:t>
            </w:r>
          </w:p>
        </w:tc>
        <w:tc>
          <w:tcPr>
            <w:tcW w:w="1665" w:type="dxa"/>
            <w:noWrap/>
            <w:hideMark/>
          </w:tcPr>
          <w:p w14:paraId="00BA96F5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113DF2AC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109376C6" w14:textId="77777777" w:rsidR="006107E8" w:rsidRPr="008818D9" w:rsidRDefault="006107E8" w:rsidP="00842E71">
            <w:pPr>
              <w:pStyle w:val="MDPI42tablebody"/>
            </w:pPr>
            <w:r w:rsidRPr="008818D9">
              <w:t>46964</w:t>
            </w:r>
          </w:p>
        </w:tc>
        <w:tc>
          <w:tcPr>
            <w:tcW w:w="1080" w:type="dxa"/>
            <w:noWrap/>
            <w:hideMark/>
          </w:tcPr>
          <w:p w14:paraId="04403115" w14:textId="77777777" w:rsidR="006107E8" w:rsidRPr="008818D9" w:rsidRDefault="006107E8" w:rsidP="00842E71">
            <w:pPr>
              <w:pStyle w:val="MDPI42tablebody"/>
            </w:pPr>
            <w:r w:rsidRPr="008818D9">
              <w:t>-1</w:t>
            </w:r>
          </w:p>
        </w:tc>
        <w:tc>
          <w:tcPr>
            <w:tcW w:w="1207" w:type="dxa"/>
            <w:noWrap/>
            <w:hideMark/>
          </w:tcPr>
          <w:p w14:paraId="2DA7B5BB" w14:textId="77777777" w:rsidR="006107E8" w:rsidRPr="008818D9" w:rsidRDefault="006107E8" w:rsidP="00842E71">
            <w:pPr>
              <w:pStyle w:val="MDPI42tablebody"/>
            </w:pPr>
            <w:r w:rsidRPr="008818D9">
              <w:t>9.52e-09</w:t>
            </w:r>
          </w:p>
        </w:tc>
      </w:tr>
      <w:tr w:rsidR="006107E8" w:rsidRPr="008818D9" w14:paraId="33477638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39962547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5020E467" w14:textId="77777777" w:rsidR="006107E8" w:rsidRPr="008818D9" w:rsidRDefault="006107E8" w:rsidP="00842E71">
            <w:pPr>
              <w:pStyle w:val="MDPI42tablebody"/>
            </w:pPr>
            <w:r w:rsidRPr="008818D9">
              <w:t>123220</w:t>
            </w:r>
          </w:p>
        </w:tc>
        <w:tc>
          <w:tcPr>
            <w:tcW w:w="1665" w:type="dxa"/>
            <w:noWrap/>
            <w:hideMark/>
          </w:tcPr>
          <w:p w14:paraId="18E73037" w14:textId="77777777" w:rsidR="006107E8" w:rsidRPr="008818D9" w:rsidRDefault="006107E8" w:rsidP="00842E71">
            <w:pPr>
              <w:pStyle w:val="MDPI42tablebody"/>
            </w:pPr>
            <w:r w:rsidRPr="008818D9">
              <w:t>R</w:t>
            </w:r>
          </w:p>
        </w:tc>
        <w:tc>
          <w:tcPr>
            <w:tcW w:w="1540" w:type="dxa"/>
            <w:noWrap/>
            <w:hideMark/>
          </w:tcPr>
          <w:p w14:paraId="78317DED" w14:textId="77777777" w:rsidR="006107E8" w:rsidRPr="008818D9" w:rsidRDefault="006107E8" w:rsidP="00842E71">
            <w:pPr>
              <w:pStyle w:val="MDPI42tablebody"/>
            </w:pPr>
            <w:r w:rsidRPr="008818D9">
              <w:t>33</w:t>
            </w:r>
          </w:p>
        </w:tc>
        <w:tc>
          <w:tcPr>
            <w:tcW w:w="916" w:type="dxa"/>
            <w:noWrap/>
            <w:hideMark/>
          </w:tcPr>
          <w:p w14:paraId="1DB8E609" w14:textId="77777777" w:rsidR="006107E8" w:rsidRPr="008818D9" w:rsidRDefault="006107E8" w:rsidP="00842E71">
            <w:pPr>
              <w:pStyle w:val="MDPI42tablebody"/>
            </w:pPr>
            <w:r w:rsidRPr="008818D9">
              <w:t>123220</w:t>
            </w:r>
          </w:p>
        </w:tc>
        <w:tc>
          <w:tcPr>
            <w:tcW w:w="1080" w:type="dxa"/>
            <w:noWrap/>
            <w:hideMark/>
          </w:tcPr>
          <w:p w14:paraId="595DA156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780357AD" w14:textId="77777777" w:rsidR="006107E8" w:rsidRPr="008818D9" w:rsidRDefault="006107E8" w:rsidP="00842E71">
            <w:pPr>
              <w:pStyle w:val="MDPI42tablebody"/>
            </w:pPr>
            <w:r w:rsidRPr="008818D9">
              <w:t>4.57e-07</w:t>
            </w:r>
          </w:p>
        </w:tc>
      </w:tr>
      <w:tr w:rsidR="006107E8" w:rsidRPr="008818D9" w14:paraId="0D0955A5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578F0B3F" w14:textId="77777777" w:rsidR="006107E8" w:rsidRPr="008818D9" w:rsidRDefault="006107E8" w:rsidP="00842E71">
            <w:pPr>
              <w:pStyle w:val="MDPI42tablebody"/>
            </w:pPr>
            <w:r w:rsidRPr="008818D9">
              <w:t>35</w:t>
            </w:r>
          </w:p>
        </w:tc>
        <w:tc>
          <w:tcPr>
            <w:tcW w:w="916" w:type="dxa"/>
            <w:noWrap/>
            <w:hideMark/>
          </w:tcPr>
          <w:p w14:paraId="25AF65FA" w14:textId="77777777" w:rsidR="006107E8" w:rsidRPr="008818D9" w:rsidRDefault="006107E8" w:rsidP="00842E71">
            <w:pPr>
              <w:pStyle w:val="MDPI42tablebody"/>
            </w:pPr>
            <w:r w:rsidRPr="008818D9">
              <w:t>149171</w:t>
            </w:r>
          </w:p>
        </w:tc>
        <w:tc>
          <w:tcPr>
            <w:tcW w:w="1665" w:type="dxa"/>
            <w:noWrap/>
            <w:hideMark/>
          </w:tcPr>
          <w:p w14:paraId="54E7E57C" w14:textId="77777777" w:rsidR="006107E8" w:rsidRPr="008818D9" w:rsidRDefault="006107E8" w:rsidP="00842E71">
            <w:pPr>
              <w:pStyle w:val="MDPI42tablebody"/>
            </w:pPr>
            <w:r w:rsidRPr="008818D9">
              <w:t>R</w:t>
            </w:r>
          </w:p>
        </w:tc>
        <w:tc>
          <w:tcPr>
            <w:tcW w:w="1540" w:type="dxa"/>
            <w:noWrap/>
            <w:hideMark/>
          </w:tcPr>
          <w:p w14:paraId="5F5BB2B1" w14:textId="77777777" w:rsidR="006107E8" w:rsidRPr="008818D9" w:rsidRDefault="006107E8" w:rsidP="00842E71">
            <w:pPr>
              <w:pStyle w:val="MDPI42tablebody"/>
            </w:pPr>
            <w:r w:rsidRPr="008818D9">
              <w:t>35</w:t>
            </w:r>
          </w:p>
        </w:tc>
        <w:tc>
          <w:tcPr>
            <w:tcW w:w="916" w:type="dxa"/>
            <w:noWrap/>
            <w:hideMark/>
          </w:tcPr>
          <w:p w14:paraId="5BE318AD" w14:textId="77777777" w:rsidR="006107E8" w:rsidRPr="008818D9" w:rsidRDefault="006107E8" w:rsidP="00842E71">
            <w:pPr>
              <w:pStyle w:val="MDPI42tablebody"/>
            </w:pPr>
            <w:r w:rsidRPr="008818D9">
              <w:t>149171</w:t>
            </w:r>
          </w:p>
        </w:tc>
        <w:tc>
          <w:tcPr>
            <w:tcW w:w="1080" w:type="dxa"/>
            <w:noWrap/>
            <w:hideMark/>
          </w:tcPr>
          <w:p w14:paraId="32367FA9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6FCC55ED" w14:textId="77777777" w:rsidR="006107E8" w:rsidRPr="008818D9" w:rsidRDefault="006107E8" w:rsidP="00842E71">
            <w:pPr>
              <w:pStyle w:val="MDPI42tablebody"/>
            </w:pPr>
            <w:r w:rsidRPr="008818D9">
              <w:t>3.22e-08</w:t>
            </w:r>
          </w:p>
        </w:tc>
      </w:tr>
      <w:tr w:rsidR="006107E8" w:rsidRPr="008818D9" w14:paraId="4B792FF3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3A2747D3" w14:textId="77777777" w:rsidR="006107E8" w:rsidRPr="008818D9" w:rsidRDefault="006107E8" w:rsidP="00842E71">
            <w:pPr>
              <w:pStyle w:val="MDPI42tablebody"/>
            </w:pPr>
            <w:r w:rsidRPr="008818D9">
              <w:t>36</w:t>
            </w:r>
          </w:p>
        </w:tc>
        <w:tc>
          <w:tcPr>
            <w:tcW w:w="916" w:type="dxa"/>
            <w:noWrap/>
            <w:hideMark/>
          </w:tcPr>
          <w:p w14:paraId="0FFB3BED" w14:textId="77777777" w:rsidR="006107E8" w:rsidRPr="008818D9" w:rsidRDefault="006107E8" w:rsidP="00842E71">
            <w:pPr>
              <w:pStyle w:val="MDPI42tablebody"/>
            </w:pPr>
            <w:r w:rsidRPr="008818D9">
              <w:t>102819</w:t>
            </w:r>
          </w:p>
        </w:tc>
        <w:tc>
          <w:tcPr>
            <w:tcW w:w="1665" w:type="dxa"/>
            <w:noWrap/>
            <w:hideMark/>
          </w:tcPr>
          <w:p w14:paraId="3436B782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322AC9D9" w14:textId="77777777" w:rsidR="006107E8" w:rsidRPr="008818D9" w:rsidRDefault="006107E8" w:rsidP="00842E71">
            <w:pPr>
              <w:pStyle w:val="MDPI42tablebody"/>
            </w:pPr>
            <w:r w:rsidRPr="008818D9">
              <w:t>36</w:t>
            </w:r>
          </w:p>
        </w:tc>
        <w:tc>
          <w:tcPr>
            <w:tcW w:w="916" w:type="dxa"/>
            <w:noWrap/>
            <w:hideMark/>
          </w:tcPr>
          <w:p w14:paraId="2E8E5895" w14:textId="77777777" w:rsidR="006107E8" w:rsidRPr="008818D9" w:rsidRDefault="006107E8" w:rsidP="00842E71">
            <w:pPr>
              <w:pStyle w:val="MDPI42tablebody"/>
            </w:pPr>
            <w:r w:rsidRPr="008818D9">
              <w:t>102819</w:t>
            </w:r>
          </w:p>
        </w:tc>
        <w:tc>
          <w:tcPr>
            <w:tcW w:w="1080" w:type="dxa"/>
            <w:noWrap/>
            <w:hideMark/>
          </w:tcPr>
          <w:p w14:paraId="25E9224C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7BD59319" w14:textId="77777777" w:rsidR="006107E8" w:rsidRPr="008818D9" w:rsidRDefault="006107E8" w:rsidP="00842E71">
            <w:pPr>
              <w:pStyle w:val="MDPI42tablebody"/>
            </w:pPr>
            <w:r w:rsidRPr="008818D9">
              <w:t>8.52e-09</w:t>
            </w:r>
          </w:p>
        </w:tc>
      </w:tr>
      <w:tr w:rsidR="006107E8" w:rsidRPr="008818D9" w14:paraId="7D9C8288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3315F83" w14:textId="77777777" w:rsidR="006107E8" w:rsidRPr="008818D9" w:rsidRDefault="006107E8" w:rsidP="00842E71">
            <w:pPr>
              <w:pStyle w:val="MDPI42tablebody"/>
            </w:pPr>
            <w:r w:rsidRPr="008818D9">
              <w:t>37</w:t>
            </w:r>
          </w:p>
        </w:tc>
        <w:tc>
          <w:tcPr>
            <w:tcW w:w="916" w:type="dxa"/>
            <w:noWrap/>
            <w:hideMark/>
          </w:tcPr>
          <w:p w14:paraId="1829DD17" w14:textId="77777777" w:rsidR="006107E8" w:rsidRPr="008818D9" w:rsidRDefault="006107E8" w:rsidP="00842E71">
            <w:pPr>
              <w:pStyle w:val="MDPI42tablebody"/>
            </w:pPr>
            <w:r w:rsidRPr="008818D9">
              <w:t>108539</w:t>
            </w:r>
          </w:p>
        </w:tc>
        <w:tc>
          <w:tcPr>
            <w:tcW w:w="1665" w:type="dxa"/>
            <w:noWrap/>
            <w:hideMark/>
          </w:tcPr>
          <w:p w14:paraId="19136D30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19508CE7" w14:textId="77777777" w:rsidR="006107E8" w:rsidRPr="008818D9" w:rsidRDefault="006107E8" w:rsidP="00842E71">
            <w:pPr>
              <w:pStyle w:val="MDPI42tablebody"/>
            </w:pPr>
            <w:r w:rsidRPr="008818D9">
              <w:t>37</w:t>
            </w:r>
          </w:p>
        </w:tc>
        <w:tc>
          <w:tcPr>
            <w:tcW w:w="916" w:type="dxa"/>
            <w:noWrap/>
            <w:hideMark/>
          </w:tcPr>
          <w:p w14:paraId="423A31D1" w14:textId="77777777" w:rsidR="006107E8" w:rsidRPr="008818D9" w:rsidRDefault="006107E8" w:rsidP="00842E71">
            <w:pPr>
              <w:pStyle w:val="MDPI42tablebody"/>
            </w:pPr>
            <w:r w:rsidRPr="008818D9">
              <w:t>108557</w:t>
            </w:r>
          </w:p>
        </w:tc>
        <w:tc>
          <w:tcPr>
            <w:tcW w:w="1080" w:type="dxa"/>
            <w:noWrap/>
            <w:hideMark/>
          </w:tcPr>
          <w:p w14:paraId="4D95E5BC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0A9B29BA" w14:textId="77777777" w:rsidR="006107E8" w:rsidRPr="008818D9" w:rsidRDefault="006107E8" w:rsidP="00842E71">
            <w:pPr>
              <w:pStyle w:val="MDPI42tablebody"/>
            </w:pPr>
            <w:r w:rsidRPr="008818D9">
              <w:t>7.88e-08</w:t>
            </w:r>
          </w:p>
        </w:tc>
      </w:tr>
      <w:tr w:rsidR="006107E8" w:rsidRPr="008818D9" w14:paraId="3445D2E2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7848A3EC" w14:textId="77777777" w:rsidR="006107E8" w:rsidRPr="008818D9" w:rsidRDefault="006107E8" w:rsidP="00842E71">
            <w:pPr>
              <w:pStyle w:val="MDPI42tablebody"/>
            </w:pPr>
            <w:r w:rsidRPr="008818D9">
              <w:t>39</w:t>
            </w:r>
          </w:p>
        </w:tc>
        <w:tc>
          <w:tcPr>
            <w:tcW w:w="916" w:type="dxa"/>
            <w:noWrap/>
            <w:hideMark/>
          </w:tcPr>
          <w:p w14:paraId="15C59324" w14:textId="77777777" w:rsidR="006107E8" w:rsidRPr="008818D9" w:rsidRDefault="006107E8" w:rsidP="00842E71">
            <w:pPr>
              <w:pStyle w:val="MDPI42tablebody"/>
            </w:pPr>
            <w:r w:rsidRPr="008818D9">
              <w:t>34079</w:t>
            </w:r>
          </w:p>
        </w:tc>
        <w:tc>
          <w:tcPr>
            <w:tcW w:w="1665" w:type="dxa"/>
            <w:noWrap/>
            <w:hideMark/>
          </w:tcPr>
          <w:p w14:paraId="57AA9009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45649FCE" w14:textId="77777777" w:rsidR="006107E8" w:rsidRPr="008818D9" w:rsidRDefault="006107E8" w:rsidP="00842E71">
            <w:pPr>
              <w:pStyle w:val="MDPI42tablebody"/>
            </w:pPr>
            <w:r w:rsidRPr="008818D9">
              <w:t>39</w:t>
            </w:r>
          </w:p>
        </w:tc>
        <w:tc>
          <w:tcPr>
            <w:tcW w:w="916" w:type="dxa"/>
            <w:noWrap/>
            <w:hideMark/>
          </w:tcPr>
          <w:p w14:paraId="40538950" w14:textId="77777777" w:rsidR="006107E8" w:rsidRPr="008818D9" w:rsidRDefault="006107E8" w:rsidP="00842E71">
            <w:pPr>
              <w:pStyle w:val="MDPI42tablebody"/>
            </w:pPr>
            <w:r w:rsidRPr="008818D9">
              <w:t>111851</w:t>
            </w:r>
          </w:p>
        </w:tc>
        <w:tc>
          <w:tcPr>
            <w:tcW w:w="1080" w:type="dxa"/>
            <w:noWrap/>
            <w:hideMark/>
          </w:tcPr>
          <w:p w14:paraId="5FC795FB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06D1A8CF" w14:textId="77777777" w:rsidR="006107E8" w:rsidRPr="008818D9" w:rsidRDefault="006107E8" w:rsidP="00842E71">
            <w:pPr>
              <w:pStyle w:val="MDPI42tablebody"/>
            </w:pPr>
            <w:r w:rsidRPr="008818D9">
              <w:t>1.57e-10</w:t>
            </w:r>
          </w:p>
        </w:tc>
      </w:tr>
      <w:tr w:rsidR="006107E8" w:rsidRPr="008818D9" w14:paraId="37CE0A19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75B7FF17" w14:textId="77777777" w:rsidR="006107E8" w:rsidRPr="008818D9" w:rsidRDefault="006107E8" w:rsidP="00842E71">
            <w:pPr>
              <w:pStyle w:val="MDPI42tablebody"/>
            </w:pPr>
            <w:r w:rsidRPr="008818D9">
              <w:t>39</w:t>
            </w:r>
          </w:p>
        </w:tc>
        <w:tc>
          <w:tcPr>
            <w:tcW w:w="916" w:type="dxa"/>
            <w:noWrap/>
            <w:hideMark/>
          </w:tcPr>
          <w:p w14:paraId="2EC21123" w14:textId="77777777" w:rsidR="006107E8" w:rsidRPr="008818D9" w:rsidRDefault="006107E8" w:rsidP="00842E71">
            <w:pPr>
              <w:pStyle w:val="MDPI42tablebody"/>
            </w:pPr>
            <w:r w:rsidRPr="008818D9">
              <w:t>56026</w:t>
            </w:r>
          </w:p>
        </w:tc>
        <w:tc>
          <w:tcPr>
            <w:tcW w:w="1665" w:type="dxa"/>
            <w:noWrap/>
            <w:hideMark/>
          </w:tcPr>
          <w:p w14:paraId="66184840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4C98A59A" w14:textId="77777777" w:rsidR="006107E8" w:rsidRPr="008818D9" w:rsidRDefault="006107E8" w:rsidP="00842E71">
            <w:pPr>
              <w:pStyle w:val="MDPI42tablebody"/>
            </w:pPr>
            <w:r w:rsidRPr="008818D9">
              <w:t>39</w:t>
            </w:r>
          </w:p>
        </w:tc>
        <w:tc>
          <w:tcPr>
            <w:tcW w:w="916" w:type="dxa"/>
            <w:noWrap/>
            <w:hideMark/>
          </w:tcPr>
          <w:p w14:paraId="1715E36F" w14:textId="77777777" w:rsidR="006107E8" w:rsidRPr="008818D9" w:rsidRDefault="006107E8" w:rsidP="00842E71">
            <w:pPr>
              <w:pStyle w:val="MDPI42tablebody"/>
            </w:pPr>
            <w:r w:rsidRPr="008818D9">
              <w:t>111851</w:t>
            </w:r>
          </w:p>
        </w:tc>
        <w:tc>
          <w:tcPr>
            <w:tcW w:w="1080" w:type="dxa"/>
            <w:noWrap/>
            <w:hideMark/>
          </w:tcPr>
          <w:p w14:paraId="3DC2CEAC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757F82E9" w14:textId="77777777" w:rsidR="006107E8" w:rsidRPr="008818D9" w:rsidRDefault="006107E8" w:rsidP="00842E71">
            <w:pPr>
              <w:pStyle w:val="MDPI42tablebody"/>
            </w:pPr>
            <w:r w:rsidRPr="008818D9">
              <w:t>1.57e-10</w:t>
            </w:r>
          </w:p>
        </w:tc>
      </w:tr>
      <w:tr w:rsidR="006107E8" w:rsidRPr="008818D9" w14:paraId="399789BC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766638D2" w14:textId="77777777" w:rsidR="006107E8" w:rsidRPr="008818D9" w:rsidRDefault="006107E8" w:rsidP="00842E71">
            <w:pPr>
              <w:pStyle w:val="MDPI42tablebody"/>
            </w:pPr>
            <w:r w:rsidRPr="008818D9">
              <w:t>39</w:t>
            </w:r>
          </w:p>
        </w:tc>
        <w:tc>
          <w:tcPr>
            <w:tcW w:w="916" w:type="dxa"/>
            <w:noWrap/>
            <w:hideMark/>
          </w:tcPr>
          <w:p w14:paraId="4A9EC507" w14:textId="77777777" w:rsidR="006107E8" w:rsidRPr="008818D9" w:rsidRDefault="006107E8" w:rsidP="00842E71">
            <w:pPr>
              <w:pStyle w:val="MDPI42tablebody"/>
            </w:pPr>
            <w:r w:rsidRPr="008818D9">
              <w:t>14198</w:t>
            </w:r>
          </w:p>
        </w:tc>
        <w:tc>
          <w:tcPr>
            <w:tcW w:w="1665" w:type="dxa"/>
            <w:noWrap/>
            <w:hideMark/>
          </w:tcPr>
          <w:p w14:paraId="47F97762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4865BC46" w14:textId="77777777" w:rsidR="006107E8" w:rsidRPr="008818D9" w:rsidRDefault="006107E8" w:rsidP="00842E71">
            <w:pPr>
              <w:pStyle w:val="MDPI42tablebody"/>
            </w:pPr>
            <w:r w:rsidRPr="008818D9">
              <w:t>39</w:t>
            </w:r>
          </w:p>
        </w:tc>
        <w:tc>
          <w:tcPr>
            <w:tcW w:w="916" w:type="dxa"/>
            <w:noWrap/>
            <w:hideMark/>
          </w:tcPr>
          <w:p w14:paraId="01F4A2D3" w14:textId="77777777" w:rsidR="006107E8" w:rsidRPr="008818D9" w:rsidRDefault="006107E8" w:rsidP="00842E71">
            <w:pPr>
              <w:pStyle w:val="MDPI42tablebody"/>
            </w:pPr>
            <w:r w:rsidRPr="008818D9">
              <w:t>111851</w:t>
            </w:r>
          </w:p>
        </w:tc>
        <w:tc>
          <w:tcPr>
            <w:tcW w:w="1080" w:type="dxa"/>
            <w:noWrap/>
            <w:hideMark/>
          </w:tcPr>
          <w:p w14:paraId="21172084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0F4733B6" w14:textId="77777777" w:rsidR="006107E8" w:rsidRPr="008818D9" w:rsidRDefault="006107E8" w:rsidP="00842E71">
            <w:pPr>
              <w:pStyle w:val="MDPI42tablebody"/>
            </w:pPr>
            <w:r w:rsidRPr="008818D9">
              <w:t>1.57e-10</w:t>
            </w:r>
          </w:p>
        </w:tc>
      </w:tr>
      <w:tr w:rsidR="006107E8" w:rsidRPr="008818D9" w14:paraId="7267239A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58BC91E" w14:textId="77777777" w:rsidR="006107E8" w:rsidRPr="008818D9" w:rsidRDefault="006107E8" w:rsidP="00842E71">
            <w:pPr>
              <w:pStyle w:val="MDPI42tablebody"/>
            </w:pPr>
            <w:r w:rsidRPr="008818D9">
              <w:t>41</w:t>
            </w:r>
          </w:p>
        </w:tc>
        <w:tc>
          <w:tcPr>
            <w:tcW w:w="916" w:type="dxa"/>
            <w:noWrap/>
            <w:hideMark/>
          </w:tcPr>
          <w:p w14:paraId="5EAF32E0" w14:textId="77777777" w:rsidR="006107E8" w:rsidRPr="008818D9" w:rsidRDefault="006107E8" w:rsidP="00842E71">
            <w:pPr>
              <w:pStyle w:val="MDPI42tablebody"/>
            </w:pPr>
            <w:r w:rsidRPr="008818D9">
              <w:t>114650</w:t>
            </w:r>
          </w:p>
        </w:tc>
        <w:tc>
          <w:tcPr>
            <w:tcW w:w="1665" w:type="dxa"/>
            <w:noWrap/>
            <w:hideMark/>
          </w:tcPr>
          <w:p w14:paraId="023FB74F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616815CF" w14:textId="77777777" w:rsidR="006107E8" w:rsidRPr="008818D9" w:rsidRDefault="006107E8" w:rsidP="00842E71">
            <w:pPr>
              <w:pStyle w:val="MDPI42tablebody"/>
            </w:pPr>
            <w:r w:rsidRPr="008818D9">
              <w:t>41</w:t>
            </w:r>
          </w:p>
        </w:tc>
        <w:tc>
          <w:tcPr>
            <w:tcW w:w="916" w:type="dxa"/>
            <w:noWrap/>
            <w:hideMark/>
          </w:tcPr>
          <w:p w14:paraId="7119844F" w14:textId="77777777" w:rsidR="006107E8" w:rsidRPr="008818D9" w:rsidRDefault="006107E8" w:rsidP="00842E71">
            <w:pPr>
              <w:pStyle w:val="MDPI42tablebody"/>
            </w:pPr>
            <w:r w:rsidRPr="008818D9">
              <w:t>116874</w:t>
            </w:r>
          </w:p>
        </w:tc>
        <w:tc>
          <w:tcPr>
            <w:tcW w:w="1080" w:type="dxa"/>
            <w:noWrap/>
            <w:hideMark/>
          </w:tcPr>
          <w:p w14:paraId="7AF5C0EF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40F782F1" w14:textId="77777777" w:rsidR="006107E8" w:rsidRPr="008818D9" w:rsidRDefault="006107E8" w:rsidP="00842E71">
            <w:pPr>
              <w:pStyle w:val="MDPI42tablebody"/>
            </w:pPr>
            <w:r w:rsidRPr="008818D9">
              <w:t>4.22e-10</w:t>
            </w:r>
          </w:p>
        </w:tc>
      </w:tr>
      <w:tr w:rsidR="006107E8" w:rsidRPr="008818D9" w14:paraId="762BCCBA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79CDB2CB" w14:textId="77777777" w:rsidR="006107E8" w:rsidRPr="008818D9" w:rsidRDefault="006107E8" w:rsidP="00842E71">
            <w:pPr>
              <w:pStyle w:val="MDPI42tablebody"/>
            </w:pPr>
            <w:r w:rsidRPr="008818D9">
              <w:t>42</w:t>
            </w:r>
          </w:p>
        </w:tc>
        <w:tc>
          <w:tcPr>
            <w:tcW w:w="916" w:type="dxa"/>
            <w:noWrap/>
            <w:hideMark/>
          </w:tcPr>
          <w:p w14:paraId="63510CA8" w14:textId="77777777" w:rsidR="006107E8" w:rsidRPr="008818D9" w:rsidRDefault="006107E8" w:rsidP="00842E71">
            <w:pPr>
              <w:pStyle w:val="MDPI42tablebody"/>
            </w:pPr>
            <w:r w:rsidRPr="008818D9">
              <w:t>34078</w:t>
            </w:r>
          </w:p>
        </w:tc>
        <w:tc>
          <w:tcPr>
            <w:tcW w:w="1665" w:type="dxa"/>
            <w:noWrap/>
            <w:hideMark/>
          </w:tcPr>
          <w:p w14:paraId="375F6D10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62E7C518" w14:textId="77777777" w:rsidR="006107E8" w:rsidRPr="008818D9" w:rsidRDefault="006107E8" w:rsidP="00842E71">
            <w:pPr>
              <w:pStyle w:val="MDPI42tablebody"/>
            </w:pPr>
            <w:r w:rsidRPr="008818D9">
              <w:t>42</w:t>
            </w:r>
          </w:p>
        </w:tc>
        <w:tc>
          <w:tcPr>
            <w:tcW w:w="916" w:type="dxa"/>
            <w:noWrap/>
            <w:hideMark/>
          </w:tcPr>
          <w:p w14:paraId="70811217" w14:textId="77777777" w:rsidR="006107E8" w:rsidRPr="008818D9" w:rsidRDefault="006107E8" w:rsidP="00842E71">
            <w:pPr>
              <w:pStyle w:val="MDPI42tablebody"/>
            </w:pPr>
            <w:r w:rsidRPr="008818D9">
              <w:t>56025</w:t>
            </w:r>
          </w:p>
        </w:tc>
        <w:tc>
          <w:tcPr>
            <w:tcW w:w="1080" w:type="dxa"/>
            <w:noWrap/>
            <w:hideMark/>
          </w:tcPr>
          <w:p w14:paraId="229FFD89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207" w:type="dxa"/>
            <w:noWrap/>
            <w:hideMark/>
          </w:tcPr>
          <w:p w14:paraId="6ECE29F0" w14:textId="77777777" w:rsidR="006107E8" w:rsidRPr="008818D9" w:rsidRDefault="006107E8" w:rsidP="00842E71">
            <w:pPr>
              <w:pStyle w:val="MDPI42tablebody"/>
            </w:pPr>
            <w:r w:rsidRPr="008818D9">
              <w:t>3.67e-16</w:t>
            </w:r>
          </w:p>
        </w:tc>
      </w:tr>
      <w:tr w:rsidR="006107E8" w:rsidRPr="008818D9" w14:paraId="2D018DC6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959F52F" w14:textId="77777777" w:rsidR="006107E8" w:rsidRPr="008818D9" w:rsidRDefault="006107E8" w:rsidP="00842E71">
            <w:pPr>
              <w:pStyle w:val="MDPI42tablebody"/>
            </w:pPr>
            <w:r w:rsidRPr="008818D9">
              <w:t>42</w:t>
            </w:r>
          </w:p>
        </w:tc>
        <w:tc>
          <w:tcPr>
            <w:tcW w:w="916" w:type="dxa"/>
            <w:noWrap/>
            <w:hideMark/>
          </w:tcPr>
          <w:p w14:paraId="5B1FB80E" w14:textId="77777777" w:rsidR="006107E8" w:rsidRPr="008818D9" w:rsidRDefault="006107E8" w:rsidP="00842E71">
            <w:pPr>
              <w:pStyle w:val="MDPI42tablebody"/>
            </w:pPr>
            <w:r w:rsidRPr="008818D9">
              <w:t>14196</w:t>
            </w:r>
          </w:p>
        </w:tc>
        <w:tc>
          <w:tcPr>
            <w:tcW w:w="1665" w:type="dxa"/>
            <w:noWrap/>
            <w:hideMark/>
          </w:tcPr>
          <w:p w14:paraId="6AE4E2D3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69DEAE83" w14:textId="77777777" w:rsidR="006107E8" w:rsidRPr="008818D9" w:rsidRDefault="006107E8" w:rsidP="00842E71">
            <w:pPr>
              <w:pStyle w:val="MDPI42tablebody"/>
            </w:pPr>
            <w:r w:rsidRPr="008818D9">
              <w:t>42</w:t>
            </w:r>
          </w:p>
        </w:tc>
        <w:tc>
          <w:tcPr>
            <w:tcW w:w="916" w:type="dxa"/>
            <w:noWrap/>
            <w:hideMark/>
          </w:tcPr>
          <w:p w14:paraId="1ED9CD28" w14:textId="77777777" w:rsidR="006107E8" w:rsidRPr="008818D9" w:rsidRDefault="006107E8" w:rsidP="00842E71">
            <w:pPr>
              <w:pStyle w:val="MDPI42tablebody"/>
            </w:pPr>
            <w:r w:rsidRPr="008818D9">
              <w:t>34078</w:t>
            </w:r>
          </w:p>
        </w:tc>
        <w:tc>
          <w:tcPr>
            <w:tcW w:w="1080" w:type="dxa"/>
            <w:noWrap/>
            <w:hideMark/>
          </w:tcPr>
          <w:p w14:paraId="24A02AC9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207" w:type="dxa"/>
            <w:noWrap/>
            <w:hideMark/>
          </w:tcPr>
          <w:p w14:paraId="2F961DCA" w14:textId="77777777" w:rsidR="006107E8" w:rsidRPr="008818D9" w:rsidRDefault="006107E8" w:rsidP="00842E71">
            <w:pPr>
              <w:pStyle w:val="MDPI42tablebody"/>
            </w:pPr>
            <w:r w:rsidRPr="008818D9">
              <w:t>3.67e-16</w:t>
            </w:r>
          </w:p>
        </w:tc>
      </w:tr>
      <w:tr w:rsidR="006107E8" w:rsidRPr="008818D9" w14:paraId="735EA101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2FA8B208" w14:textId="77777777" w:rsidR="006107E8" w:rsidRPr="008818D9" w:rsidRDefault="006107E8" w:rsidP="00842E71">
            <w:pPr>
              <w:pStyle w:val="MDPI42tablebody"/>
            </w:pPr>
            <w:r w:rsidRPr="008818D9">
              <w:t>42</w:t>
            </w:r>
          </w:p>
        </w:tc>
        <w:tc>
          <w:tcPr>
            <w:tcW w:w="916" w:type="dxa"/>
            <w:noWrap/>
            <w:hideMark/>
          </w:tcPr>
          <w:p w14:paraId="75C2B338" w14:textId="77777777" w:rsidR="006107E8" w:rsidRPr="008818D9" w:rsidRDefault="006107E8" w:rsidP="00842E71">
            <w:pPr>
              <w:pStyle w:val="MDPI42tablebody"/>
            </w:pPr>
            <w:r w:rsidRPr="008818D9">
              <w:t>77992</w:t>
            </w:r>
          </w:p>
        </w:tc>
        <w:tc>
          <w:tcPr>
            <w:tcW w:w="1665" w:type="dxa"/>
            <w:noWrap/>
            <w:hideMark/>
          </w:tcPr>
          <w:p w14:paraId="49627523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61349B0D" w14:textId="77777777" w:rsidR="006107E8" w:rsidRPr="008818D9" w:rsidRDefault="006107E8" w:rsidP="00842E71">
            <w:pPr>
              <w:pStyle w:val="MDPI42tablebody"/>
            </w:pPr>
            <w:r w:rsidRPr="008818D9">
              <w:t>42</w:t>
            </w:r>
          </w:p>
        </w:tc>
        <w:tc>
          <w:tcPr>
            <w:tcW w:w="916" w:type="dxa"/>
            <w:noWrap/>
            <w:hideMark/>
          </w:tcPr>
          <w:p w14:paraId="3A2D2BAC" w14:textId="77777777" w:rsidR="006107E8" w:rsidRPr="008818D9" w:rsidRDefault="006107E8" w:rsidP="00842E71">
            <w:pPr>
              <w:pStyle w:val="MDPI42tablebody"/>
            </w:pPr>
            <w:r w:rsidRPr="008818D9">
              <w:t>77992</w:t>
            </w:r>
          </w:p>
        </w:tc>
        <w:tc>
          <w:tcPr>
            <w:tcW w:w="1080" w:type="dxa"/>
            <w:noWrap/>
            <w:hideMark/>
          </w:tcPr>
          <w:p w14:paraId="71F1392D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207" w:type="dxa"/>
            <w:noWrap/>
            <w:hideMark/>
          </w:tcPr>
          <w:p w14:paraId="4E2B6F6E" w14:textId="77777777" w:rsidR="006107E8" w:rsidRPr="008818D9" w:rsidRDefault="006107E8" w:rsidP="00842E71">
            <w:pPr>
              <w:pStyle w:val="MDPI42tablebody"/>
            </w:pPr>
            <w:r w:rsidRPr="008818D9">
              <w:t>3.67e-16</w:t>
            </w:r>
          </w:p>
        </w:tc>
      </w:tr>
      <w:tr w:rsidR="006107E8" w:rsidRPr="008818D9" w14:paraId="7E3F099F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10539F99" w14:textId="77777777" w:rsidR="006107E8" w:rsidRPr="008818D9" w:rsidRDefault="006107E8" w:rsidP="00842E71">
            <w:pPr>
              <w:pStyle w:val="MDPI42tablebody"/>
            </w:pPr>
            <w:r w:rsidRPr="008818D9">
              <w:t>48</w:t>
            </w:r>
          </w:p>
        </w:tc>
        <w:tc>
          <w:tcPr>
            <w:tcW w:w="916" w:type="dxa"/>
            <w:noWrap/>
            <w:hideMark/>
          </w:tcPr>
          <w:p w14:paraId="731E6A59" w14:textId="77777777" w:rsidR="006107E8" w:rsidRPr="008818D9" w:rsidRDefault="006107E8" w:rsidP="00842E71">
            <w:pPr>
              <w:pStyle w:val="MDPI42tablebody"/>
            </w:pPr>
            <w:r w:rsidRPr="008818D9">
              <w:t>80434</w:t>
            </w:r>
          </w:p>
        </w:tc>
        <w:tc>
          <w:tcPr>
            <w:tcW w:w="1665" w:type="dxa"/>
            <w:noWrap/>
            <w:hideMark/>
          </w:tcPr>
          <w:p w14:paraId="70E2DA41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49DBEE9E" w14:textId="77777777" w:rsidR="006107E8" w:rsidRPr="008818D9" w:rsidRDefault="006107E8" w:rsidP="00842E71">
            <w:pPr>
              <w:pStyle w:val="MDPI42tablebody"/>
            </w:pPr>
            <w:r w:rsidRPr="008818D9">
              <w:t>48</w:t>
            </w:r>
          </w:p>
        </w:tc>
        <w:tc>
          <w:tcPr>
            <w:tcW w:w="916" w:type="dxa"/>
            <w:noWrap/>
            <w:hideMark/>
          </w:tcPr>
          <w:p w14:paraId="155DF8BF" w14:textId="77777777" w:rsidR="006107E8" w:rsidRPr="008818D9" w:rsidRDefault="006107E8" w:rsidP="00842E71">
            <w:pPr>
              <w:pStyle w:val="MDPI42tablebody"/>
            </w:pPr>
            <w:r w:rsidRPr="008818D9">
              <w:t>80434</w:t>
            </w:r>
          </w:p>
        </w:tc>
        <w:tc>
          <w:tcPr>
            <w:tcW w:w="1080" w:type="dxa"/>
            <w:noWrap/>
            <w:hideMark/>
          </w:tcPr>
          <w:p w14:paraId="511C6697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207" w:type="dxa"/>
            <w:noWrap/>
            <w:hideMark/>
          </w:tcPr>
          <w:p w14:paraId="49989954" w14:textId="77777777" w:rsidR="006107E8" w:rsidRPr="008818D9" w:rsidRDefault="006107E8" w:rsidP="00842E71">
            <w:pPr>
              <w:pStyle w:val="MDPI42tablebody"/>
            </w:pPr>
            <w:r w:rsidRPr="008818D9">
              <w:t>8.96e-20</w:t>
            </w:r>
          </w:p>
        </w:tc>
      </w:tr>
      <w:tr w:rsidR="006107E8" w:rsidRPr="008818D9" w14:paraId="4CE52590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53611E5C" w14:textId="77777777" w:rsidR="006107E8" w:rsidRPr="008818D9" w:rsidRDefault="006107E8" w:rsidP="00842E71">
            <w:pPr>
              <w:pStyle w:val="MDPI42tablebody"/>
            </w:pPr>
            <w:r w:rsidRPr="008818D9">
              <w:lastRenderedPageBreak/>
              <w:t>49</w:t>
            </w:r>
          </w:p>
        </w:tc>
        <w:tc>
          <w:tcPr>
            <w:tcW w:w="916" w:type="dxa"/>
            <w:noWrap/>
            <w:hideMark/>
          </w:tcPr>
          <w:p w14:paraId="4FD6842A" w14:textId="77777777" w:rsidR="006107E8" w:rsidRPr="008818D9" w:rsidRDefault="006107E8" w:rsidP="00842E71">
            <w:pPr>
              <w:pStyle w:val="MDPI42tablebody"/>
            </w:pPr>
            <w:r w:rsidRPr="008818D9">
              <w:t>151696</w:t>
            </w:r>
          </w:p>
        </w:tc>
        <w:tc>
          <w:tcPr>
            <w:tcW w:w="1665" w:type="dxa"/>
            <w:noWrap/>
            <w:hideMark/>
          </w:tcPr>
          <w:p w14:paraId="739929CE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55E5A8EA" w14:textId="77777777" w:rsidR="006107E8" w:rsidRPr="008818D9" w:rsidRDefault="006107E8" w:rsidP="00842E71">
            <w:pPr>
              <w:pStyle w:val="MDPI42tablebody"/>
            </w:pPr>
            <w:r w:rsidRPr="008818D9">
              <w:t>49</w:t>
            </w:r>
          </w:p>
        </w:tc>
        <w:tc>
          <w:tcPr>
            <w:tcW w:w="916" w:type="dxa"/>
            <w:noWrap/>
            <w:hideMark/>
          </w:tcPr>
          <w:p w14:paraId="668DF432" w14:textId="77777777" w:rsidR="006107E8" w:rsidRPr="008818D9" w:rsidRDefault="006107E8" w:rsidP="00842E71">
            <w:pPr>
              <w:pStyle w:val="MDPI42tablebody"/>
            </w:pPr>
            <w:r w:rsidRPr="008818D9">
              <w:t>151696</w:t>
            </w:r>
          </w:p>
        </w:tc>
        <w:tc>
          <w:tcPr>
            <w:tcW w:w="1080" w:type="dxa"/>
            <w:noWrap/>
            <w:hideMark/>
          </w:tcPr>
          <w:p w14:paraId="6EDDFE2C" w14:textId="77777777" w:rsidR="006107E8" w:rsidRPr="008818D9" w:rsidRDefault="006107E8" w:rsidP="00842E71">
            <w:pPr>
              <w:pStyle w:val="MDPI42tablebody"/>
            </w:pPr>
            <w:r w:rsidRPr="008818D9">
              <w:t>-3</w:t>
            </w:r>
          </w:p>
        </w:tc>
        <w:tc>
          <w:tcPr>
            <w:tcW w:w="1207" w:type="dxa"/>
            <w:noWrap/>
            <w:hideMark/>
          </w:tcPr>
          <w:p w14:paraId="556CE049" w14:textId="77777777" w:rsidR="006107E8" w:rsidRPr="008818D9" w:rsidRDefault="006107E8" w:rsidP="00842E71">
            <w:pPr>
              <w:pStyle w:val="MDPI42tablebody"/>
            </w:pPr>
            <w:r w:rsidRPr="008818D9">
              <w:t>1.11e-14</w:t>
            </w:r>
          </w:p>
        </w:tc>
      </w:tr>
      <w:tr w:rsidR="006107E8" w:rsidRPr="008818D9" w14:paraId="6CAA9538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DDEE560" w14:textId="77777777" w:rsidR="006107E8" w:rsidRPr="008818D9" w:rsidRDefault="006107E8" w:rsidP="00842E71">
            <w:pPr>
              <w:pStyle w:val="MDPI42tablebody"/>
            </w:pPr>
            <w:r w:rsidRPr="008818D9">
              <w:t>50</w:t>
            </w:r>
          </w:p>
        </w:tc>
        <w:tc>
          <w:tcPr>
            <w:tcW w:w="916" w:type="dxa"/>
            <w:noWrap/>
            <w:hideMark/>
          </w:tcPr>
          <w:p w14:paraId="3B12421B" w14:textId="77777777" w:rsidR="006107E8" w:rsidRPr="008818D9" w:rsidRDefault="006107E8" w:rsidP="00842E71">
            <w:pPr>
              <w:pStyle w:val="MDPI42tablebody"/>
            </w:pPr>
            <w:r w:rsidRPr="008818D9">
              <w:t>12505</w:t>
            </w:r>
          </w:p>
        </w:tc>
        <w:tc>
          <w:tcPr>
            <w:tcW w:w="1665" w:type="dxa"/>
            <w:noWrap/>
            <w:hideMark/>
          </w:tcPr>
          <w:p w14:paraId="467EE26B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0CC11032" w14:textId="77777777" w:rsidR="006107E8" w:rsidRPr="008818D9" w:rsidRDefault="006107E8" w:rsidP="00842E71">
            <w:pPr>
              <w:pStyle w:val="MDPI42tablebody"/>
            </w:pPr>
            <w:r w:rsidRPr="008818D9">
              <w:t>50</w:t>
            </w:r>
          </w:p>
        </w:tc>
        <w:tc>
          <w:tcPr>
            <w:tcW w:w="916" w:type="dxa"/>
            <w:noWrap/>
            <w:hideMark/>
          </w:tcPr>
          <w:p w14:paraId="6597022A" w14:textId="77777777" w:rsidR="006107E8" w:rsidRPr="008818D9" w:rsidRDefault="006107E8" w:rsidP="00842E71">
            <w:pPr>
              <w:pStyle w:val="MDPI42tablebody"/>
            </w:pPr>
            <w:r w:rsidRPr="008818D9">
              <w:t>89208</w:t>
            </w:r>
          </w:p>
        </w:tc>
        <w:tc>
          <w:tcPr>
            <w:tcW w:w="1080" w:type="dxa"/>
            <w:noWrap/>
            <w:hideMark/>
          </w:tcPr>
          <w:p w14:paraId="6D3AE158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207" w:type="dxa"/>
            <w:noWrap/>
            <w:hideMark/>
          </w:tcPr>
          <w:p w14:paraId="06E3CFE1" w14:textId="77777777" w:rsidR="006107E8" w:rsidRPr="008818D9" w:rsidRDefault="006107E8" w:rsidP="00842E71">
            <w:pPr>
              <w:pStyle w:val="MDPI42tablebody"/>
            </w:pPr>
            <w:r w:rsidRPr="008818D9">
              <w:t>5.60e-21</w:t>
            </w:r>
          </w:p>
        </w:tc>
      </w:tr>
      <w:tr w:rsidR="006107E8" w:rsidRPr="008818D9" w14:paraId="6F937595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672B852B" w14:textId="77777777" w:rsidR="006107E8" w:rsidRPr="008818D9" w:rsidRDefault="006107E8" w:rsidP="00842E71">
            <w:pPr>
              <w:pStyle w:val="MDPI42tablebody"/>
            </w:pPr>
            <w:r w:rsidRPr="008818D9">
              <w:t>60</w:t>
            </w:r>
          </w:p>
        </w:tc>
        <w:tc>
          <w:tcPr>
            <w:tcW w:w="916" w:type="dxa"/>
            <w:noWrap/>
            <w:hideMark/>
          </w:tcPr>
          <w:p w14:paraId="0BA0BE55" w14:textId="77777777" w:rsidR="006107E8" w:rsidRPr="008818D9" w:rsidRDefault="006107E8" w:rsidP="00842E71">
            <w:pPr>
              <w:pStyle w:val="MDPI42tablebody"/>
            </w:pPr>
            <w:r w:rsidRPr="008818D9">
              <w:t>147606</w:t>
            </w:r>
          </w:p>
        </w:tc>
        <w:tc>
          <w:tcPr>
            <w:tcW w:w="1665" w:type="dxa"/>
            <w:noWrap/>
            <w:hideMark/>
          </w:tcPr>
          <w:p w14:paraId="30B27216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48CF7A1A" w14:textId="77777777" w:rsidR="006107E8" w:rsidRPr="008818D9" w:rsidRDefault="006107E8" w:rsidP="00842E71">
            <w:pPr>
              <w:pStyle w:val="MDPI42tablebody"/>
            </w:pPr>
            <w:r w:rsidRPr="008818D9">
              <w:t>60</w:t>
            </w:r>
          </w:p>
        </w:tc>
        <w:tc>
          <w:tcPr>
            <w:tcW w:w="916" w:type="dxa"/>
            <w:noWrap/>
            <w:hideMark/>
          </w:tcPr>
          <w:p w14:paraId="5A8C158E" w14:textId="77777777" w:rsidR="006107E8" w:rsidRPr="008818D9" w:rsidRDefault="006107E8" w:rsidP="00842E71">
            <w:pPr>
              <w:pStyle w:val="MDPI42tablebody"/>
            </w:pPr>
            <w:r w:rsidRPr="008818D9">
              <w:t>147606</w:t>
            </w:r>
          </w:p>
        </w:tc>
        <w:tc>
          <w:tcPr>
            <w:tcW w:w="1080" w:type="dxa"/>
            <w:noWrap/>
            <w:hideMark/>
          </w:tcPr>
          <w:p w14:paraId="4B23C7D2" w14:textId="77777777" w:rsidR="006107E8" w:rsidRPr="008818D9" w:rsidRDefault="006107E8" w:rsidP="00842E71">
            <w:pPr>
              <w:pStyle w:val="MDPI42tablebody"/>
            </w:pPr>
            <w:r w:rsidRPr="008818D9">
              <w:t>-2</w:t>
            </w:r>
          </w:p>
        </w:tc>
        <w:tc>
          <w:tcPr>
            <w:tcW w:w="1207" w:type="dxa"/>
            <w:noWrap/>
            <w:hideMark/>
          </w:tcPr>
          <w:p w14:paraId="36B597F5" w14:textId="77777777" w:rsidR="006107E8" w:rsidRPr="008818D9" w:rsidRDefault="006107E8" w:rsidP="00842E71">
            <w:pPr>
              <w:pStyle w:val="MDPI42tablebody"/>
            </w:pPr>
            <w:r w:rsidRPr="008818D9">
              <w:t>8.50e-23</w:t>
            </w:r>
          </w:p>
        </w:tc>
      </w:tr>
      <w:tr w:rsidR="006107E8" w:rsidRPr="008818D9" w14:paraId="0F4637BA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712BE55" w14:textId="77777777" w:rsidR="006107E8" w:rsidRPr="008818D9" w:rsidRDefault="006107E8" w:rsidP="00842E71">
            <w:pPr>
              <w:pStyle w:val="MDPI42tablebody"/>
            </w:pPr>
            <w:r w:rsidRPr="008818D9">
              <w:t>79</w:t>
            </w:r>
          </w:p>
        </w:tc>
        <w:tc>
          <w:tcPr>
            <w:tcW w:w="916" w:type="dxa"/>
            <w:noWrap/>
            <w:hideMark/>
          </w:tcPr>
          <w:p w14:paraId="751C7740" w14:textId="77777777" w:rsidR="006107E8" w:rsidRPr="008818D9" w:rsidRDefault="006107E8" w:rsidP="00842E71">
            <w:pPr>
              <w:pStyle w:val="MDPI42tablebody"/>
            </w:pPr>
            <w:r w:rsidRPr="008818D9">
              <w:t>57708</w:t>
            </w:r>
          </w:p>
        </w:tc>
        <w:tc>
          <w:tcPr>
            <w:tcW w:w="1665" w:type="dxa"/>
            <w:noWrap/>
            <w:hideMark/>
          </w:tcPr>
          <w:p w14:paraId="6017D12D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0CC0A02A" w14:textId="77777777" w:rsidR="006107E8" w:rsidRPr="008818D9" w:rsidRDefault="006107E8" w:rsidP="00842E71">
            <w:pPr>
              <w:pStyle w:val="MDPI42tablebody"/>
            </w:pPr>
            <w:r w:rsidRPr="008818D9">
              <w:t>79</w:t>
            </w:r>
          </w:p>
        </w:tc>
        <w:tc>
          <w:tcPr>
            <w:tcW w:w="916" w:type="dxa"/>
            <w:noWrap/>
            <w:hideMark/>
          </w:tcPr>
          <w:p w14:paraId="54CD258D" w14:textId="77777777" w:rsidR="006107E8" w:rsidRPr="008818D9" w:rsidRDefault="006107E8" w:rsidP="00842E71">
            <w:pPr>
              <w:pStyle w:val="MDPI42tablebody"/>
            </w:pPr>
            <w:r w:rsidRPr="008818D9">
              <w:t>89208</w:t>
            </w:r>
          </w:p>
        </w:tc>
        <w:tc>
          <w:tcPr>
            <w:tcW w:w="1080" w:type="dxa"/>
            <w:noWrap/>
            <w:hideMark/>
          </w:tcPr>
          <w:p w14:paraId="5D267833" w14:textId="77777777" w:rsidR="006107E8" w:rsidRPr="008818D9" w:rsidRDefault="006107E8" w:rsidP="00842E71">
            <w:pPr>
              <w:pStyle w:val="MDPI42tablebody"/>
            </w:pPr>
            <w:r w:rsidRPr="008818D9">
              <w:t>-1</w:t>
            </w:r>
          </w:p>
        </w:tc>
        <w:tc>
          <w:tcPr>
            <w:tcW w:w="1207" w:type="dxa"/>
            <w:noWrap/>
            <w:hideMark/>
          </w:tcPr>
          <w:p w14:paraId="27DE1E89" w14:textId="77777777" w:rsidR="006107E8" w:rsidRPr="008818D9" w:rsidRDefault="006107E8" w:rsidP="00842E71">
            <w:pPr>
              <w:pStyle w:val="MDPI42tablebody"/>
            </w:pPr>
            <w:r w:rsidRPr="008818D9">
              <w:t>4.60e-36</w:t>
            </w:r>
          </w:p>
        </w:tc>
      </w:tr>
      <w:tr w:rsidR="006107E8" w:rsidRPr="008818D9" w14:paraId="71FA0043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13D498C4" w14:textId="77777777" w:rsidR="006107E8" w:rsidRPr="008818D9" w:rsidRDefault="006107E8" w:rsidP="00842E71">
            <w:pPr>
              <w:pStyle w:val="MDPI42tablebody"/>
            </w:pPr>
            <w:r w:rsidRPr="008818D9">
              <w:t>79</w:t>
            </w:r>
          </w:p>
        </w:tc>
        <w:tc>
          <w:tcPr>
            <w:tcW w:w="916" w:type="dxa"/>
            <w:noWrap/>
            <w:hideMark/>
          </w:tcPr>
          <w:p w14:paraId="5DF54189" w14:textId="77777777" w:rsidR="006107E8" w:rsidRPr="008818D9" w:rsidRDefault="006107E8" w:rsidP="00842E71">
            <w:pPr>
              <w:pStyle w:val="MDPI42tablebody"/>
            </w:pPr>
            <w:r w:rsidRPr="008818D9">
              <w:t>12476</w:t>
            </w:r>
          </w:p>
        </w:tc>
        <w:tc>
          <w:tcPr>
            <w:tcW w:w="1665" w:type="dxa"/>
            <w:noWrap/>
            <w:hideMark/>
          </w:tcPr>
          <w:p w14:paraId="24E016AA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43D22ED5" w14:textId="77777777" w:rsidR="006107E8" w:rsidRPr="008818D9" w:rsidRDefault="006107E8" w:rsidP="00842E71">
            <w:pPr>
              <w:pStyle w:val="MDPI42tablebody"/>
            </w:pPr>
            <w:r w:rsidRPr="008818D9">
              <w:t>79</w:t>
            </w:r>
          </w:p>
        </w:tc>
        <w:tc>
          <w:tcPr>
            <w:tcW w:w="916" w:type="dxa"/>
            <w:noWrap/>
            <w:hideMark/>
          </w:tcPr>
          <w:p w14:paraId="715B6842" w14:textId="77777777" w:rsidR="006107E8" w:rsidRPr="008818D9" w:rsidRDefault="006107E8" w:rsidP="00842E71">
            <w:pPr>
              <w:pStyle w:val="MDPI42tablebody"/>
            </w:pPr>
            <w:r w:rsidRPr="008818D9">
              <w:t>89208</w:t>
            </w:r>
          </w:p>
        </w:tc>
        <w:tc>
          <w:tcPr>
            <w:tcW w:w="1080" w:type="dxa"/>
            <w:noWrap/>
            <w:hideMark/>
          </w:tcPr>
          <w:p w14:paraId="5ABBA5BC" w14:textId="77777777" w:rsidR="006107E8" w:rsidRPr="008818D9" w:rsidRDefault="006107E8" w:rsidP="00842E71">
            <w:pPr>
              <w:pStyle w:val="MDPI42tablebody"/>
            </w:pPr>
            <w:r w:rsidRPr="008818D9">
              <w:t>-1</w:t>
            </w:r>
          </w:p>
        </w:tc>
        <w:tc>
          <w:tcPr>
            <w:tcW w:w="1207" w:type="dxa"/>
            <w:noWrap/>
            <w:hideMark/>
          </w:tcPr>
          <w:p w14:paraId="6BD1FD94" w14:textId="77777777" w:rsidR="006107E8" w:rsidRPr="008818D9" w:rsidRDefault="006107E8" w:rsidP="00842E71">
            <w:pPr>
              <w:pStyle w:val="MDPI42tablebody"/>
            </w:pPr>
            <w:r w:rsidRPr="008818D9">
              <w:t>4.60e-36</w:t>
            </w:r>
          </w:p>
        </w:tc>
      </w:tr>
      <w:tr w:rsidR="006107E8" w:rsidRPr="008818D9" w14:paraId="32DE9C32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1EE900F4" w14:textId="77777777" w:rsidR="006107E8" w:rsidRPr="008818D9" w:rsidRDefault="006107E8" w:rsidP="00842E71">
            <w:pPr>
              <w:pStyle w:val="MDPI42tablebody"/>
            </w:pPr>
            <w:r w:rsidRPr="008818D9">
              <w:t>87</w:t>
            </w:r>
          </w:p>
        </w:tc>
        <w:tc>
          <w:tcPr>
            <w:tcW w:w="916" w:type="dxa"/>
            <w:noWrap/>
            <w:hideMark/>
          </w:tcPr>
          <w:p w14:paraId="6BD658CB" w14:textId="77777777" w:rsidR="006107E8" w:rsidRPr="008818D9" w:rsidRDefault="006107E8" w:rsidP="00842E71">
            <w:pPr>
              <w:pStyle w:val="MDPI42tablebody"/>
            </w:pPr>
            <w:r w:rsidRPr="008818D9">
              <w:t>139400</w:t>
            </w:r>
          </w:p>
        </w:tc>
        <w:tc>
          <w:tcPr>
            <w:tcW w:w="1665" w:type="dxa"/>
            <w:noWrap/>
            <w:hideMark/>
          </w:tcPr>
          <w:p w14:paraId="191960E1" w14:textId="77777777" w:rsidR="006107E8" w:rsidRPr="008818D9" w:rsidRDefault="006107E8" w:rsidP="00842E71">
            <w:pPr>
              <w:pStyle w:val="MDPI42tablebody"/>
            </w:pPr>
            <w:r w:rsidRPr="008818D9">
              <w:t>F</w:t>
            </w:r>
          </w:p>
        </w:tc>
        <w:tc>
          <w:tcPr>
            <w:tcW w:w="1540" w:type="dxa"/>
            <w:noWrap/>
            <w:hideMark/>
          </w:tcPr>
          <w:p w14:paraId="7DA65866" w14:textId="77777777" w:rsidR="006107E8" w:rsidRPr="008818D9" w:rsidRDefault="006107E8" w:rsidP="00842E71">
            <w:pPr>
              <w:pStyle w:val="MDPI42tablebody"/>
            </w:pPr>
            <w:r w:rsidRPr="008818D9">
              <w:t>87</w:t>
            </w:r>
          </w:p>
        </w:tc>
        <w:tc>
          <w:tcPr>
            <w:tcW w:w="916" w:type="dxa"/>
            <w:noWrap/>
            <w:hideMark/>
          </w:tcPr>
          <w:p w14:paraId="719A37E3" w14:textId="77777777" w:rsidR="006107E8" w:rsidRPr="008818D9" w:rsidRDefault="006107E8" w:rsidP="00842E71">
            <w:pPr>
              <w:pStyle w:val="MDPI42tablebody"/>
            </w:pPr>
            <w:r w:rsidRPr="008818D9">
              <w:t>150791</w:t>
            </w:r>
          </w:p>
        </w:tc>
        <w:tc>
          <w:tcPr>
            <w:tcW w:w="1080" w:type="dxa"/>
            <w:noWrap/>
            <w:hideMark/>
          </w:tcPr>
          <w:p w14:paraId="445F02F7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207" w:type="dxa"/>
            <w:noWrap/>
            <w:hideMark/>
          </w:tcPr>
          <w:p w14:paraId="0C018F2E" w14:textId="77777777" w:rsidR="006107E8" w:rsidRPr="008818D9" w:rsidRDefault="006107E8" w:rsidP="00842E71">
            <w:pPr>
              <w:pStyle w:val="MDPI42tablebody"/>
            </w:pPr>
            <w:r w:rsidRPr="008818D9">
              <w:t>2.96e-43</w:t>
            </w:r>
          </w:p>
        </w:tc>
      </w:tr>
      <w:tr w:rsidR="006107E8" w:rsidRPr="008818D9" w14:paraId="7F8091B7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211B04C1" w14:textId="77777777" w:rsidR="006107E8" w:rsidRPr="008818D9" w:rsidRDefault="006107E8" w:rsidP="00842E71">
            <w:pPr>
              <w:pStyle w:val="MDPI42tablebody"/>
            </w:pPr>
            <w:r w:rsidRPr="008818D9">
              <w:t>109</w:t>
            </w:r>
          </w:p>
        </w:tc>
        <w:tc>
          <w:tcPr>
            <w:tcW w:w="916" w:type="dxa"/>
            <w:noWrap/>
            <w:hideMark/>
          </w:tcPr>
          <w:p w14:paraId="24922ABE" w14:textId="77777777" w:rsidR="006107E8" w:rsidRPr="008818D9" w:rsidRDefault="006107E8" w:rsidP="00842E71">
            <w:pPr>
              <w:pStyle w:val="MDPI42tablebody"/>
            </w:pPr>
            <w:r w:rsidRPr="008818D9">
              <w:t>70263</w:t>
            </w:r>
          </w:p>
        </w:tc>
        <w:tc>
          <w:tcPr>
            <w:tcW w:w="1665" w:type="dxa"/>
            <w:noWrap/>
            <w:hideMark/>
          </w:tcPr>
          <w:p w14:paraId="167E9192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10A339A7" w14:textId="77777777" w:rsidR="006107E8" w:rsidRPr="008818D9" w:rsidRDefault="006107E8" w:rsidP="00842E71">
            <w:pPr>
              <w:pStyle w:val="MDPI42tablebody"/>
            </w:pPr>
            <w:r w:rsidRPr="008818D9">
              <w:t>109</w:t>
            </w:r>
          </w:p>
        </w:tc>
        <w:tc>
          <w:tcPr>
            <w:tcW w:w="916" w:type="dxa"/>
            <w:noWrap/>
            <w:hideMark/>
          </w:tcPr>
          <w:p w14:paraId="60E76434" w14:textId="77777777" w:rsidR="006107E8" w:rsidRPr="008818D9" w:rsidRDefault="006107E8" w:rsidP="00842E71">
            <w:pPr>
              <w:pStyle w:val="MDPI42tablebody"/>
            </w:pPr>
            <w:r w:rsidRPr="008818D9">
              <w:t>158739</w:t>
            </w:r>
          </w:p>
        </w:tc>
        <w:tc>
          <w:tcPr>
            <w:tcW w:w="1080" w:type="dxa"/>
            <w:noWrap/>
            <w:hideMark/>
          </w:tcPr>
          <w:p w14:paraId="27FC02FF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207" w:type="dxa"/>
            <w:noWrap/>
            <w:hideMark/>
          </w:tcPr>
          <w:p w14:paraId="0A0BBDE4" w14:textId="77777777" w:rsidR="006107E8" w:rsidRPr="008818D9" w:rsidRDefault="006107E8" w:rsidP="00842E71">
            <w:pPr>
              <w:pStyle w:val="MDPI42tablebody"/>
            </w:pPr>
            <w:r w:rsidRPr="008818D9">
              <w:t>1.68e-56</w:t>
            </w:r>
          </w:p>
        </w:tc>
      </w:tr>
      <w:tr w:rsidR="006107E8" w:rsidRPr="008818D9" w14:paraId="348F78D0" w14:textId="77777777" w:rsidTr="00842E71">
        <w:trPr>
          <w:trHeight w:val="300"/>
          <w:jc w:val="center"/>
        </w:trPr>
        <w:tc>
          <w:tcPr>
            <w:tcW w:w="1540" w:type="dxa"/>
            <w:noWrap/>
            <w:hideMark/>
          </w:tcPr>
          <w:p w14:paraId="02631B09" w14:textId="77777777" w:rsidR="006107E8" w:rsidRPr="008818D9" w:rsidRDefault="006107E8" w:rsidP="00842E71">
            <w:pPr>
              <w:pStyle w:val="MDPI42tablebody"/>
            </w:pPr>
            <w:r w:rsidRPr="008818D9">
              <w:t>135</w:t>
            </w:r>
          </w:p>
        </w:tc>
        <w:tc>
          <w:tcPr>
            <w:tcW w:w="916" w:type="dxa"/>
            <w:noWrap/>
            <w:hideMark/>
          </w:tcPr>
          <w:p w14:paraId="2F10DDFF" w14:textId="77777777" w:rsidR="006107E8" w:rsidRPr="008818D9" w:rsidRDefault="006107E8" w:rsidP="00842E71">
            <w:pPr>
              <w:pStyle w:val="MDPI42tablebody"/>
            </w:pPr>
            <w:r w:rsidRPr="008818D9">
              <w:t>25839</w:t>
            </w:r>
          </w:p>
        </w:tc>
        <w:tc>
          <w:tcPr>
            <w:tcW w:w="1665" w:type="dxa"/>
            <w:noWrap/>
            <w:hideMark/>
          </w:tcPr>
          <w:p w14:paraId="35213C2F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noWrap/>
            <w:hideMark/>
          </w:tcPr>
          <w:p w14:paraId="570E988F" w14:textId="77777777" w:rsidR="006107E8" w:rsidRPr="008818D9" w:rsidRDefault="006107E8" w:rsidP="00842E71">
            <w:pPr>
              <w:pStyle w:val="MDPI42tablebody"/>
            </w:pPr>
            <w:r w:rsidRPr="008818D9">
              <w:t>135</w:t>
            </w:r>
          </w:p>
        </w:tc>
        <w:tc>
          <w:tcPr>
            <w:tcW w:w="916" w:type="dxa"/>
            <w:noWrap/>
            <w:hideMark/>
          </w:tcPr>
          <w:p w14:paraId="65FF9CB5" w14:textId="77777777" w:rsidR="006107E8" w:rsidRPr="008818D9" w:rsidRDefault="006107E8" w:rsidP="00842E71">
            <w:pPr>
              <w:pStyle w:val="MDPI42tablebody"/>
            </w:pPr>
            <w:r w:rsidRPr="008818D9">
              <w:t>44292</w:t>
            </w:r>
          </w:p>
        </w:tc>
        <w:tc>
          <w:tcPr>
            <w:tcW w:w="1080" w:type="dxa"/>
            <w:noWrap/>
            <w:hideMark/>
          </w:tcPr>
          <w:p w14:paraId="1A2BC823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207" w:type="dxa"/>
            <w:noWrap/>
            <w:hideMark/>
          </w:tcPr>
          <w:p w14:paraId="1CA9AE46" w14:textId="77777777" w:rsidR="006107E8" w:rsidRPr="008818D9" w:rsidRDefault="006107E8" w:rsidP="00842E71">
            <w:pPr>
              <w:pStyle w:val="MDPI42tablebody"/>
            </w:pPr>
            <w:r w:rsidRPr="008818D9">
              <w:t>3.74e-72</w:t>
            </w:r>
          </w:p>
        </w:tc>
      </w:tr>
      <w:tr w:rsidR="006107E8" w:rsidRPr="008818D9" w14:paraId="06B72FE8" w14:textId="77777777" w:rsidTr="00842E71">
        <w:trPr>
          <w:trHeight w:val="300"/>
          <w:jc w:val="center"/>
        </w:trPr>
        <w:tc>
          <w:tcPr>
            <w:tcW w:w="1540" w:type="dxa"/>
            <w:tcBorders>
              <w:bottom w:val="single" w:sz="4" w:space="0" w:color="auto"/>
            </w:tcBorders>
            <w:noWrap/>
            <w:hideMark/>
          </w:tcPr>
          <w:p w14:paraId="7F1AA50A" w14:textId="77777777" w:rsidR="006107E8" w:rsidRPr="008818D9" w:rsidRDefault="006107E8" w:rsidP="00842E71">
            <w:pPr>
              <w:pStyle w:val="MDPI42tablebody"/>
            </w:pPr>
            <w:r w:rsidRPr="008818D9">
              <w:t>25836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noWrap/>
            <w:hideMark/>
          </w:tcPr>
          <w:p w14:paraId="3C3A7CE6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noWrap/>
            <w:hideMark/>
          </w:tcPr>
          <w:p w14:paraId="2AD65E98" w14:textId="77777777" w:rsidR="006107E8" w:rsidRPr="008818D9" w:rsidRDefault="006107E8" w:rsidP="00842E71">
            <w:pPr>
              <w:pStyle w:val="MDPI42tablebody"/>
            </w:pPr>
            <w:r w:rsidRPr="008818D9">
              <w:t>P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hideMark/>
          </w:tcPr>
          <w:p w14:paraId="7CF7BB4A" w14:textId="77777777" w:rsidR="006107E8" w:rsidRPr="008818D9" w:rsidRDefault="006107E8" w:rsidP="00842E71">
            <w:pPr>
              <w:pStyle w:val="MDPI42tablebody"/>
            </w:pPr>
            <w:r w:rsidRPr="008818D9">
              <w:t>25836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noWrap/>
            <w:hideMark/>
          </w:tcPr>
          <w:p w14:paraId="46D9106D" w14:textId="77777777" w:rsidR="006107E8" w:rsidRPr="008818D9" w:rsidRDefault="006107E8" w:rsidP="00842E71">
            <w:pPr>
              <w:pStyle w:val="MDPI42tablebody"/>
            </w:pPr>
            <w:r w:rsidRPr="008818D9">
              <w:t>44427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14:paraId="1057F9E5" w14:textId="77777777" w:rsidR="006107E8" w:rsidRPr="008818D9" w:rsidRDefault="006107E8" w:rsidP="00842E71">
            <w:pPr>
              <w:pStyle w:val="MDPI42tablebody"/>
            </w:pPr>
            <w:r w:rsidRPr="008818D9">
              <w:t>0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noWrap/>
            <w:hideMark/>
          </w:tcPr>
          <w:p w14:paraId="1A1A86EF" w14:textId="77777777" w:rsidR="006107E8" w:rsidRPr="008818D9" w:rsidRDefault="006107E8" w:rsidP="00842E71">
            <w:pPr>
              <w:pStyle w:val="MDPI42tablebody"/>
            </w:pPr>
            <w:r w:rsidRPr="008818D9">
              <w:t>0.00e+00</w:t>
            </w:r>
          </w:p>
        </w:tc>
      </w:tr>
    </w:tbl>
    <w:p w14:paraId="3CB589C9" w14:textId="77777777" w:rsidR="006107E8" w:rsidRDefault="006107E8" w:rsidP="006107E8"/>
    <w:p w14:paraId="7B65BC41" w14:textId="77777777" w:rsidR="00DE23E8" w:rsidRPr="001549D3" w:rsidRDefault="00DE23E8" w:rsidP="00654E8F">
      <w:pPr>
        <w:spacing w:before="240"/>
      </w:pPr>
    </w:p>
    <w:sectPr w:rsidR="00DE23E8" w:rsidRPr="001549D3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6C160" w14:textId="77777777" w:rsidR="003559B9" w:rsidRDefault="003559B9" w:rsidP="00117666">
      <w:pPr>
        <w:spacing w:after="0"/>
      </w:pPr>
      <w:r>
        <w:separator/>
      </w:r>
    </w:p>
  </w:endnote>
  <w:endnote w:type="continuationSeparator" w:id="0">
    <w:p w14:paraId="29BF4CB0" w14:textId="77777777" w:rsidR="003559B9" w:rsidRDefault="003559B9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3438" w14:textId="77777777" w:rsidR="003559B9" w:rsidRDefault="003559B9" w:rsidP="00117666">
      <w:pPr>
        <w:spacing w:after="0"/>
      </w:pPr>
      <w:r>
        <w:separator/>
      </w:r>
    </w:p>
  </w:footnote>
  <w:footnote w:type="continuationSeparator" w:id="0">
    <w:p w14:paraId="5CE58AB8" w14:textId="77777777" w:rsidR="003559B9" w:rsidRDefault="003559B9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5B6293FA" w:rsidR="00995F6A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B5"/>
    <w:rsid w:val="0001062F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74347"/>
    <w:rsid w:val="002868E2"/>
    <w:rsid w:val="002869C3"/>
    <w:rsid w:val="002936E4"/>
    <w:rsid w:val="002B4A57"/>
    <w:rsid w:val="002C74CA"/>
    <w:rsid w:val="002E58B9"/>
    <w:rsid w:val="003123F4"/>
    <w:rsid w:val="003544FB"/>
    <w:rsid w:val="003559B9"/>
    <w:rsid w:val="003D2F2D"/>
    <w:rsid w:val="00401590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6107E8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17DD6"/>
    <w:rsid w:val="0083759F"/>
    <w:rsid w:val="00885156"/>
    <w:rsid w:val="009151AA"/>
    <w:rsid w:val="0093429D"/>
    <w:rsid w:val="00943573"/>
    <w:rsid w:val="00964134"/>
    <w:rsid w:val="00970F7D"/>
    <w:rsid w:val="00994A3D"/>
    <w:rsid w:val="009C2B12"/>
    <w:rsid w:val="00A174D9"/>
    <w:rsid w:val="00AA4D24"/>
    <w:rsid w:val="00AB6715"/>
    <w:rsid w:val="00AC4601"/>
    <w:rsid w:val="00B1671E"/>
    <w:rsid w:val="00B25EB8"/>
    <w:rsid w:val="00B37F4D"/>
    <w:rsid w:val="00BD2E1C"/>
    <w:rsid w:val="00C52A7B"/>
    <w:rsid w:val="00C56BAF"/>
    <w:rsid w:val="00C679AA"/>
    <w:rsid w:val="00C75972"/>
    <w:rsid w:val="00CD066B"/>
    <w:rsid w:val="00CE4FEE"/>
    <w:rsid w:val="00D060CF"/>
    <w:rsid w:val="00D81ACF"/>
    <w:rsid w:val="00DB59C3"/>
    <w:rsid w:val="00DC259A"/>
    <w:rsid w:val="00DE23E8"/>
    <w:rsid w:val="00E52377"/>
    <w:rsid w:val="00E537AD"/>
    <w:rsid w:val="00E6436E"/>
    <w:rsid w:val="00E64E17"/>
    <w:rsid w:val="00E866C9"/>
    <w:rsid w:val="00EA3D3C"/>
    <w:rsid w:val="00EC090A"/>
    <w:rsid w:val="00ED20B5"/>
    <w:rsid w:val="00F46900"/>
    <w:rsid w:val="00F61D89"/>
    <w:rsid w:val="00FD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paragraph" w:customStyle="1" w:styleId="MDPI42tablebody">
    <w:name w:val="MDPI_4.2_table_body"/>
    <w:qFormat/>
    <w:rsid w:val="006107E8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1tablecaption">
    <w:name w:val="MDPI_4.1_table_caption"/>
    <w:basedOn w:val="Normal"/>
    <w:qFormat/>
    <w:rsid w:val="006107E8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table" w:customStyle="1" w:styleId="TableGridLight1">
    <w:name w:val="Table Grid Light1"/>
    <w:basedOn w:val="TableNormal"/>
    <w:uiPriority w:val="40"/>
    <w:rsid w:val="006107E8"/>
    <w:pPr>
      <w:spacing w:after="0" w:line="240" w:lineRule="auto"/>
    </w:pPr>
    <w:rPr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0E3CFEA-FC52-42DE-8EEB-FC503E6E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11</TotalTime>
  <Pages>4</Pages>
  <Words>534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Slimane KHAYI</cp:lastModifiedBy>
  <cp:revision>7</cp:revision>
  <cp:lastPrinted>2013-10-03T12:51:00Z</cp:lastPrinted>
  <dcterms:created xsi:type="dcterms:W3CDTF">2018-11-23T08:58:00Z</dcterms:created>
  <dcterms:modified xsi:type="dcterms:W3CDTF">2020-05-12T13:08:00Z</dcterms:modified>
</cp:coreProperties>
</file>