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BAE66" w14:textId="58A9783C" w:rsidR="00E00BC1" w:rsidRDefault="00E6152A" w:rsidP="00E6152A">
      <w:pPr>
        <w:rPr>
          <w:b/>
          <w:bCs/>
          <w:sz w:val="24"/>
          <w:szCs w:val="24"/>
        </w:rPr>
      </w:pPr>
      <w:r w:rsidRPr="00E6152A">
        <w:rPr>
          <w:b/>
          <w:bCs/>
          <w:sz w:val="24"/>
          <w:szCs w:val="24"/>
        </w:rPr>
        <w:t>Supplementary materials</w:t>
      </w:r>
    </w:p>
    <w:p w14:paraId="78767507" w14:textId="6D50007A" w:rsidR="00EE4247" w:rsidRDefault="00EE4247" w:rsidP="00E6152A">
      <w:pPr>
        <w:rPr>
          <w:b/>
          <w:bCs/>
          <w:sz w:val="24"/>
          <w:szCs w:val="24"/>
        </w:rPr>
      </w:pPr>
    </w:p>
    <w:p w14:paraId="3BE48A05" w14:textId="37F1BC7C" w:rsidR="00EE4247" w:rsidRDefault="00EE4247" w:rsidP="00EE4247">
      <w:bookmarkStart w:id="0" w:name="_Toc48325558"/>
      <w:bookmarkStart w:id="1" w:name="_Toc54895770"/>
      <w:r>
        <w:rPr>
          <w:b/>
        </w:rPr>
        <w:t>Fig</w:t>
      </w:r>
      <w:r>
        <w:rPr>
          <w:b/>
        </w:rPr>
        <w:t>ure S1</w:t>
      </w:r>
      <w:r>
        <w:rPr>
          <w:b/>
        </w:rPr>
        <w:t>.</w:t>
      </w:r>
      <w:r w:rsidRPr="003643CE">
        <w:rPr>
          <w:b/>
        </w:rPr>
        <w:t xml:space="preserve"> </w:t>
      </w:r>
      <w:r w:rsidRPr="00C43F05">
        <w:t xml:space="preserve">Response curve plotting the probability of </w:t>
      </w:r>
      <w:r w:rsidRPr="00EF04C2">
        <w:rPr>
          <w:i/>
          <w:iCs/>
        </w:rPr>
        <w:t>R. microplus</w:t>
      </w:r>
      <w:r w:rsidRPr="00C43F05">
        <w:t xml:space="preserve"> occurrence in eastern Bhutan against the values of the top environmental variables: (A) Elevation (DEM_SRTM) and (B) Land use and land cover 2016 (LULC). The X-axis represents the variable value, and the Y-axis represents the probability of presence as predicted by the best MaxEnt model RM_B1.</w:t>
      </w:r>
      <w:bookmarkEnd w:id="0"/>
      <w:bookmarkEnd w:id="1"/>
    </w:p>
    <w:p w14:paraId="4FD8C381" w14:textId="51562B24" w:rsidR="00EF04C2" w:rsidRDefault="00EF04C2" w:rsidP="00EE4247">
      <w:pPr>
        <w:rPr>
          <w:i/>
        </w:rPr>
      </w:pPr>
      <w:r>
        <w:rPr>
          <w:b/>
          <w:bCs/>
        </w:rPr>
        <w:drawing>
          <wp:inline distT="0" distB="0" distL="0" distR="0" wp14:anchorId="71C1EEEC" wp14:editId="47650C1A">
            <wp:extent cx="5791200" cy="2559504"/>
            <wp:effectExtent l="0" t="0" r="0" b="6350"/>
            <wp:docPr id="9" name="Picture 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line ch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7386" cy="2606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FA939" w14:textId="3D8DAFFA" w:rsidR="00EE4247" w:rsidRDefault="00EE4247" w:rsidP="00EE4247">
      <w:r w:rsidRPr="00EE1240">
        <w:rPr>
          <w:b/>
        </w:rPr>
        <w:t>Fig</w:t>
      </w:r>
      <w:r w:rsidR="00EF04C2">
        <w:rPr>
          <w:b/>
        </w:rPr>
        <w:t>ure S2</w:t>
      </w:r>
      <w:r>
        <w:rPr>
          <w:b/>
        </w:rPr>
        <w:t xml:space="preserve">. </w:t>
      </w:r>
      <w:r w:rsidRPr="000128CF">
        <w:t xml:space="preserve">Response curves plotting the probability of </w:t>
      </w:r>
      <w:r w:rsidRPr="00EF04C2">
        <w:rPr>
          <w:i/>
          <w:iCs/>
        </w:rPr>
        <w:t>R. haemaphysaloides</w:t>
      </w:r>
      <w:r w:rsidRPr="000128CF">
        <w:t xml:space="preserve"> occurrence in eastern Bhutan against the values of the top environmental variables: (A) Temperature of the warmest quarter (Bio 10), (B) Land use and land cover 2016 (LULC), and (C) precipitation of the wettest quarter (Bio 16). The X-axis represents the variable value, and the Y-axis represents the probability of presence as predicted by the best MaxEnt model RH_D1.</w:t>
      </w:r>
      <w:r w:rsidRPr="00EE1240">
        <w:t xml:space="preserve"> </w:t>
      </w:r>
    </w:p>
    <w:p w14:paraId="7FA4E96D" w14:textId="77777777" w:rsidR="00EF04C2" w:rsidRDefault="00EF04C2" w:rsidP="00EE4247"/>
    <w:p w14:paraId="7DC1C290" w14:textId="1FFF148C" w:rsidR="00EF04C2" w:rsidRPr="00EE1240" w:rsidRDefault="00EF04C2" w:rsidP="00EE4247">
      <w:pPr>
        <w:rPr>
          <w:i/>
        </w:rPr>
      </w:pPr>
      <w:r>
        <w:rPr>
          <w:i/>
        </w:rPr>
        <w:drawing>
          <wp:inline distT="0" distB="0" distL="0" distR="0" wp14:anchorId="17C3EF1E" wp14:editId="7B738B25">
            <wp:extent cx="5503333" cy="3325927"/>
            <wp:effectExtent l="0" t="0" r="0" b="1905"/>
            <wp:docPr id="10" name="Picture 1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line char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8147" cy="3353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BCD85" w14:textId="3A0769BE" w:rsidR="00EE4247" w:rsidRDefault="00EE4247" w:rsidP="00EE4247">
      <w:bookmarkStart w:id="2" w:name="_Toc54895774"/>
      <w:r w:rsidRPr="008D45C0">
        <w:rPr>
          <w:b/>
        </w:rPr>
        <w:lastRenderedPageBreak/>
        <w:t>Fig</w:t>
      </w:r>
      <w:r w:rsidR="00EF04C2">
        <w:rPr>
          <w:b/>
        </w:rPr>
        <w:t>ure S3</w:t>
      </w:r>
      <w:r w:rsidRPr="008D45C0">
        <w:rPr>
          <w:b/>
        </w:rPr>
        <w:t xml:space="preserve">. </w:t>
      </w:r>
      <w:r w:rsidRPr="00DB1A27">
        <w:t xml:space="preserve">Response curves plotting the probability of </w:t>
      </w:r>
      <w:r w:rsidRPr="00EF04C2">
        <w:rPr>
          <w:i/>
          <w:iCs/>
        </w:rPr>
        <w:t>H. bispinosa</w:t>
      </w:r>
      <w:r w:rsidRPr="00DB1A27">
        <w:t xml:space="preserve"> occurrence in eastern Bhutan against the values of the top environmental variables: (A) precipitation of the warmest quarter (Bio 18), (B) Land use and land cover 2016 (LULC), and (C) precipitation of the wettest quarter (Bio 16). The X-axis represents the variable value, and the Y-axis represents the probability of presence as predicted by the best MaxEnt model HB_C2.</w:t>
      </w:r>
      <w:bookmarkEnd w:id="2"/>
    </w:p>
    <w:p w14:paraId="49706907" w14:textId="77777777" w:rsidR="00EF04C2" w:rsidRDefault="00EF04C2" w:rsidP="00EE4247"/>
    <w:p w14:paraId="0E0DAB99" w14:textId="0A263CA3" w:rsidR="00EF04C2" w:rsidRDefault="00EF04C2" w:rsidP="00EE4247">
      <w:r>
        <w:drawing>
          <wp:inline distT="0" distB="0" distL="0" distR="0" wp14:anchorId="77F0FFA5" wp14:editId="75A3788E">
            <wp:extent cx="4995333" cy="3229306"/>
            <wp:effectExtent l="0" t="0" r="0" b="0"/>
            <wp:docPr id="11" name="Picture 1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hart, line char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1113" cy="324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0D049" w14:textId="77777777" w:rsidR="00EF04C2" w:rsidRPr="008D45C0" w:rsidRDefault="00EF04C2" w:rsidP="00EE4247">
      <w:pPr>
        <w:rPr>
          <w:i/>
        </w:rPr>
      </w:pPr>
    </w:p>
    <w:p w14:paraId="07E82AAE" w14:textId="6E4A6F2C" w:rsidR="00EE4247" w:rsidRDefault="00EE4247" w:rsidP="00EE4247">
      <w:pPr>
        <w:rPr>
          <w:i/>
        </w:rPr>
      </w:pPr>
      <w:bookmarkStart w:id="3" w:name="_Toc48325564"/>
      <w:bookmarkStart w:id="4" w:name="_Toc54895776"/>
      <w:r w:rsidRPr="008D45C0">
        <w:rPr>
          <w:b/>
        </w:rPr>
        <w:t>Fig</w:t>
      </w:r>
      <w:r w:rsidR="00EF04C2">
        <w:rPr>
          <w:b/>
        </w:rPr>
        <w:t>ure S4</w:t>
      </w:r>
      <w:r w:rsidRPr="008D45C0">
        <w:rPr>
          <w:b/>
        </w:rPr>
        <w:t xml:space="preserve">. </w:t>
      </w:r>
      <w:r w:rsidRPr="00B255A5">
        <w:t xml:space="preserve">Response curves plotting the probability of </w:t>
      </w:r>
      <w:r w:rsidRPr="00EF04C2">
        <w:rPr>
          <w:i/>
          <w:iCs/>
        </w:rPr>
        <w:t>H. spinigera</w:t>
      </w:r>
      <w:r w:rsidRPr="00B255A5">
        <w:t xml:space="preserve"> occurrence in eastern Bhutan against the values of the top environmental variables: (A) precipitation of the coldest quarter (Bio 19), (B) Land use and land cover 2016 (LULC), and (C) precipitation of the wettest quarter (Bio 16). The X-axis represents the variable value, and the Y-axis represents the probability of presence as predicted by the best MaxEnt model HS_E1.</w:t>
      </w:r>
      <w:bookmarkEnd w:id="3"/>
      <w:bookmarkEnd w:id="4"/>
      <w:r w:rsidRPr="00B255A5">
        <w:t xml:space="preserve"> </w:t>
      </w:r>
    </w:p>
    <w:p w14:paraId="71922CE3" w14:textId="4C871598" w:rsidR="00EE4247" w:rsidRPr="00EF04C2" w:rsidRDefault="00EF04C2" w:rsidP="00E6152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T="0" distB="0" distL="0" distR="0" wp14:anchorId="2BC7EDD2" wp14:editId="5933C8D7">
            <wp:extent cx="4919133" cy="3114735"/>
            <wp:effectExtent l="0" t="0" r="0" b="0"/>
            <wp:docPr id="12" name="Picture 1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hart, line char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052" cy="312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Toc54896122"/>
    </w:p>
    <w:p w14:paraId="5D2E0304" w14:textId="51262973" w:rsidR="00E6152A" w:rsidRPr="00EF04C2" w:rsidRDefault="00E6152A" w:rsidP="00E6152A">
      <w:r w:rsidRPr="00E6152A">
        <w:rPr>
          <w:b/>
          <w:bCs/>
        </w:rPr>
        <w:lastRenderedPageBreak/>
        <w:t xml:space="preserve">Table S1. </w:t>
      </w:r>
      <w:r w:rsidRPr="00EF04C2">
        <w:t>Results of simple logistic regression describing the relationships between infestation (infested or not) and cattle and geographic parameters.</w:t>
      </w:r>
      <w:bookmarkEnd w:id="5"/>
    </w:p>
    <w:p w14:paraId="4936887E" w14:textId="77777777" w:rsidR="00E6152A" w:rsidRPr="00CA6DFA" w:rsidRDefault="00E6152A" w:rsidP="00E6152A">
      <w:pPr>
        <w:rPr>
          <w:shd w:val="clear" w:color="auto" w:fill="FFFFFF"/>
        </w:rPr>
      </w:pPr>
      <w:r w:rsidRPr="00943D87">
        <w:tab/>
      </w:r>
    </w:p>
    <w:p w14:paraId="4C1F3405" w14:textId="77777777" w:rsidR="00E6152A" w:rsidRDefault="00E6152A" w:rsidP="00E6152A">
      <w:pPr>
        <w:pBdr>
          <w:top w:val="single" w:sz="4" w:space="1" w:color="auto"/>
          <w:bottom w:val="single" w:sz="4" w:space="1" w:color="auto"/>
        </w:pBdr>
        <w:tabs>
          <w:tab w:val="center" w:pos="2880"/>
          <w:tab w:val="center" w:pos="5310"/>
          <w:tab w:val="center" w:pos="6840"/>
          <w:tab w:val="center" w:pos="7920"/>
          <w:tab w:val="center" w:pos="8820"/>
          <w:tab w:val="right" w:pos="9360"/>
        </w:tabs>
        <w:rPr>
          <w:b/>
          <w:szCs w:val="24"/>
        </w:rPr>
      </w:pPr>
      <w:r w:rsidRPr="00870493">
        <w:rPr>
          <w:b/>
          <w:szCs w:val="24"/>
        </w:rPr>
        <w:t>Variable</w:t>
      </w:r>
      <w:r w:rsidRPr="00870493">
        <w:rPr>
          <w:b/>
          <w:szCs w:val="24"/>
        </w:rPr>
        <w:tab/>
        <w:t>Intercept ± SE</w:t>
      </w:r>
      <w:r w:rsidRPr="00870493">
        <w:rPr>
          <w:b/>
          <w:szCs w:val="24"/>
        </w:rPr>
        <w:tab/>
        <w:t>Slope ± SE</w:t>
      </w:r>
      <w:r w:rsidRPr="00870493">
        <w:rPr>
          <w:b/>
          <w:szCs w:val="24"/>
        </w:rPr>
        <w:tab/>
        <w:t>χ</w:t>
      </w:r>
      <w:r w:rsidRPr="00870493">
        <w:rPr>
          <w:b/>
          <w:szCs w:val="24"/>
          <w:vertAlign w:val="superscript"/>
        </w:rPr>
        <w:t>2</w:t>
      </w:r>
      <w:r w:rsidRPr="00870493">
        <w:rPr>
          <w:b/>
          <w:szCs w:val="24"/>
        </w:rPr>
        <w:tab/>
        <w:t>P</w:t>
      </w:r>
      <w:r>
        <w:rPr>
          <w:b/>
          <w:szCs w:val="24"/>
        </w:rPr>
        <w:t xml:space="preserve"> </w:t>
      </w:r>
      <w:r w:rsidRPr="00870493">
        <w:rPr>
          <w:b/>
          <w:szCs w:val="24"/>
        </w:rPr>
        <w:t>(&gt;χ</w:t>
      </w:r>
      <w:r w:rsidRPr="00870493">
        <w:rPr>
          <w:b/>
          <w:szCs w:val="24"/>
          <w:vertAlign w:val="superscript"/>
        </w:rPr>
        <w:t>2</w:t>
      </w:r>
      <w:r w:rsidRPr="00870493">
        <w:rPr>
          <w:b/>
          <w:szCs w:val="24"/>
        </w:rPr>
        <w:t>)</w:t>
      </w:r>
      <w:r w:rsidRPr="00870493">
        <w:rPr>
          <w:b/>
          <w:szCs w:val="24"/>
        </w:rPr>
        <w:tab/>
        <w:t>AIC</w:t>
      </w:r>
    </w:p>
    <w:p w14:paraId="641B9362" w14:textId="77777777" w:rsidR="00E6152A" w:rsidRPr="00B42F7B" w:rsidRDefault="00E6152A" w:rsidP="00E6152A">
      <w:pPr>
        <w:suppressLineNumbers/>
        <w:pBdr>
          <w:bottom w:val="single" w:sz="4" w:space="1" w:color="auto"/>
        </w:pBd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b/>
          <w:szCs w:val="24"/>
        </w:rPr>
      </w:pPr>
      <w:r w:rsidRPr="00B42F7B">
        <w:rPr>
          <w:b/>
          <w:i/>
          <w:iCs/>
          <w:szCs w:val="24"/>
        </w:rPr>
        <w:t>R. microplus</w:t>
      </w:r>
      <w:r w:rsidRPr="00B42F7B">
        <w:rPr>
          <w:b/>
          <w:szCs w:val="24"/>
        </w:rPr>
        <w:t xml:space="preserve"> (n = 240)</w:t>
      </w:r>
    </w:p>
    <w:p w14:paraId="10F20234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Age</w:t>
      </w:r>
      <w:r>
        <w:rPr>
          <w:szCs w:val="24"/>
        </w:rPr>
        <w:t xml:space="preserve"> </w:t>
      </w:r>
      <w:r w:rsidRPr="00B42F7B">
        <w:rPr>
          <w:szCs w:val="24"/>
        </w:rPr>
        <w:t>(Young)</w:t>
      </w:r>
      <w:r w:rsidRPr="00B42F7B">
        <w:rPr>
          <w:szCs w:val="24"/>
        </w:rPr>
        <w:tab/>
        <w:t>1.4709 ± 0.1902</w:t>
      </w:r>
      <w:r w:rsidRPr="00B42F7B">
        <w:rPr>
          <w:szCs w:val="24"/>
        </w:rPr>
        <w:tab/>
        <w:t>1.8614 ± 0.7443</w:t>
      </w:r>
      <w:r w:rsidRPr="00B42F7B">
        <w:rPr>
          <w:szCs w:val="24"/>
        </w:rPr>
        <w:tab/>
        <w:t>10.2</w:t>
      </w:r>
      <w:r w:rsidRPr="00B42F7B">
        <w:rPr>
          <w:szCs w:val="24"/>
        </w:rPr>
        <w:tab/>
        <w:t>0.001</w:t>
      </w:r>
      <w:r w:rsidRPr="00B42F7B">
        <w:rPr>
          <w:szCs w:val="24"/>
        </w:rPr>
        <w:tab/>
        <w:t>196.7</w:t>
      </w:r>
    </w:p>
    <w:p w14:paraId="2F4B3213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Sex</w:t>
      </w:r>
      <w:r>
        <w:rPr>
          <w:szCs w:val="24"/>
        </w:rPr>
        <w:t xml:space="preserve"> </w:t>
      </w:r>
      <w:r w:rsidRPr="00B42F7B">
        <w:rPr>
          <w:szCs w:val="24"/>
        </w:rPr>
        <w:t>(Male)</w:t>
      </w:r>
      <w:r w:rsidRPr="00B42F7B">
        <w:rPr>
          <w:szCs w:val="24"/>
        </w:rPr>
        <w:tab/>
        <w:t>1.6341</w:t>
      </w:r>
      <w:r>
        <w:rPr>
          <w:szCs w:val="24"/>
        </w:rPr>
        <w:t xml:space="preserve"> ± 0.1933</w:t>
      </w:r>
      <w:r>
        <w:rPr>
          <w:szCs w:val="24"/>
        </w:rPr>
        <w:tab/>
        <w:t>0.6685 ± 0.5588</w:t>
      </w:r>
      <w:r>
        <w:rPr>
          <w:szCs w:val="24"/>
        </w:rPr>
        <w:tab/>
        <w:t>1.6</w:t>
      </w:r>
      <w:r>
        <w:rPr>
          <w:szCs w:val="24"/>
        </w:rPr>
        <w:tab/>
        <w:t>0.232</w:t>
      </w:r>
      <w:r w:rsidRPr="00B42F7B">
        <w:rPr>
          <w:szCs w:val="24"/>
        </w:rPr>
        <w:tab/>
        <w:t>205.3</w:t>
      </w:r>
    </w:p>
    <w:p w14:paraId="72CCCAAE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Breed</w:t>
      </w:r>
      <w:r>
        <w:rPr>
          <w:szCs w:val="24"/>
        </w:rPr>
        <w:t xml:space="preserve"> </w:t>
      </w:r>
      <w:r w:rsidRPr="00B42F7B">
        <w:rPr>
          <w:szCs w:val="24"/>
        </w:rPr>
        <w:t>(Indigenous)</w:t>
      </w:r>
      <w:r w:rsidRPr="00B42F7B">
        <w:rPr>
          <w:szCs w:val="24"/>
        </w:rPr>
        <w:tab/>
        <w:t xml:space="preserve">1.8383 </w:t>
      </w:r>
      <w:r>
        <w:rPr>
          <w:szCs w:val="24"/>
        </w:rPr>
        <w:t>± 0.2349</w:t>
      </w:r>
      <w:r>
        <w:rPr>
          <w:szCs w:val="24"/>
        </w:rPr>
        <w:tab/>
        <w:t>-0.2697 ± 0.3684</w:t>
      </w:r>
      <w:r>
        <w:rPr>
          <w:szCs w:val="24"/>
        </w:rPr>
        <w:tab/>
        <w:t>0.5</w:t>
      </w:r>
      <w:r>
        <w:rPr>
          <w:szCs w:val="24"/>
        </w:rPr>
        <w:tab/>
        <w:t>0.464</w:t>
      </w:r>
      <w:r w:rsidRPr="00B42F7B">
        <w:rPr>
          <w:szCs w:val="24"/>
        </w:rPr>
        <w:tab/>
        <w:t>206.4</w:t>
      </w:r>
    </w:p>
    <w:p w14:paraId="358875DD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Altitude</w:t>
      </w:r>
      <w:r w:rsidRPr="00B42F7B">
        <w:rPr>
          <w:szCs w:val="24"/>
        </w:rPr>
        <w:tab/>
        <w:t xml:space="preserve">2.9909 </w:t>
      </w:r>
      <w:r>
        <w:rPr>
          <w:szCs w:val="24"/>
        </w:rPr>
        <w:t>± 0.7240</w:t>
      </w:r>
      <w:r>
        <w:rPr>
          <w:szCs w:val="24"/>
        </w:rPr>
        <w:tab/>
        <w:t>-0.0836 ± 0.0452</w:t>
      </w:r>
      <w:r>
        <w:rPr>
          <w:szCs w:val="24"/>
        </w:rPr>
        <w:tab/>
        <w:t>3.5</w:t>
      </w:r>
      <w:r>
        <w:rPr>
          <w:szCs w:val="24"/>
        </w:rPr>
        <w:tab/>
        <w:t>0.064</w:t>
      </w:r>
      <w:r w:rsidRPr="00B42F7B">
        <w:rPr>
          <w:szCs w:val="24"/>
        </w:rPr>
        <w:tab/>
        <w:t>203.4</w:t>
      </w:r>
    </w:p>
    <w:p w14:paraId="4F1E747A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Latitude</w:t>
      </w:r>
      <w:r w:rsidRPr="00B42F7B">
        <w:rPr>
          <w:szCs w:val="24"/>
        </w:rPr>
        <w:tab/>
        <w:t>286.0783 ± 52.7624</w:t>
      </w:r>
      <w:r w:rsidRPr="00B42F7B">
        <w:rPr>
          <w:szCs w:val="24"/>
        </w:rPr>
        <w:tab/>
        <w:t>-1.0440 ± 0.1932</w:t>
      </w:r>
      <w:r w:rsidRPr="00B42F7B">
        <w:rPr>
          <w:szCs w:val="24"/>
        </w:rPr>
        <w:tab/>
        <w:t>53.6</w:t>
      </w:r>
      <w:r w:rsidRPr="00B42F7B">
        <w:rPr>
          <w:szCs w:val="24"/>
        </w:rPr>
        <w:tab/>
        <w:t>&lt;0.0001</w:t>
      </w:r>
      <w:r w:rsidRPr="00B42F7B">
        <w:rPr>
          <w:szCs w:val="24"/>
        </w:rPr>
        <w:tab/>
        <w:t>153.3</w:t>
      </w:r>
    </w:p>
    <w:p w14:paraId="5E675A50" w14:textId="77777777" w:rsidR="00E6152A" w:rsidRPr="00DF5E8C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Longitude</w:t>
      </w:r>
      <w:r w:rsidRPr="00B42F7B">
        <w:rPr>
          <w:szCs w:val="24"/>
        </w:rPr>
        <w:tab/>
        <w:t>534.7555 ± 132.7182</w:t>
      </w:r>
      <w:r w:rsidRPr="00B42F7B">
        <w:rPr>
          <w:szCs w:val="24"/>
        </w:rPr>
        <w:tab/>
        <w:t>-0.5</w:t>
      </w:r>
      <w:r>
        <w:rPr>
          <w:szCs w:val="24"/>
        </w:rPr>
        <w:t>823 ± 0.1449</w:t>
      </w:r>
      <w:r>
        <w:rPr>
          <w:szCs w:val="24"/>
        </w:rPr>
        <w:tab/>
        <w:t>20.4</w:t>
      </w:r>
      <w:r>
        <w:rPr>
          <w:szCs w:val="24"/>
        </w:rPr>
        <w:tab/>
        <w:t>&lt;0.0001</w:t>
      </w:r>
      <w:r>
        <w:rPr>
          <w:szCs w:val="24"/>
        </w:rPr>
        <w:tab/>
        <w:t>186.5</w:t>
      </w:r>
    </w:p>
    <w:p w14:paraId="3E00A1C7" w14:textId="77777777" w:rsidR="00E6152A" w:rsidRPr="00B42F7B" w:rsidRDefault="00E6152A" w:rsidP="00E6152A">
      <w:pPr>
        <w:suppressLineNumbers/>
        <w:pBdr>
          <w:top w:val="single" w:sz="4" w:space="1" w:color="auto"/>
          <w:bottom w:val="single" w:sz="4" w:space="1" w:color="auto"/>
        </w:pBd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b/>
          <w:szCs w:val="24"/>
        </w:rPr>
      </w:pPr>
      <w:r w:rsidRPr="00B42F7B">
        <w:rPr>
          <w:b/>
          <w:i/>
          <w:iCs/>
          <w:szCs w:val="24"/>
        </w:rPr>
        <w:t>R. haemaphysaloides</w:t>
      </w:r>
      <w:r w:rsidRPr="00B42F7B">
        <w:rPr>
          <w:b/>
          <w:szCs w:val="24"/>
        </w:rPr>
        <w:t xml:space="preserve"> (n = 240)</w:t>
      </w:r>
    </w:p>
    <w:p w14:paraId="394B2CA8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Age</w:t>
      </w:r>
      <w:r>
        <w:rPr>
          <w:szCs w:val="24"/>
        </w:rPr>
        <w:t xml:space="preserve"> </w:t>
      </w:r>
      <w:r w:rsidRPr="00B42F7B">
        <w:rPr>
          <w:szCs w:val="24"/>
        </w:rPr>
        <w:t>(Young)</w:t>
      </w:r>
      <w:r w:rsidRPr="00B42F7B">
        <w:rPr>
          <w:szCs w:val="24"/>
        </w:rPr>
        <w:tab/>
        <w:t>-0.2877 ± 0.1498</w:t>
      </w:r>
      <w:r w:rsidRPr="00B42F7B">
        <w:rPr>
          <w:szCs w:val="24"/>
        </w:rPr>
        <w:tab/>
        <w:t>-0.9540 ± 0.3487</w:t>
      </w:r>
      <w:r w:rsidRPr="00B42F7B">
        <w:rPr>
          <w:szCs w:val="24"/>
        </w:rPr>
        <w:tab/>
        <w:t>8.3</w:t>
      </w:r>
      <w:r w:rsidRPr="00B42F7B">
        <w:rPr>
          <w:szCs w:val="24"/>
        </w:rPr>
        <w:tab/>
        <w:t>0.004</w:t>
      </w:r>
      <w:r w:rsidRPr="00B42F7B">
        <w:rPr>
          <w:szCs w:val="24"/>
        </w:rPr>
        <w:tab/>
        <w:t>314.3</w:t>
      </w:r>
    </w:p>
    <w:p w14:paraId="13FCE8F3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Sex</w:t>
      </w:r>
      <w:r>
        <w:rPr>
          <w:szCs w:val="24"/>
        </w:rPr>
        <w:t xml:space="preserve"> </w:t>
      </w:r>
      <w:r w:rsidRPr="00B42F7B">
        <w:rPr>
          <w:szCs w:val="24"/>
        </w:rPr>
        <w:t>(Male)</w:t>
      </w:r>
      <w:r w:rsidRPr="00B42F7B">
        <w:rPr>
          <w:szCs w:val="24"/>
        </w:rPr>
        <w:tab/>
        <w:t>-0.4353 ± 0.1463</w:t>
      </w:r>
      <w:r w:rsidRPr="00B42F7B">
        <w:rPr>
          <w:szCs w:val="24"/>
        </w:rPr>
        <w:tab/>
        <w:t>-0.3268 ± 0.3552</w:t>
      </w:r>
      <w:r w:rsidRPr="00B42F7B">
        <w:rPr>
          <w:szCs w:val="24"/>
        </w:rPr>
        <w:tab/>
        <w:t>0.9</w:t>
      </w:r>
      <w:r w:rsidRPr="00B42F7B">
        <w:rPr>
          <w:szCs w:val="24"/>
        </w:rPr>
        <w:tab/>
      </w:r>
      <w:r>
        <w:rPr>
          <w:szCs w:val="24"/>
        </w:rPr>
        <w:t>0.36</w:t>
      </w:r>
      <w:r w:rsidRPr="00B42F7B">
        <w:rPr>
          <w:szCs w:val="24"/>
        </w:rPr>
        <w:tab/>
        <w:t>321.7</w:t>
      </w:r>
    </w:p>
    <w:p w14:paraId="6881636E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Breed</w:t>
      </w:r>
      <w:r>
        <w:rPr>
          <w:szCs w:val="24"/>
        </w:rPr>
        <w:t xml:space="preserve"> </w:t>
      </w:r>
      <w:r w:rsidRPr="00B42F7B">
        <w:rPr>
          <w:szCs w:val="24"/>
        </w:rPr>
        <w:t>(Indigenous)</w:t>
      </w:r>
      <w:r w:rsidRPr="00B42F7B">
        <w:rPr>
          <w:szCs w:val="24"/>
        </w:rPr>
        <w:tab/>
        <w:t>-0.6639</w:t>
      </w:r>
      <w:r>
        <w:rPr>
          <w:szCs w:val="24"/>
        </w:rPr>
        <w:t xml:space="preserve"> ± 0.1707</w:t>
      </w:r>
      <w:r>
        <w:rPr>
          <w:szCs w:val="24"/>
        </w:rPr>
        <w:tab/>
        <w:t>0.4562 ± 0.2750</w:t>
      </w:r>
      <w:r>
        <w:rPr>
          <w:szCs w:val="24"/>
        </w:rPr>
        <w:tab/>
        <w:t>2.8</w:t>
      </w:r>
      <w:r>
        <w:rPr>
          <w:szCs w:val="24"/>
        </w:rPr>
        <w:tab/>
        <w:t>0.09</w:t>
      </w:r>
      <w:r w:rsidRPr="00B42F7B">
        <w:rPr>
          <w:szCs w:val="24"/>
        </w:rPr>
        <w:tab/>
        <w:t>319.8</w:t>
      </w:r>
    </w:p>
    <w:p w14:paraId="46D052CB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Altitude</w:t>
      </w:r>
      <w:r w:rsidRPr="00B42F7B">
        <w:rPr>
          <w:szCs w:val="24"/>
        </w:rPr>
        <w:tab/>
        <w:t>-1.8970 ± 0.5159</w:t>
      </w:r>
      <w:r w:rsidRPr="00B42F7B">
        <w:rPr>
          <w:szCs w:val="24"/>
        </w:rPr>
        <w:tab/>
        <w:t>0.0953 ± 0.0334</w:t>
      </w:r>
      <w:r w:rsidRPr="00B42F7B">
        <w:rPr>
          <w:szCs w:val="24"/>
        </w:rPr>
        <w:tab/>
        <w:t>8.5</w:t>
      </w:r>
      <w:r w:rsidRPr="00B42F7B">
        <w:rPr>
          <w:szCs w:val="24"/>
        </w:rPr>
        <w:tab/>
        <w:t>0.004</w:t>
      </w:r>
      <w:r w:rsidRPr="00B42F7B">
        <w:rPr>
          <w:szCs w:val="24"/>
        </w:rPr>
        <w:tab/>
        <w:t>314.1</w:t>
      </w:r>
    </w:p>
    <w:p w14:paraId="41051BCC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Latitude</w:t>
      </w:r>
      <w:r w:rsidRPr="00B42F7B">
        <w:rPr>
          <w:szCs w:val="24"/>
        </w:rPr>
        <w:tab/>
        <w:t>-191.8104 ± 27.3052</w:t>
      </w:r>
      <w:r w:rsidRPr="00B42F7B">
        <w:rPr>
          <w:szCs w:val="24"/>
        </w:rPr>
        <w:tab/>
        <w:t>0.7042 ± 0.1004</w:t>
      </w:r>
      <w:r w:rsidRPr="00B42F7B">
        <w:rPr>
          <w:szCs w:val="24"/>
        </w:rPr>
        <w:tab/>
        <w:t>63.1</w:t>
      </w:r>
      <w:r w:rsidRPr="00B42F7B">
        <w:rPr>
          <w:szCs w:val="24"/>
        </w:rPr>
        <w:tab/>
        <w:t>&lt;0.0001</w:t>
      </w:r>
      <w:r w:rsidRPr="00B42F7B">
        <w:rPr>
          <w:szCs w:val="24"/>
        </w:rPr>
        <w:tab/>
        <w:t>259.5</w:t>
      </w:r>
    </w:p>
    <w:p w14:paraId="7C084A15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Longitude</w:t>
      </w:r>
      <w:r w:rsidRPr="00B42F7B">
        <w:rPr>
          <w:szCs w:val="24"/>
        </w:rPr>
        <w:tab/>
        <w:t>-491.9548 ± 91.1948</w:t>
      </w:r>
      <w:r w:rsidRPr="00B42F7B">
        <w:rPr>
          <w:szCs w:val="24"/>
        </w:rPr>
        <w:tab/>
        <w:t>0.5371 ± 0.0996</w:t>
      </w:r>
      <w:r w:rsidRPr="00B42F7B">
        <w:rPr>
          <w:szCs w:val="24"/>
        </w:rPr>
        <w:tab/>
        <w:t>35.1</w:t>
      </w:r>
      <w:r w:rsidRPr="00B42F7B">
        <w:rPr>
          <w:szCs w:val="24"/>
        </w:rPr>
        <w:tab/>
        <w:t>&lt;0.0001</w:t>
      </w:r>
      <w:r w:rsidRPr="00B42F7B">
        <w:rPr>
          <w:szCs w:val="24"/>
        </w:rPr>
        <w:tab/>
        <w:t>287.5</w:t>
      </w:r>
    </w:p>
    <w:p w14:paraId="650EF3D3" w14:textId="77777777" w:rsidR="00E6152A" w:rsidRPr="00B42F7B" w:rsidRDefault="00E6152A" w:rsidP="00E6152A">
      <w:pPr>
        <w:suppressLineNumbers/>
        <w:pBdr>
          <w:top w:val="single" w:sz="4" w:space="1" w:color="auto"/>
          <w:bottom w:val="single" w:sz="4" w:space="1" w:color="auto"/>
        </w:pBd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b/>
          <w:szCs w:val="24"/>
        </w:rPr>
      </w:pPr>
      <w:r w:rsidRPr="00B42F7B">
        <w:rPr>
          <w:b/>
          <w:i/>
          <w:iCs/>
          <w:szCs w:val="24"/>
        </w:rPr>
        <w:t>H. bispinosa</w:t>
      </w:r>
      <w:r w:rsidRPr="00B42F7B">
        <w:rPr>
          <w:b/>
          <w:szCs w:val="24"/>
        </w:rPr>
        <w:t xml:space="preserve"> (n = 240)</w:t>
      </w:r>
    </w:p>
    <w:p w14:paraId="09ACCA96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Age</w:t>
      </w:r>
      <w:r>
        <w:rPr>
          <w:szCs w:val="24"/>
        </w:rPr>
        <w:t xml:space="preserve"> </w:t>
      </w:r>
      <w:r w:rsidRPr="00B42F7B">
        <w:rPr>
          <w:szCs w:val="24"/>
        </w:rPr>
        <w:t>(Young)</w:t>
      </w:r>
      <w:r w:rsidRPr="00B42F7B">
        <w:rPr>
          <w:szCs w:val="24"/>
        </w:rPr>
        <w:tab/>
        <w:t>-0.86</w:t>
      </w:r>
      <w:r>
        <w:rPr>
          <w:szCs w:val="24"/>
        </w:rPr>
        <w:t>30 ± 0.1623</w:t>
      </w:r>
      <w:r>
        <w:rPr>
          <w:szCs w:val="24"/>
        </w:rPr>
        <w:tab/>
        <w:t>0.0645 ± 0.33</w:t>
      </w:r>
      <w:r>
        <w:rPr>
          <w:szCs w:val="24"/>
        </w:rPr>
        <w:tab/>
        <w:t>0.0</w:t>
      </w:r>
      <w:r>
        <w:rPr>
          <w:szCs w:val="24"/>
        </w:rPr>
        <w:tab/>
        <w:t>0.84</w:t>
      </w:r>
      <w:r w:rsidRPr="00B42F7B">
        <w:rPr>
          <w:szCs w:val="24"/>
        </w:rPr>
        <w:tab/>
        <w:t>297.2</w:t>
      </w:r>
    </w:p>
    <w:p w14:paraId="44E4834E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Sex</w:t>
      </w:r>
      <w:r>
        <w:rPr>
          <w:szCs w:val="24"/>
        </w:rPr>
        <w:t xml:space="preserve"> </w:t>
      </w:r>
      <w:r w:rsidRPr="00B42F7B">
        <w:rPr>
          <w:szCs w:val="24"/>
        </w:rPr>
        <w:t>(Male)</w:t>
      </w:r>
      <w:r w:rsidRPr="00B42F7B">
        <w:rPr>
          <w:szCs w:val="24"/>
        </w:rPr>
        <w:tab/>
        <w:t>-0.794</w:t>
      </w:r>
      <w:r>
        <w:rPr>
          <w:szCs w:val="24"/>
        </w:rPr>
        <w:t>4 ± 0.1543</w:t>
      </w:r>
      <w:r>
        <w:rPr>
          <w:szCs w:val="24"/>
        </w:rPr>
        <w:tab/>
        <w:t>-0.3042 ± 0.38</w:t>
      </w:r>
      <w:r>
        <w:rPr>
          <w:szCs w:val="24"/>
        </w:rPr>
        <w:tab/>
        <w:t>0.7</w:t>
      </w:r>
      <w:r>
        <w:rPr>
          <w:szCs w:val="24"/>
        </w:rPr>
        <w:tab/>
        <w:t>0.42</w:t>
      </w:r>
      <w:r w:rsidRPr="00B42F7B">
        <w:rPr>
          <w:szCs w:val="24"/>
        </w:rPr>
        <w:tab/>
        <w:t>296.6</w:t>
      </w:r>
    </w:p>
    <w:p w14:paraId="0D8E24A0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Breed</w:t>
      </w:r>
      <w:r>
        <w:rPr>
          <w:szCs w:val="24"/>
        </w:rPr>
        <w:t xml:space="preserve"> </w:t>
      </w:r>
      <w:r w:rsidRPr="00B42F7B">
        <w:rPr>
          <w:szCs w:val="24"/>
        </w:rPr>
        <w:t>(Indigenous)</w:t>
      </w:r>
      <w:r w:rsidRPr="00B42F7B">
        <w:rPr>
          <w:szCs w:val="24"/>
        </w:rPr>
        <w:tab/>
        <w:t>-1.1073 ± 0.1871</w:t>
      </w:r>
      <w:r w:rsidRPr="00B42F7B">
        <w:rPr>
          <w:szCs w:val="24"/>
        </w:rPr>
        <w:tab/>
        <w:t>0.6634 ± 0.29</w:t>
      </w:r>
      <w:r w:rsidRPr="00B42F7B">
        <w:rPr>
          <w:szCs w:val="24"/>
        </w:rPr>
        <w:tab/>
        <w:t>5.3</w:t>
      </w:r>
      <w:r w:rsidRPr="00B42F7B">
        <w:rPr>
          <w:szCs w:val="24"/>
        </w:rPr>
        <w:tab/>
        <w:t>0.02</w:t>
      </w:r>
      <w:r w:rsidRPr="00B42F7B">
        <w:rPr>
          <w:szCs w:val="24"/>
        </w:rPr>
        <w:tab/>
        <w:t>292.0</w:t>
      </w:r>
    </w:p>
    <w:p w14:paraId="211FC713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Altitude</w:t>
      </w:r>
      <w:r w:rsidRPr="00B42F7B">
        <w:rPr>
          <w:szCs w:val="24"/>
        </w:rPr>
        <w:tab/>
        <w:t>-1.9666 ± 0.5439</w:t>
      </w:r>
      <w:r w:rsidRPr="00B42F7B">
        <w:rPr>
          <w:szCs w:val="24"/>
        </w:rPr>
        <w:tab/>
        <w:t>0.0757 ± 0.03</w:t>
      </w:r>
      <w:r w:rsidRPr="00B42F7B">
        <w:rPr>
          <w:szCs w:val="24"/>
        </w:rPr>
        <w:tab/>
        <w:t>4.8</w:t>
      </w:r>
      <w:r w:rsidRPr="00B42F7B">
        <w:rPr>
          <w:szCs w:val="24"/>
        </w:rPr>
        <w:tab/>
        <w:t>0.03</w:t>
      </w:r>
      <w:r w:rsidRPr="00B42F7B">
        <w:rPr>
          <w:szCs w:val="24"/>
        </w:rPr>
        <w:tab/>
        <w:t>292.4</w:t>
      </w:r>
    </w:p>
    <w:p w14:paraId="5B24D92D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Latitude</w:t>
      </w:r>
      <w:r w:rsidRPr="00B42F7B">
        <w:rPr>
          <w:szCs w:val="24"/>
        </w:rPr>
        <w:tab/>
        <w:t>-14.867</w:t>
      </w:r>
      <w:r>
        <w:rPr>
          <w:szCs w:val="24"/>
        </w:rPr>
        <w:t>3 ± 22.4159</w:t>
      </w:r>
      <w:r>
        <w:rPr>
          <w:szCs w:val="24"/>
        </w:rPr>
        <w:tab/>
        <w:t>0.0516 ± 0.08</w:t>
      </w:r>
      <w:r>
        <w:rPr>
          <w:szCs w:val="24"/>
        </w:rPr>
        <w:tab/>
        <w:t>0.4</w:t>
      </w:r>
      <w:r>
        <w:rPr>
          <w:szCs w:val="24"/>
        </w:rPr>
        <w:tab/>
        <w:t>0.53</w:t>
      </w:r>
      <w:r w:rsidRPr="00B42F7B">
        <w:rPr>
          <w:szCs w:val="24"/>
        </w:rPr>
        <w:tab/>
        <w:t>296.8</w:t>
      </w:r>
    </w:p>
    <w:p w14:paraId="2FAC72CF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Longitude</w:t>
      </w:r>
      <w:r w:rsidRPr="00B42F7B">
        <w:rPr>
          <w:szCs w:val="24"/>
        </w:rPr>
        <w:tab/>
        <w:t>-101.979</w:t>
      </w:r>
      <w:r>
        <w:rPr>
          <w:szCs w:val="24"/>
        </w:rPr>
        <w:t>7 ± 80.3645</w:t>
      </w:r>
      <w:r>
        <w:rPr>
          <w:szCs w:val="24"/>
        </w:rPr>
        <w:tab/>
        <w:t>0.1105 ± 0.09</w:t>
      </w:r>
      <w:r>
        <w:rPr>
          <w:szCs w:val="24"/>
        </w:rPr>
        <w:tab/>
        <w:t>1.6</w:t>
      </w:r>
      <w:r>
        <w:rPr>
          <w:szCs w:val="24"/>
        </w:rPr>
        <w:tab/>
        <w:t>0.20</w:t>
      </w:r>
      <w:r w:rsidRPr="00B42F7B">
        <w:rPr>
          <w:szCs w:val="24"/>
        </w:rPr>
        <w:tab/>
        <w:t>295.6</w:t>
      </w:r>
    </w:p>
    <w:p w14:paraId="05BD326A" w14:textId="77777777" w:rsidR="00E6152A" w:rsidRPr="00B42F7B" w:rsidRDefault="00E6152A" w:rsidP="00E6152A">
      <w:pPr>
        <w:suppressLineNumbers/>
        <w:pBdr>
          <w:top w:val="single" w:sz="4" w:space="1" w:color="auto"/>
          <w:bottom w:val="single" w:sz="4" w:space="1" w:color="auto"/>
        </w:pBd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b/>
          <w:szCs w:val="24"/>
        </w:rPr>
      </w:pPr>
      <w:r w:rsidRPr="00B42F7B">
        <w:rPr>
          <w:b/>
          <w:i/>
          <w:iCs/>
          <w:szCs w:val="24"/>
        </w:rPr>
        <w:t>H. spinigera</w:t>
      </w:r>
      <w:r w:rsidRPr="00B42F7B">
        <w:rPr>
          <w:b/>
          <w:szCs w:val="24"/>
        </w:rPr>
        <w:t xml:space="preserve"> (n = 240)</w:t>
      </w:r>
    </w:p>
    <w:p w14:paraId="4643BD5C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Age</w:t>
      </w:r>
      <w:r>
        <w:rPr>
          <w:szCs w:val="24"/>
        </w:rPr>
        <w:t xml:space="preserve"> </w:t>
      </w:r>
      <w:r w:rsidRPr="00B42F7B">
        <w:rPr>
          <w:szCs w:val="24"/>
        </w:rPr>
        <w:t>(Young)</w:t>
      </w:r>
      <w:r w:rsidRPr="00B42F7B">
        <w:rPr>
          <w:szCs w:val="24"/>
        </w:rPr>
        <w:tab/>
        <w:t>-1.933</w:t>
      </w:r>
      <w:r>
        <w:rPr>
          <w:szCs w:val="24"/>
        </w:rPr>
        <w:t>4 ± 0.2231</w:t>
      </w:r>
      <w:r>
        <w:rPr>
          <w:szCs w:val="24"/>
        </w:rPr>
        <w:tab/>
        <w:t>-0.4274 ± 0.52</w:t>
      </w:r>
      <w:r>
        <w:rPr>
          <w:szCs w:val="24"/>
        </w:rPr>
        <w:tab/>
        <w:t>0.7</w:t>
      </w:r>
      <w:r>
        <w:rPr>
          <w:szCs w:val="24"/>
        </w:rPr>
        <w:tab/>
        <w:t>0.41</w:t>
      </w:r>
      <w:r w:rsidRPr="00B42F7B">
        <w:rPr>
          <w:szCs w:val="24"/>
        </w:rPr>
        <w:tab/>
        <w:t>176.2</w:t>
      </w:r>
    </w:p>
    <w:p w14:paraId="2FC45CBF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Sex</w:t>
      </w:r>
      <w:r>
        <w:rPr>
          <w:szCs w:val="24"/>
        </w:rPr>
        <w:t xml:space="preserve"> </w:t>
      </w:r>
      <w:r w:rsidRPr="00B42F7B">
        <w:rPr>
          <w:szCs w:val="24"/>
        </w:rPr>
        <w:t>(Male)</w:t>
      </w:r>
      <w:r w:rsidRPr="00B42F7B">
        <w:rPr>
          <w:szCs w:val="24"/>
        </w:rPr>
        <w:tab/>
        <w:t>-1.877</w:t>
      </w:r>
      <w:r>
        <w:rPr>
          <w:szCs w:val="24"/>
        </w:rPr>
        <w:t>7 ± 0.2106</w:t>
      </w:r>
      <w:r>
        <w:rPr>
          <w:szCs w:val="24"/>
        </w:rPr>
        <w:tab/>
        <w:t>-1.1668 ± 0.75</w:t>
      </w:r>
      <w:r>
        <w:rPr>
          <w:szCs w:val="24"/>
        </w:rPr>
        <w:tab/>
        <w:t>3.2</w:t>
      </w:r>
      <w:r>
        <w:rPr>
          <w:szCs w:val="24"/>
        </w:rPr>
        <w:tab/>
        <w:t>0.12</w:t>
      </w:r>
      <w:r w:rsidRPr="00B42F7B">
        <w:rPr>
          <w:szCs w:val="24"/>
        </w:rPr>
        <w:tab/>
        <w:t>173.7</w:t>
      </w:r>
    </w:p>
    <w:p w14:paraId="1B26DB90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Breed</w:t>
      </w:r>
      <w:r>
        <w:rPr>
          <w:szCs w:val="24"/>
        </w:rPr>
        <w:t xml:space="preserve"> </w:t>
      </w:r>
      <w:r w:rsidRPr="00B42F7B">
        <w:rPr>
          <w:szCs w:val="24"/>
        </w:rPr>
        <w:t>(Indigenous)</w:t>
      </w:r>
      <w:r w:rsidRPr="00B42F7B">
        <w:rPr>
          <w:szCs w:val="24"/>
        </w:rPr>
        <w:tab/>
        <w:t>-2.3767 ± 0.2899</w:t>
      </w:r>
      <w:r w:rsidRPr="00B42F7B">
        <w:rPr>
          <w:szCs w:val="24"/>
        </w:rPr>
        <w:tab/>
        <w:t>0.8081 ± 0.41</w:t>
      </w:r>
      <w:r w:rsidRPr="00B42F7B">
        <w:rPr>
          <w:szCs w:val="24"/>
        </w:rPr>
        <w:tab/>
        <w:t>4.0</w:t>
      </w:r>
      <w:r w:rsidRPr="00B42F7B">
        <w:rPr>
          <w:szCs w:val="24"/>
        </w:rPr>
        <w:tab/>
        <w:t>0.05</w:t>
      </w:r>
      <w:r w:rsidRPr="00B42F7B">
        <w:rPr>
          <w:szCs w:val="24"/>
        </w:rPr>
        <w:tab/>
        <w:t>173.0</w:t>
      </w:r>
    </w:p>
    <w:p w14:paraId="3CC1E46D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Altitude</w:t>
      </w:r>
      <w:r w:rsidRPr="00B42F7B">
        <w:rPr>
          <w:szCs w:val="24"/>
        </w:rPr>
        <w:tab/>
        <w:t>0.6114 ± 0.7245</w:t>
      </w:r>
      <w:r w:rsidRPr="00B42F7B">
        <w:rPr>
          <w:szCs w:val="24"/>
        </w:rPr>
        <w:tab/>
        <w:t>-0.1983 ± 0.06</w:t>
      </w:r>
      <w:r w:rsidRPr="00B42F7B">
        <w:rPr>
          <w:szCs w:val="24"/>
        </w:rPr>
        <w:tab/>
        <w:t>14.2</w:t>
      </w:r>
      <w:r w:rsidRPr="00B42F7B">
        <w:rPr>
          <w:szCs w:val="24"/>
        </w:rPr>
        <w:tab/>
        <w:t>0.0002</w:t>
      </w:r>
      <w:r w:rsidRPr="00B42F7B">
        <w:rPr>
          <w:szCs w:val="24"/>
        </w:rPr>
        <w:tab/>
        <w:t>162.7</w:t>
      </w:r>
    </w:p>
    <w:p w14:paraId="7564FD84" w14:textId="77777777" w:rsidR="00E6152A" w:rsidRPr="00B42F7B" w:rsidRDefault="00E6152A" w:rsidP="00E6152A">
      <w:pPr>
        <w:suppressLineNumbers/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Latitude</w:t>
      </w:r>
      <w:r w:rsidRPr="00B42F7B">
        <w:rPr>
          <w:szCs w:val="24"/>
        </w:rPr>
        <w:tab/>
        <w:t>7.6291 ± 31</w:t>
      </w:r>
      <w:r>
        <w:rPr>
          <w:szCs w:val="24"/>
        </w:rPr>
        <w:t>.9696</w:t>
      </w:r>
      <w:r>
        <w:rPr>
          <w:szCs w:val="24"/>
        </w:rPr>
        <w:tab/>
        <w:t>-0.0356 ± 0.12</w:t>
      </w:r>
      <w:r>
        <w:rPr>
          <w:szCs w:val="24"/>
        </w:rPr>
        <w:tab/>
        <w:t>0.1</w:t>
      </w:r>
      <w:r>
        <w:rPr>
          <w:szCs w:val="24"/>
        </w:rPr>
        <w:tab/>
        <w:t>0.76</w:t>
      </w:r>
      <w:r w:rsidRPr="00B42F7B">
        <w:rPr>
          <w:szCs w:val="24"/>
        </w:rPr>
        <w:tab/>
        <w:t>176.8</w:t>
      </w:r>
    </w:p>
    <w:p w14:paraId="3E5E9B94" w14:textId="77777777" w:rsidR="00E6152A" w:rsidRPr="00B42F7B" w:rsidRDefault="00E6152A" w:rsidP="00E6152A">
      <w:pPr>
        <w:suppressLineNumbers/>
        <w:pBdr>
          <w:bottom w:val="single" w:sz="4" w:space="1" w:color="auto"/>
        </w:pBd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Longitude</w:t>
      </w:r>
      <w:r w:rsidRPr="00B42F7B">
        <w:rPr>
          <w:szCs w:val="24"/>
        </w:rPr>
        <w:tab/>
        <w:t xml:space="preserve">29.1316 </w:t>
      </w:r>
      <w:r>
        <w:rPr>
          <w:szCs w:val="24"/>
        </w:rPr>
        <w:t>± 111.8207</w:t>
      </w:r>
      <w:r>
        <w:rPr>
          <w:szCs w:val="24"/>
        </w:rPr>
        <w:tab/>
        <w:t>-0.0341 ± 0.12</w:t>
      </w:r>
      <w:r>
        <w:rPr>
          <w:szCs w:val="24"/>
        </w:rPr>
        <w:tab/>
        <w:t>0.1</w:t>
      </w:r>
      <w:r>
        <w:rPr>
          <w:szCs w:val="24"/>
        </w:rPr>
        <w:tab/>
        <w:t>0.78</w:t>
      </w:r>
      <w:r w:rsidRPr="00B42F7B">
        <w:rPr>
          <w:szCs w:val="24"/>
        </w:rPr>
        <w:tab/>
        <w:t>176.8</w:t>
      </w:r>
    </w:p>
    <w:p w14:paraId="4E834286" w14:textId="77777777" w:rsidR="00E6152A" w:rsidRPr="00A23809" w:rsidRDefault="00E6152A" w:rsidP="00E6152A">
      <w:pPr>
        <w:tabs>
          <w:tab w:val="decimal" w:pos="2250"/>
          <w:tab w:val="decimal" w:pos="4590"/>
          <w:tab w:val="decimal" w:pos="6840"/>
          <w:tab w:val="decimal" w:pos="7650"/>
          <w:tab w:val="decimal" w:pos="9090"/>
        </w:tabs>
        <w:rPr>
          <w:szCs w:val="24"/>
        </w:rPr>
      </w:pPr>
      <w:r w:rsidRPr="00B42F7B">
        <w:rPr>
          <w:szCs w:val="24"/>
        </w:rPr>
        <w:t>Altitude = meters altitude/100; Latitude = degrees l</w:t>
      </w:r>
      <w:r>
        <w:rPr>
          <w:szCs w:val="24"/>
        </w:rPr>
        <w:t xml:space="preserve">atitude*10; Longitude = degrees </w:t>
      </w:r>
      <w:r w:rsidRPr="00B42F7B">
        <w:rPr>
          <w:szCs w:val="24"/>
        </w:rPr>
        <w:t>longitude*10</w:t>
      </w:r>
    </w:p>
    <w:p w14:paraId="117009BA" w14:textId="509BDEC5" w:rsidR="00E6152A" w:rsidRDefault="00E6152A" w:rsidP="00E6152A"/>
    <w:p w14:paraId="58A04101" w14:textId="77777777" w:rsidR="00EF04C2" w:rsidRDefault="00EF04C2" w:rsidP="00E6152A">
      <w:pPr>
        <w:rPr>
          <w:b/>
        </w:rPr>
      </w:pPr>
      <w:bookmarkStart w:id="6" w:name="_Toc54895609"/>
    </w:p>
    <w:p w14:paraId="3BC721E9" w14:textId="77777777" w:rsidR="00EF04C2" w:rsidRDefault="00EF04C2" w:rsidP="00E6152A">
      <w:pPr>
        <w:rPr>
          <w:b/>
        </w:rPr>
      </w:pPr>
    </w:p>
    <w:p w14:paraId="6B3D1B38" w14:textId="77777777" w:rsidR="00EF04C2" w:rsidRDefault="00EF04C2" w:rsidP="00E6152A">
      <w:pPr>
        <w:rPr>
          <w:b/>
        </w:rPr>
      </w:pPr>
    </w:p>
    <w:p w14:paraId="582C959E" w14:textId="77777777" w:rsidR="00EF04C2" w:rsidRDefault="00EF04C2" w:rsidP="00E6152A">
      <w:pPr>
        <w:rPr>
          <w:b/>
        </w:rPr>
      </w:pPr>
    </w:p>
    <w:p w14:paraId="0F85B812" w14:textId="77777777" w:rsidR="00EF04C2" w:rsidRDefault="00EF04C2" w:rsidP="00E6152A">
      <w:pPr>
        <w:rPr>
          <w:b/>
        </w:rPr>
      </w:pPr>
    </w:p>
    <w:p w14:paraId="08378180" w14:textId="08E33570" w:rsidR="00E6152A" w:rsidRPr="00EF04C2" w:rsidRDefault="00E6152A" w:rsidP="00E6152A">
      <w:pPr>
        <w:rPr>
          <w:bCs/>
        </w:rPr>
      </w:pPr>
      <w:r w:rsidRPr="00E6152A">
        <w:rPr>
          <w:b/>
        </w:rPr>
        <w:lastRenderedPageBreak/>
        <w:t xml:space="preserve">Table S2. </w:t>
      </w:r>
      <w:r w:rsidRPr="00EF04C2">
        <w:rPr>
          <w:bCs/>
        </w:rPr>
        <w:t>Variable contribution and permutation importance values obtained during the first MaxEnt run performed with all the variables for predicting tick species presence. Only variables that achieved values of more than 1% in both metrics are shown.</w:t>
      </w:r>
      <w:bookmarkEnd w:id="6"/>
    </w:p>
    <w:p w14:paraId="0D8CCD88" w14:textId="77777777" w:rsidR="00E6152A" w:rsidRPr="00B873F1" w:rsidRDefault="00E6152A" w:rsidP="00E6152A">
      <w:pPr>
        <w:rPr>
          <w:i/>
        </w:rPr>
      </w:pPr>
    </w:p>
    <w:tbl>
      <w:tblPr>
        <w:tblW w:w="722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  <w:gridCol w:w="2835"/>
      </w:tblGrid>
      <w:tr w:rsidR="00E6152A" w14:paraId="5467BCC9" w14:textId="77777777" w:rsidTr="00E6152A">
        <w:trPr>
          <w:trHeight w:val="36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C738" w14:textId="77777777" w:rsidR="00E6152A" w:rsidRPr="00E04B67" w:rsidRDefault="00E6152A" w:rsidP="00E6152A">
            <w:pPr>
              <w:spacing w:line="240" w:lineRule="auto"/>
              <w:rPr>
                <w:b/>
                <w:bCs/>
                <w:szCs w:val="24"/>
                <w:lang w:eastAsia="en-CA"/>
              </w:rPr>
            </w:pPr>
            <w:r w:rsidRPr="00E04B67">
              <w:rPr>
                <w:b/>
                <w:bCs/>
                <w:szCs w:val="24"/>
                <w:lang w:eastAsia="en-CA"/>
              </w:rPr>
              <w:t>Variable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8044" w14:textId="77777777" w:rsidR="00E6152A" w:rsidRPr="00E04B67" w:rsidRDefault="00E6152A" w:rsidP="00E6152A">
            <w:pPr>
              <w:spacing w:line="240" w:lineRule="auto"/>
              <w:rPr>
                <w:b/>
                <w:bCs/>
                <w:szCs w:val="24"/>
                <w:lang w:eastAsia="en-CA"/>
              </w:rPr>
            </w:pPr>
            <w:r w:rsidRPr="00E04B67">
              <w:rPr>
                <w:b/>
                <w:bCs/>
                <w:szCs w:val="24"/>
                <w:lang w:eastAsia="en-CA"/>
              </w:rPr>
              <w:t>% contribution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579122" w14:textId="77777777" w:rsidR="00E6152A" w:rsidRPr="00E04B67" w:rsidRDefault="00E6152A" w:rsidP="00E6152A">
            <w:pPr>
              <w:spacing w:line="240" w:lineRule="auto"/>
              <w:rPr>
                <w:b/>
                <w:bCs/>
                <w:szCs w:val="24"/>
                <w:lang w:eastAsia="en-CA"/>
              </w:rPr>
            </w:pPr>
            <w:r w:rsidRPr="00E04B67">
              <w:rPr>
                <w:b/>
                <w:bCs/>
                <w:szCs w:val="24"/>
                <w:lang w:eastAsia="en-CA"/>
              </w:rPr>
              <w:t>Permutation importance</w:t>
            </w:r>
          </w:p>
        </w:tc>
      </w:tr>
      <w:tr w:rsidR="00E6152A" w14:paraId="0AC64B89" w14:textId="77777777" w:rsidTr="00E6152A">
        <w:trPr>
          <w:trHeight w:val="36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5964" w14:textId="77777777" w:rsidR="00E6152A" w:rsidRPr="00E04B67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E04B67">
              <w:rPr>
                <w:b/>
                <w:bCs/>
                <w:i/>
                <w:szCs w:val="24"/>
                <w:lang w:eastAsia="en-CA"/>
              </w:rPr>
              <w:t xml:space="preserve">R. microplus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A2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8B45FA7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</w:tr>
      <w:tr w:rsidR="00E6152A" w14:paraId="568A839F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44C6D4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LULC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094AE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44.1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68C7C55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28.5</w:t>
            </w:r>
          </w:p>
        </w:tc>
      </w:tr>
      <w:tr w:rsidR="00E6152A" w14:paraId="433E0CC9" w14:textId="77777777" w:rsidTr="00E6152A">
        <w:trPr>
          <w:trHeight w:val="360"/>
        </w:trPr>
        <w:tc>
          <w:tcPr>
            <w:tcW w:w="24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AE85430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18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DF27EB7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42.6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  <w:vAlign w:val="bottom"/>
            <w:hideMark/>
          </w:tcPr>
          <w:p w14:paraId="3AF4250C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24.5</w:t>
            </w:r>
          </w:p>
        </w:tc>
      </w:tr>
      <w:tr w:rsidR="00E6152A" w14:paraId="2FE5D40C" w14:textId="77777777" w:rsidTr="00E6152A">
        <w:trPr>
          <w:trHeight w:val="360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432D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DEM_SRTM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EC1D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9.6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11CFB6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28.2</w:t>
            </w:r>
          </w:p>
        </w:tc>
      </w:tr>
      <w:tr w:rsidR="00E6152A" w14:paraId="1EF49D9A" w14:textId="77777777" w:rsidTr="00E6152A">
        <w:trPr>
          <w:trHeight w:val="36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8F3A" w14:textId="77777777" w:rsidR="00E6152A" w:rsidRPr="00E04B67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E04B67">
              <w:rPr>
                <w:b/>
                <w:bCs/>
                <w:i/>
                <w:szCs w:val="24"/>
                <w:lang w:eastAsia="en-CA"/>
              </w:rPr>
              <w:t>R. haemaphysaloides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66C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A2DED4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</w:tr>
      <w:tr w:rsidR="00E6152A" w14:paraId="0C4CB447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94EEA7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LULC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86E3E6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47.8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8E1DF9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8</w:t>
            </w:r>
          </w:p>
        </w:tc>
      </w:tr>
      <w:tr w:rsidR="00E6152A" w14:paraId="1B0D6B53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5ACAF47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CD2C6D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31.6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2E58B1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24.5</w:t>
            </w:r>
          </w:p>
        </w:tc>
      </w:tr>
      <w:tr w:rsidR="00E6152A" w14:paraId="2C09FE6C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CDB0DA4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A73927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7.2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C48484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31.1</w:t>
            </w:r>
          </w:p>
        </w:tc>
      </w:tr>
      <w:tr w:rsidR="00E6152A" w14:paraId="599DA237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6725046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7E5B81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2.1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C89480B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28.9</w:t>
            </w:r>
          </w:p>
        </w:tc>
      </w:tr>
      <w:tr w:rsidR="00E6152A" w14:paraId="3D3255BC" w14:textId="77777777" w:rsidTr="00E6152A">
        <w:trPr>
          <w:trHeight w:val="360"/>
        </w:trPr>
        <w:tc>
          <w:tcPr>
            <w:tcW w:w="24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F64F81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DEM_SRTM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F8F4C1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  <w:vAlign w:val="bottom"/>
            <w:hideMark/>
          </w:tcPr>
          <w:p w14:paraId="2767339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1.7</w:t>
            </w:r>
          </w:p>
        </w:tc>
      </w:tr>
      <w:tr w:rsidR="00E6152A" w14:paraId="6FFC8F2C" w14:textId="77777777" w:rsidTr="00E6152A">
        <w:trPr>
          <w:trHeight w:val="360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E42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8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0090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1.7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1252BB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25.1</w:t>
            </w:r>
          </w:p>
        </w:tc>
      </w:tr>
      <w:tr w:rsidR="00E6152A" w14:paraId="1EE5553F" w14:textId="77777777" w:rsidTr="00E6152A">
        <w:trPr>
          <w:trHeight w:val="36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7083" w14:textId="77777777" w:rsidR="00E6152A" w:rsidRPr="00E04B67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E04B67">
              <w:rPr>
                <w:b/>
                <w:bCs/>
                <w:i/>
                <w:szCs w:val="24"/>
                <w:lang w:eastAsia="en-CA"/>
              </w:rPr>
              <w:t>H. bispinosa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303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E20E45C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</w:tr>
      <w:tr w:rsidR="00E6152A" w14:paraId="3D48AFE0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F0411B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LULC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28DD1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63.9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CB7ABDA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39.9</w:t>
            </w:r>
          </w:p>
        </w:tc>
      </w:tr>
      <w:tr w:rsidR="00E6152A" w14:paraId="5786C558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88FEA82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2457AB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25.1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43F7C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24</w:t>
            </w:r>
          </w:p>
        </w:tc>
      </w:tr>
      <w:tr w:rsidR="00E6152A" w14:paraId="6DE4AA57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84DB8A1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B0D567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4.2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2F78CE4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9</w:t>
            </w:r>
          </w:p>
        </w:tc>
      </w:tr>
      <w:tr w:rsidR="00E6152A" w14:paraId="5A667516" w14:textId="77777777" w:rsidTr="00E6152A">
        <w:trPr>
          <w:trHeight w:val="360"/>
        </w:trPr>
        <w:tc>
          <w:tcPr>
            <w:tcW w:w="24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867CF8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11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192666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3.9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  <w:vAlign w:val="bottom"/>
            <w:hideMark/>
          </w:tcPr>
          <w:p w14:paraId="286F8C4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3.1</w:t>
            </w:r>
          </w:p>
        </w:tc>
      </w:tr>
      <w:tr w:rsidR="00E6152A" w14:paraId="5C313EDD" w14:textId="77777777" w:rsidTr="00E6152A">
        <w:trPr>
          <w:trHeight w:val="360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A449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16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4F7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</w:t>
            </w:r>
            <w:r w:rsidRPr="00E04B67">
              <w:rPr>
                <w:bCs/>
                <w:szCs w:val="24"/>
                <w:lang w:eastAsia="en-CA"/>
              </w:rPr>
              <w:t>1.2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69BAD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 </w:t>
            </w:r>
            <w:r w:rsidRPr="00E04B67">
              <w:rPr>
                <w:bCs/>
                <w:szCs w:val="24"/>
                <w:lang w:eastAsia="en-CA"/>
              </w:rPr>
              <w:t>9.4</w:t>
            </w:r>
          </w:p>
        </w:tc>
      </w:tr>
      <w:tr w:rsidR="00E6152A" w14:paraId="1E1B40E7" w14:textId="77777777" w:rsidTr="00E6152A">
        <w:trPr>
          <w:trHeight w:val="36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9B32" w14:textId="77777777" w:rsidR="00E6152A" w:rsidRPr="00E04B67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E04B67">
              <w:rPr>
                <w:b/>
                <w:bCs/>
                <w:i/>
                <w:szCs w:val="24"/>
                <w:lang w:eastAsia="en-CA"/>
              </w:rPr>
              <w:t>H. spinigera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B11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F1AB19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</w:tr>
      <w:tr w:rsidR="00E6152A" w14:paraId="4D517C32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69591F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0EA055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29.7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329954C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55.7</w:t>
            </w:r>
          </w:p>
        </w:tc>
      </w:tr>
      <w:tr w:rsidR="00E6152A" w14:paraId="0894DB54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A16771C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LULC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E44B0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22.4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32048C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11.7</w:t>
            </w:r>
          </w:p>
        </w:tc>
      </w:tr>
      <w:tr w:rsidR="00E6152A" w14:paraId="75670B1F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1AEE19C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120211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10.1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6E62003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6.6</w:t>
            </w:r>
          </w:p>
        </w:tc>
      </w:tr>
      <w:tr w:rsidR="00E6152A" w14:paraId="2B819301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D22A42B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500BB80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3.5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825C19F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2.3</w:t>
            </w:r>
          </w:p>
        </w:tc>
      </w:tr>
      <w:tr w:rsidR="00E6152A" w14:paraId="37DE70A1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4F16794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1F66EA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2.8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BBC0A28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5.2</w:t>
            </w:r>
          </w:p>
        </w:tc>
      </w:tr>
      <w:tr w:rsidR="00E6152A" w14:paraId="45E7F128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B93B0F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F9FEAE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2.5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0AC1D2B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5</w:t>
            </w:r>
          </w:p>
        </w:tc>
      </w:tr>
      <w:tr w:rsidR="00E6152A" w14:paraId="3D76735C" w14:textId="77777777" w:rsidTr="00E6152A">
        <w:trPr>
          <w:trHeight w:val="360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E1B7301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E04B67">
              <w:rPr>
                <w:bCs/>
                <w:szCs w:val="24"/>
                <w:lang w:eastAsia="en-CA"/>
              </w:rPr>
              <w:t>Bio 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17E7A6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</w:t>
            </w:r>
            <w:r w:rsidRPr="00E04B67">
              <w:rPr>
                <w:bCs/>
                <w:szCs w:val="24"/>
                <w:lang w:eastAsia="en-CA"/>
              </w:rPr>
              <w:t>2.2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61E8F90" w14:textId="77777777" w:rsidR="00E6152A" w:rsidRPr="00E04B67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>
              <w:rPr>
                <w:bCs/>
                <w:szCs w:val="24"/>
                <w:lang w:eastAsia="en-CA"/>
              </w:rPr>
              <w:t xml:space="preserve">             </w:t>
            </w:r>
            <w:r w:rsidRPr="00E04B67">
              <w:rPr>
                <w:bCs/>
                <w:szCs w:val="24"/>
                <w:lang w:eastAsia="en-CA"/>
              </w:rPr>
              <w:t>13.2</w:t>
            </w:r>
          </w:p>
        </w:tc>
      </w:tr>
    </w:tbl>
    <w:p w14:paraId="0434676B" w14:textId="77777777" w:rsidR="00E6152A" w:rsidRDefault="00E6152A" w:rsidP="00E6152A">
      <w:pPr>
        <w:spacing w:after="60"/>
        <w:contextualSpacing/>
        <w:rPr>
          <w:szCs w:val="24"/>
        </w:rPr>
      </w:pPr>
    </w:p>
    <w:p w14:paraId="697022ED" w14:textId="77777777" w:rsidR="00E6152A" w:rsidRDefault="00E6152A" w:rsidP="00E6152A"/>
    <w:p w14:paraId="64DBBCA7" w14:textId="77777777" w:rsidR="00E6152A" w:rsidRDefault="00E6152A" w:rsidP="00E6152A">
      <w:pPr>
        <w:rPr>
          <w:b/>
        </w:rPr>
      </w:pPr>
      <w:bookmarkStart w:id="7" w:name="_Toc48325545"/>
      <w:bookmarkStart w:id="8" w:name="_Toc54895610"/>
    </w:p>
    <w:p w14:paraId="0022B337" w14:textId="77777777" w:rsidR="00E6152A" w:rsidRDefault="00E6152A" w:rsidP="00E6152A">
      <w:pPr>
        <w:rPr>
          <w:b/>
        </w:rPr>
      </w:pPr>
    </w:p>
    <w:p w14:paraId="6FAA0759" w14:textId="77777777" w:rsidR="00E6152A" w:rsidRDefault="00E6152A" w:rsidP="00E6152A">
      <w:pPr>
        <w:rPr>
          <w:b/>
        </w:rPr>
      </w:pPr>
    </w:p>
    <w:p w14:paraId="2FF50EBA" w14:textId="77777777" w:rsidR="00E6152A" w:rsidRDefault="00E6152A" w:rsidP="00E6152A">
      <w:pPr>
        <w:rPr>
          <w:b/>
        </w:rPr>
      </w:pPr>
    </w:p>
    <w:p w14:paraId="24AFBD9A" w14:textId="77777777" w:rsidR="00E6152A" w:rsidRDefault="00E6152A" w:rsidP="00E6152A">
      <w:pPr>
        <w:rPr>
          <w:b/>
        </w:rPr>
      </w:pPr>
    </w:p>
    <w:p w14:paraId="6C0DAAB1" w14:textId="77777777" w:rsidR="00E6152A" w:rsidRDefault="00E6152A" w:rsidP="00E6152A">
      <w:pPr>
        <w:rPr>
          <w:b/>
        </w:rPr>
      </w:pPr>
    </w:p>
    <w:p w14:paraId="30CA4752" w14:textId="571A7246" w:rsidR="00E6152A" w:rsidRPr="00EF04C2" w:rsidRDefault="00E6152A" w:rsidP="00E6152A">
      <w:pPr>
        <w:rPr>
          <w:bCs/>
        </w:rPr>
      </w:pPr>
      <w:r w:rsidRPr="00E6152A">
        <w:rPr>
          <w:b/>
        </w:rPr>
        <w:lastRenderedPageBreak/>
        <w:t>Table</w:t>
      </w:r>
      <w:r w:rsidR="00303189">
        <w:rPr>
          <w:b/>
        </w:rPr>
        <w:t xml:space="preserve"> S3</w:t>
      </w:r>
      <w:r w:rsidRPr="00E6152A">
        <w:rPr>
          <w:b/>
        </w:rPr>
        <w:t xml:space="preserve">. </w:t>
      </w:r>
      <w:r w:rsidRPr="00EF04C2">
        <w:rPr>
          <w:bCs/>
        </w:rPr>
        <w:t>Correlation matrix showing Spearman correlation coefficient (r</w:t>
      </w:r>
      <w:r w:rsidRPr="00EF04C2">
        <w:rPr>
          <w:bCs/>
          <w:vertAlign w:val="subscript"/>
        </w:rPr>
        <w:t>s</w:t>
      </w:r>
      <w:r w:rsidRPr="00EF04C2">
        <w:rPr>
          <w:bCs/>
        </w:rPr>
        <w:t>) for variables that achieved more than 1% contribution and permutation importance in the first MaxEnt run for all tick species.</w:t>
      </w:r>
      <w:bookmarkEnd w:id="7"/>
      <w:bookmarkEnd w:id="8"/>
      <w:r w:rsidRPr="00EF04C2">
        <w:rPr>
          <w:bCs/>
        </w:rPr>
        <w:t xml:space="preserve">  </w:t>
      </w:r>
    </w:p>
    <w:p w14:paraId="3FEC2ABB" w14:textId="77777777" w:rsidR="00E6152A" w:rsidRPr="00E6152A" w:rsidRDefault="00E6152A" w:rsidP="00E6152A">
      <w:pPr>
        <w:rPr>
          <w:b/>
          <w:i/>
        </w:rPr>
      </w:pPr>
    </w:p>
    <w:tbl>
      <w:tblPr>
        <w:tblW w:w="803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992"/>
        <w:gridCol w:w="993"/>
        <w:gridCol w:w="992"/>
        <w:gridCol w:w="1134"/>
        <w:gridCol w:w="1523"/>
      </w:tblGrid>
      <w:tr w:rsidR="00E6152A" w14:paraId="4D6D737B" w14:textId="77777777" w:rsidTr="00E6152A">
        <w:trPr>
          <w:trHeight w:val="315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F525" w14:textId="77777777" w:rsidR="00E6152A" w:rsidRPr="00A621B8" w:rsidRDefault="00E6152A" w:rsidP="00E6152A">
            <w:pPr>
              <w:spacing w:line="240" w:lineRule="auto"/>
              <w:rPr>
                <w:b/>
                <w:bCs/>
                <w:szCs w:val="24"/>
                <w:lang w:eastAsia="en-CA"/>
              </w:rPr>
            </w:pPr>
            <w:r w:rsidRPr="00A621B8">
              <w:rPr>
                <w:b/>
                <w:bCs/>
                <w:szCs w:val="24"/>
                <w:lang w:eastAsia="en-CA"/>
              </w:rPr>
              <w:t>Variables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7CE9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C2C5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EE63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183D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D8EB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</w:tr>
      <w:tr w:rsidR="00E6152A" w14:paraId="293855C7" w14:textId="77777777" w:rsidTr="00E6152A">
        <w:trPr>
          <w:trHeight w:val="315"/>
        </w:trPr>
        <w:tc>
          <w:tcPr>
            <w:tcW w:w="240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AF413CA" w14:textId="77777777" w:rsidR="00E6152A" w:rsidRPr="00A621B8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A621B8">
              <w:rPr>
                <w:b/>
                <w:bCs/>
                <w:i/>
                <w:szCs w:val="24"/>
                <w:lang w:eastAsia="en-CA"/>
              </w:rPr>
              <w:t>R. microplus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0A831FC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F923EED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884F4A6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FAA4E7B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391BE25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DEM_SRTM</w:t>
            </w:r>
          </w:p>
        </w:tc>
      </w:tr>
      <w:tr w:rsidR="00E6152A" w14:paraId="375B041F" w14:textId="77777777" w:rsidTr="00E6152A">
        <w:trPr>
          <w:trHeight w:val="315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7FF1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39C9" w14:textId="77777777" w:rsidR="00E6152A" w:rsidRPr="00A621B8" w:rsidRDefault="00E6152A" w:rsidP="00E6152A">
            <w:pPr>
              <w:spacing w:line="240" w:lineRule="auto"/>
              <w:jc w:val="right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A9F6" w14:textId="77777777" w:rsidR="00E6152A" w:rsidRPr="00A621B8" w:rsidRDefault="00E6152A" w:rsidP="00E6152A">
            <w:pPr>
              <w:spacing w:line="240" w:lineRule="auto"/>
              <w:jc w:val="right"/>
              <w:rPr>
                <w:bCs/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2951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F84B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365B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-0.93</w:t>
            </w:r>
          </w:p>
        </w:tc>
      </w:tr>
      <w:tr w:rsidR="00E6152A" w14:paraId="281EC365" w14:textId="77777777" w:rsidTr="00E6152A">
        <w:trPr>
          <w:trHeight w:val="315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E28B" w14:textId="77777777" w:rsidR="00E6152A" w:rsidRPr="00A621B8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A621B8">
              <w:rPr>
                <w:b/>
                <w:bCs/>
                <w:i/>
                <w:szCs w:val="24"/>
                <w:lang w:eastAsia="en-CA"/>
              </w:rPr>
              <w:t>R. haemaphysaloides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BAB3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347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>
              <w:rPr>
                <w:szCs w:val="24"/>
                <w:lang w:eastAsia="en-CA"/>
              </w:rPr>
              <w:t xml:space="preserve">Bio 16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0E4B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5061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8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59E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DEM_SRTM</w:t>
            </w:r>
          </w:p>
        </w:tc>
      </w:tr>
      <w:tr w:rsidR="00E6152A" w14:paraId="4E8C3BB6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3F3AB051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18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8AD6DC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E61A20A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>
              <w:rPr>
                <w:szCs w:val="24"/>
                <w:lang w:eastAsia="en-CA"/>
              </w:rPr>
              <w:t xml:space="preserve">    </w:t>
            </w:r>
            <w:r w:rsidRPr="00A621B8">
              <w:rPr>
                <w:szCs w:val="24"/>
                <w:lang w:eastAsia="en-C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925DF5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2B517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0.91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14:paraId="7CE0939F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-0.94</w:t>
            </w:r>
          </w:p>
        </w:tc>
      </w:tr>
      <w:tr w:rsidR="00E6152A" w14:paraId="05D79DED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74DBA62E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16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833696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29D1E65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7E8D3D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5FD641B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0.91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14:paraId="54F63EE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-0.94</w:t>
            </w:r>
          </w:p>
        </w:tc>
      </w:tr>
      <w:tr w:rsidR="00E6152A" w14:paraId="6BA8CB8A" w14:textId="77777777" w:rsidTr="00E6152A">
        <w:trPr>
          <w:trHeight w:val="315"/>
        </w:trPr>
        <w:tc>
          <w:tcPr>
            <w:tcW w:w="24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BD2528F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10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EB5FA0A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76460D0C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786F8722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9A0144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1</w:t>
            </w:r>
          </w:p>
        </w:tc>
        <w:tc>
          <w:tcPr>
            <w:tcW w:w="152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D366AB7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-0.99</w:t>
            </w:r>
          </w:p>
        </w:tc>
      </w:tr>
      <w:tr w:rsidR="00E6152A" w14:paraId="73A238BB" w14:textId="77777777" w:rsidTr="00E6152A">
        <w:trPr>
          <w:trHeight w:val="315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5DE6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8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28A2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638DCA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436E66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EF2E1A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C85643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-0.98</w:t>
            </w:r>
          </w:p>
        </w:tc>
      </w:tr>
      <w:tr w:rsidR="00E6152A" w14:paraId="4BE42BD4" w14:textId="77777777" w:rsidTr="00E6152A">
        <w:trPr>
          <w:trHeight w:val="315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4975" w14:textId="77777777" w:rsidR="00E6152A" w:rsidRPr="00A621B8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A621B8">
              <w:rPr>
                <w:b/>
                <w:bCs/>
                <w:i/>
                <w:szCs w:val="24"/>
                <w:lang w:eastAsia="en-CA"/>
              </w:rPr>
              <w:t>H. bispinosa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DA2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0366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5C36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5CB6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11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6478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16</w:t>
            </w:r>
          </w:p>
        </w:tc>
      </w:tr>
      <w:tr w:rsidR="00E6152A" w14:paraId="5CE6720D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0B7254DC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18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2E448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07C941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C0B721" w14:textId="77777777" w:rsidR="00E6152A" w:rsidRPr="00A621B8" w:rsidRDefault="00E6152A" w:rsidP="00E6152A">
            <w:pPr>
              <w:spacing w:line="240" w:lineRule="auto"/>
              <w:jc w:val="center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3E31C7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0.96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14:paraId="54084907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0.98</w:t>
            </w:r>
          </w:p>
        </w:tc>
      </w:tr>
      <w:tr w:rsidR="00E6152A" w14:paraId="0F6D589B" w14:textId="77777777" w:rsidTr="00E6152A">
        <w:trPr>
          <w:trHeight w:val="315"/>
        </w:trPr>
        <w:tc>
          <w:tcPr>
            <w:tcW w:w="24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FB234C4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12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29F071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9DFC68F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48D1478C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FB2996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0.97</w:t>
            </w:r>
          </w:p>
        </w:tc>
        <w:tc>
          <w:tcPr>
            <w:tcW w:w="152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1B3F291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1</w:t>
            </w:r>
          </w:p>
        </w:tc>
      </w:tr>
      <w:tr w:rsidR="00E6152A" w14:paraId="779B5682" w14:textId="77777777" w:rsidTr="00E6152A">
        <w:trPr>
          <w:trHeight w:val="315"/>
        </w:trPr>
        <w:tc>
          <w:tcPr>
            <w:tcW w:w="24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E110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11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9D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4DA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38E3A0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813070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2C252F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0.96</w:t>
            </w:r>
          </w:p>
        </w:tc>
      </w:tr>
      <w:tr w:rsidR="00E6152A" w14:paraId="717B5CCC" w14:textId="77777777" w:rsidTr="00E6152A">
        <w:trPr>
          <w:trHeight w:val="315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C2A6" w14:textId="77777777" w:rsidR="00E6152A" w:rsidRPr="00A621B8" w:rsidRDefault="00E6152A" w:rsidP="00E6152A">
            <w:pPr>
              <w:spacing w:line="240" w:lineRule="auto"/>
              <w:rPr>
                <w:b/>
                <w:bCs/>
                <w:i/>
                <w:szCs w:val="24"/>
                <w:lang w:eastAsia="en-CA"/>
              </w:rPr>
            </w:pPr>
            <w:r w:rsidRPr="00A621B8">
              <w:rPr>
                <w:b/>
                <w:bCs/>
                <w:i/>
                <w:szCs w:val="24"/>
                <w:lang w:eastAsia="en-CA"/>
              </w:rPr>
              <w:t>H. spinigera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12E1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FA88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2778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E4B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11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3C13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>Bio 16</w:t>
            </w:r>
          </w:p>
        </w:tc>
      </w:tr>
      <w:tr w:rsidR="00E6152A" w14:paraId="07D779BC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24A3EB48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19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85F5A9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0.85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12E1955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8E898D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3FBE7C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0.97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137B9A3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0.84</w:t>
            </w:r>
          </w:p>
        </w:tc>
      </w:tr>
      <w:tr w:rsidR="00E6152A" w14:paraId="47C238E5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7065E7A7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12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74E104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EE906EE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BBC64D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B3834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</w:t>
            </w:r>
            <w:r>
              <w:rPr>
                <w:szCs w:val="24"/>
                <w:lang w:eastAsia="en-CA"/>
              </w:rPr>
              <w:t>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63BF94F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1</w:t>
            </w:r>
          </w:p>
        </w:tc>
      </w:tr>
      <w:tr w:rsidR="00E6152A" w14:paraId="5A6D663C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010D8462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17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9C593F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18C830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C4BA06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2130D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0.97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365AF4C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0.84</w:t>
            </w:r>
          </w:p>
        </w:tc>
      </w:tr>
      <w:tr w:rsidR="00E6152A" w14:paraId="5F3F564A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31F7F3E0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8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539751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E0C814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68964F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5B360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0.96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6034A8DF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0.77</w:t>
            </w:r>
          </w:p>
        </w:tc>
      </w:tr>
      <w:tr w:rsidR="00E6152A" w14:paraId="7B8FDD99" w14:textId="77777777" w:rsidTr="00E6152A">
        <w:trPr>
          <w:trHeight w:val="315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1BDE4893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  <w:r w:rsidRPr="00A621B8">
              <w:rPr>
                <w:bCs/>
                <w:szCs w:val="24"/>
                <w:lang w:eastAsia="en-CA"/>
              </w:rPr>
              <w:t xml:space="preserve">Bio 11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92F443" w14:textId="77777777" w:rsidR="00E6152A" w:rsidRPr="00A621B8" w:rsidRDefault="00E6152A" w:rsidP="00E6152A">
            <w:pPr>
              <w:spacing w:line="240" w:lineRule="auto"/>
              <w:rPr>
                <w:bCs/>
                <w:szCs w:val="24"/>
                <w:lang w:eastAsia="en-C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B18568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57C32C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E72109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20EB3D00" w14:textId="77777777" w:rsidR="00E6152A" w:rsidRPr="00A621B8" w:rsidRDefault="00E6152A" w:rsidP="00E6152A">
            <w:pPr>
              <w:spacing w:line="240" w:lineRule="auto"/>
              <w:rPr>
                <w:szCs w:val="24"/>
                <w:lang w:eastAsia="en-CA"/>
              </w:rPr>
            </w:pPr>
            <w:r w:rsidRPr="00A621B8">
              <w:rPr>
                <w:szCs w:val="24"/>
                <w:lang w:eastAsia="en-CA"/>
              </w:rPr>
              <w:t>0.89</w:t>
            </w:r>
          </w:p>
        </w:tc>
      </w:tr>
    </w:tbl>
    <w:p w14:paraId="43107F1E" w14:textId="6E78F728" w:rsidR="00303189" w:rsidRDefault="00303189" w:rsidP="00303189"/>
    <w:p w14:paraId="46915C3F" w14:textId="408872BE" w:rsidR="00E6152A" w:rsidRPr="00EF04C2" w:rsidRDefault="00303189" w:rsidP="00303189">
      <w:r w:rsidRPr="00303189">
        <w:rPr>
          <w:b/>
          <w:bCs/>
        </w:rPr>
        <w:t xml:space="preserve">Table S4. </w:t>
      </w:r>
      <w:r w:rsidRPr="00EF04C2">
        <w:t xml:space="preserve">MaxEnt models developed for predicting tick species occurrence in eastern Bhutan. </w:t>
      </w:r>
      <w:r w:rsidR="00E6152A" w:rsidRPr="00EF04C2">
        <w:t>Table shows variables included into each different model. Variables, percent contribution (%), permutation importance (PI), AUC (training and testing), correlation (training and testing), corrected AIC, delta (</w:t>
      </w:r>
      <w:r w:rsidR="00E6152A" w:rsidRPr="00EF04C2">
        <w:rPr>
          <w:lang w:eastAsia="en-CA"/>
        </w:rPr>
        <w:t>Δ)</w:t>
      </w:r>
      <w:r w:rsidR="00E6152A" w:rsidRPr="00EF04C2">
        <w:t>, Akaike weights (</w:t>
      </w:r>
      <w:r w:rsidR="00E6152A" w:rsidRPr="00EF04C2">
        <w:rPr>
          <w:lang w:eastAsia="en-CA"/>
        </w:rPr>
        <w:t>ω)</w:t>
      </w:r>
      <w:r w:rsidR="00E6152A" w:rsidRPr="00EF04C2">
        <w:t xml:space="preserve"> and number of parameters (P) for each different model are given. The best model for each tick species is highlighted in bold. </w:t>
      </w:r>
    </w:p>
    <w:p w14:paraId="518CCA35" w14:textId="77777777" w:rsidR="00E6152A" w:rsidRPr="00EF04C2" w:rsidRDefault="00E6152A" w:rsidP="00303189">
      <w:pPr>
        <w:rPr>
          <w:lang w:val="en-CA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883"/>
        <w:gridCol w:w="1478"/>
        <w:gridCol w:w="621"/>
        <w:gridCol w:w="621"/>
        <w:gridCol w:w="783"/>
        <w:gridCol w:w="783"/>
        <w:gridCol w:w="801"/>
        <w:gridCol w:w="936"/>
        <w:gridCol w:w="969"/>
        <w:gridCol w:w="737"/>
        <w:gridCol w:w="748"/>
        <w:gridCol w:w="599"/>
      </w:tblGrid>
      <w:tr w:rsidR="00E6152A" w:rsidRPr="008A3175" w14:paraId="7D1CFAAF" w14:textId="77777777" w:rsidTr="00E6152A">
        <w:trPr>
          <w:trHeight w:val="634"/>
        </w:trPr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2D9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Model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E27C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variable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7D91F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 xml:space="preserve">% 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550E7D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PI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19AAE0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Train AUC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BD289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Train Cor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CA30AB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Test AUC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BA02D6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Test Cor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0BA91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AICc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6330B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 xml:space="preserve"> Δ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00B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 xml:space="preserve">  ω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95990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P</w:t>
            </w:r>
          </w:p>
        </w:tc>
      </w:tr>
      <w:tr w:rsidR="00E6152A" w:rsidRPr="008A3175" w14:paraId="453EBD13" w14:textId="77777777" w:rsidTr="00E6152A">
        <w:trPr>
          <w:trHeight w:val="297"/>
        </w:trPr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F48C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i/>
                <w:iCs/>
              </w:rPr>
              <w:t>R. microplus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B78B21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615C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539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EC80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1CD2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CE31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4BBB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651C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36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528E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0852587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5C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RM_A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B9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21EC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27B07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4DA9B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0.804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888E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C4BE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0.809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DF65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3FC9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3093.02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2A6F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8.67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FC1C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D9C5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</w:t>
            </w:r>
          </w:p>
        </w:tc>
      </w:tr>
      <w:tr w:rsidR="00E6152A" w:rsidRPr="008A3175" w14:paraId="2E0217F0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EFD9B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24D5B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CAC2D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42.8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4514E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E2E82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4407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1D82B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D05C4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150DB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FB54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5F5C4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06E99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E752D95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24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B2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54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12.6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19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45.9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58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E6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5E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1C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9C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F8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8C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56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F54405E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91A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RM_B1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B74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C3F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56.1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6B71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76.4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94E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0.803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960683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0C8E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0.809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6D5FC0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0.39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437C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3084.35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B3E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862D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0.99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3D5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15</w:t>
            </w:r>
          </w:p>
        </w:tc>
      </w:tr>
      <w:tr w:rsidR="00E6152A" w:rsidRPr="008A3175" w14:paraId="26DD9E2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4976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22A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863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43.9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C260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23.6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A0E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2BE1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BF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979A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4A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72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23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12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E72AABB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79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RM_B2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CE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30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3B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8A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0.774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AD06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0.46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73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0.795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AF446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24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3140.95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18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56.6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2B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8E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</w:t>
            </w:r>
          </w:p>
        </w:tc>
      </w:tr>
      <w:tr w:rsidR="00E6152A" w:rsidRPr="008A3175" w14:paraId="5137EF8F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B0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E0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79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49.1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BD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65.4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4D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5366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D3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24A5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19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A1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20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CE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A5B589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13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RM_B3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75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6B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55.7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CE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88.5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47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0.782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19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17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0.765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39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0.177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4C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3535.91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F8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451.6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17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2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</w:tr>
      <w:tr w:rsidR="00E6152A" w:rsidRPr="008A3175" w14:paraId="50277F4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40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F7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62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D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1E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89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65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8D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AF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31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C2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7E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FA1E41A" w14:textId="77777777" w:rsidTr="00E6152A">
        <w:trPr>
          <w:trHeight w:val="297"/>
        </w:trPr>
        <w:tc>
          <w:tcPr>
            <w:tcW w:w="2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187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i/>
                <w:iCs/>
              </w:rPr>
              <w:t>R.haemaphysaloides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89BB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AD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E2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D7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8A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8F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70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D1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1F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6E60D7E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9B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RH_A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1B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1A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46.1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B9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8.4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6A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19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CA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C9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43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1371.98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C1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11.59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D2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B4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17</w:t>
            </w:r>
          </w:p>
        </w:tc>
      </w:tr>
      <w:tr w:rsidR="00E6152A" w:rsidRPr="008A3175" w14:paraId="73F9CED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2A089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3CB58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B11B6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33.9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922D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4.7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FDCF7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B0D4B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17F4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A1561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13B56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75125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24DF5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3D095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46F608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8076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83D69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6FA98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6C317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24.7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560DF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071C4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7871F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5DB79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FE04D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0A76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B666E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3ADFA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6AAFB2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FD61F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485A3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5F00D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8.9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546A2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62.1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1DE05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D8C8F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46D9A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BCFE9D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24BDC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4919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66569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B7BC7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186E56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871B7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DAAA2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62005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57A81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7CAA8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4C1ED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EAE9D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BC9EE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CBF50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7E4E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2890A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E5582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7F6E639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B9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14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92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C4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34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E2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8B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E2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CC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47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8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26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491A38C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00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RH_B1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7E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DE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4D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4A4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AA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54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3D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7F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1372.13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A6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11.74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FC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69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</w:t>
            </w:r>
          </w:p>
        </w:tc>
      </w:tr>
      <w:tr w:rsidR="00E6152A" w:rsidRPr="008A3175" w14:paraId="2BA18C8A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23C04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38B6F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4F01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D00DB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4DFCC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8AD6C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01EE1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BD081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90D75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6AC4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EF5D1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7859B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58735B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F995D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991C5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84568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9CB74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D4048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62C60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F7C24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893A8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3C300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0961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20037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D5233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40AAD3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F257D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C5C1C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4CB9C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23CFB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48.3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88972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BE791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DB31B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B3597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1F137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DF398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52142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803C7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EFAA221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AD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6E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66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09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40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E7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A1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CD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86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BF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7D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36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6DE8521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A0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RH_B2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30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B9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46.2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7A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8.2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F0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0.843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21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AF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0.888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98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FE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1363.19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F04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2.8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7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0.76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2C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14</w:t>
            </w:r>
          </w:p>
        </w:tc>
      </w:tr>
      <w:tr w:rsidR="00E6152A" w:rsidRPr="008A3175" w14:paraId="7C56560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1A602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8B610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B9DAF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33.8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B72D4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5.2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F422A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868F3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D486C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E6B3F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35E0E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A666E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6AFA1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ADA86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C4B46C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72F1D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57FA1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C6DA2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10.8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4F3D7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62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9AFFD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F9C5C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C8569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53F2E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3F820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F63A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139D0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20030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794E02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EE743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92653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E6BFA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9.2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F781F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24.5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E5CA2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C85E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BD15B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9C192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22409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9F98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4AD61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A700C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E57CAA8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28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68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92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DA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D0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B5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6E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2F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E4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65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E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F3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162B09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68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RH_B3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05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37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FE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A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B8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74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31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92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1367.18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D7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6.79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ED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35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</w:t>
            </w:r>
          </w:p>
        </w:tc>
      </w:tr>
      <w:tr w:rsidR="00E6152A" w:rsidRPr="008A3175" w14:paraId="7107436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21C46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1D118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D9ECC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0207A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17A2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AB06D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D6CF6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82BB1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F3212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F81B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F33DA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3564E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D10C9B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EB0C4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E7A70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A3E50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3AA1E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06B33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97F7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00D50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9C6B5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72861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4214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906E9D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946D2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499206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816B4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A1F9E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A0CD2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8E20C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0BCF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71555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88620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CA251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A2A90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E43E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82F31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59C34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0D9F92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C9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31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07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48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53.7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BD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06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F4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CD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97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D1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40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57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DD9401D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84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RH_B4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08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A1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47.8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9B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5BB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EC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F7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F7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8E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1389.43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FC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29.04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0D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34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</w:t>
            </w:r>
          </w:p>
        </w:tc>
      </w:tr>
      <w:tr w:rsidR="00E6152A" w:rsidRPr="008A3175" w14:paraId="4C57663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27D45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ADCEC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85C0B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36.1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E3F7D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23.4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CD69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56F1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D8B27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E6C9C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7C2C8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A200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0003C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42A0D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E1F058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FFA27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ADB5D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9C42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A053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EA5E7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DA88D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63A2D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0FE1D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FC723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971E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166E6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3974A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4C0A70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724DE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C6CF4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AE38E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6EBF2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55.9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4D13F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A7796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8D247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62062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36E59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B79EC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F68DD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506E6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53BFAE6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5D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CD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72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4B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74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7D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80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0E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8B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BC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24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C4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3D840E9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10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RH_B5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CB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53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22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33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14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66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BA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A1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1368.93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7F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8.54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74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59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</w:tr>
      <w:tr w:rsidR="00E6152A" w:rsidRPr="008A3175" w14:paraId="7B62B02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A3F10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067C6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827AC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515BC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DED86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5DA7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00234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FA052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47D08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C765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B8745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F6FB4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BA1A31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40C84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F54AA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E239C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740D0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9945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06D8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4AD81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F4D9F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FEA24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97ED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37640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AA80A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52B334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2FB84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6254A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F97F7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3F044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8FB6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58ED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D9DCB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98D59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E9E79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0ABEB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E643C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67081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8C825B5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AA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8E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FD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D3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B7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1C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B2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BD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A8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F8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13E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BA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AF24E1C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5C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RH_B6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52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F0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FA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63.3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43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3A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EC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0.908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DF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0.225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91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1573.14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2A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212.8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8D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51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24</w:t>
            </w:r>
          </w:p>
        </w:tc>
      </w:tr>
      <w:tr w:rsidR="00E6152A" w:rsidRPr="008A3175" w14:paraId="0CEDBCA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CAB42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11BF5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8A4C0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378F7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CAAB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411585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7789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CD76A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F113B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3311B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DE745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C60E9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B94D7CF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76AAC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26106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F36BE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2249F5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20242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BB348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7E659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AF3E1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91A17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141F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3F76A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5BD55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843E13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827DA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BFE99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4E5A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5EFF9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34AE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A19D3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BC58C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4B594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4FC37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E4E9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AE9BFB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46D18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1E41AE1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CC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F6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CB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78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55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68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0F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04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8B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A2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46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4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963685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FA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RH_C1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66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29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B4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03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5C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8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2D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15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1360.53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16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0.14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AB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0.29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40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</w:t>
            </w:r>
          </w:p>
        </w:tc>
      </w:tr>
      <w:tr w:rsidR="00E6152A" w:rsidRPr="008A3175" w14:paraId="399347A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6B678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1373E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F6E17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D8755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BF163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68684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198EA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27557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ABBE1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B610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798A2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5A22C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E437499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230C1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37206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86C24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B6FF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54.5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859A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A91FF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DFBF4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5E3AA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A16F2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6E9C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77069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E903B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C12F0AE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E2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6F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7D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5C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30.4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B5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C5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1C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6F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D6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EC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DE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2B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03B56E2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13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RH_C2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7D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E8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47.9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EC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12.1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DF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16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73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D9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F8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1382.92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E3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22.53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0E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D0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</w:t>
            </w:r>
          </w:p>
        </w:tc>
      </w:tr>
      <w:tr w:rsidR="00E6152A" w:rsidRPr="008A3175" w14:paraId="6C1A86F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F80EE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03FF4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09571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36.4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03608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FE96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8E7FC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6BCC9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38355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06A86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C972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84302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DCCFD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F238D0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0B95C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21789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DEM_SRTM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C022F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AEF44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81A21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D755B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A52BAB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2D252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9AC40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4355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2304F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25558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A960F2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72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6E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DF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54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68.8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AC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C6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54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FC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4B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A8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77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89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65B7AA2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11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lastRenderedPageBreak/>
              <w:t>RH_C3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5B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C5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47.8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4A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16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0.837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68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0.482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85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AA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58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1379.3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DE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18.91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43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7E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</w:t>
            </w:r>
          </w:p>
        </w:tc>
      </w:tr>
      <w:tr w:rsidR="00E6152A" w:rsidRPr="008A3175" w14:paraId="369FD2F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E7C4C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1A003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2A5CD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DDADA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00B26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C666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4479D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A743B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8104C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4BFC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23465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F193F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13A775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C6CDF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7CC59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5A051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2624E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075B8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39E8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BABF1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E5204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B7819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708E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E1A55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35B50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D5BF604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45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63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5C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14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56.9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1D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A7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B9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63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C5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25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5C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0C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8D19ABB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C6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RH_C4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6E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71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BC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18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B0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E9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74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78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1360.39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51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D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4F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</w:t>
            </w:r>
          </w:p>
        </w:tc>
      </w:tr>
      <w:tr w:rsidR="00E6152A" w:rsidRPr="008A3175" w14:paraId="52B3343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C29D3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BB4C6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3D6E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B81A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DD7A1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4D05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9D792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E2D63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E5681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AC29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2B12C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1FE45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0D9A68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FE7E4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E31E7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B8C3B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DCEAC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58.7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CBC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9C88C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DB2FF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6EFBE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67EAF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52EE9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3B4C0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839EA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7A94E66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3F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C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7B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1B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5C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DF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CF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6C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38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CC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BA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F4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2C040F4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4F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RH_C5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C1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09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52.9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30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66.2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6F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4E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11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0.907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3F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0.225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4F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1559.08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07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198.7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06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C6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</w:tr>
      <w:tr w:rsidR="00E6152A" w:rsidRPr="008A3175" w14:paraId="5885F79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488A0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893F2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ED5AE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68DDE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B9422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CF2EB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E4B4A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97B55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B8883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F1DFE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CAB70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8177F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F36B5E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677C6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BF5C0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D4CE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80489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12D3F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FE4B7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47154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ABAAB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64E9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858A6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BE6BC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DC73B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921C59D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E0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3A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38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31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F6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B2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BC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EA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2C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A6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86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A1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C7B6529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E85C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RH_D1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E07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4DA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2B3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9.4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0EB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0.842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304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538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BB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0.368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A1B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1360.47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D274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0.08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985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0.3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002C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13</w:t>
            </w:r>
          </w:p>
        </w:tc>
      </w:tr>
      <w:tr w:rsidR="00E6152A" w:rsidRPr="008A3175" w14:paraId="04BF235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4E4B32E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4BACB0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0B5A7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43.1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799F39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29.6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8231E4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64E7B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BE44C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0574E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072E3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7F07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E4251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13EE4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3ECA2C6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3E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BEA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5B9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10.9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8AAB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61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A1A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74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0E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46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C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DC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2F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38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5F7DE1E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3F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RH_D2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31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64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47.8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DC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35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0.837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37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0.482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70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CA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83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1376.27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E3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15.88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9C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DB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</w:tr>
      <w:tr w:rsidR="00E6152A" w:rsidRPr="008A3175" w14:paraId="045AA10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10F5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2B919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212B3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26C35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31.4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4FE3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FE401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92ABD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7B97A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19466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1C21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3475D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3CC6C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418B276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E6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15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46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E0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56.8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2B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DE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4B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01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F4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85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88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C3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E0C8612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0F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RH_D3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F8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FF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53.6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B2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61.4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F7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3F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03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0.907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64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0.225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61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1549.62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F4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189.2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D6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0C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</w:t>
            </w:r>
          </w:p>
        </w:tc>
      </w:tr>
      <w:tr w:rsidR="00E6152A" w:rsidRPr="008A3175" w14:paraId="0012EA2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18046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11298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705A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E56B3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38.1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1F27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93506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23EAB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939F8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FF76D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3944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A078F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F2240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4969973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32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02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DEM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95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68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D1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7B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65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C7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66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92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96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EE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F628219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A1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RH_E1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D1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DE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52.8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27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25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D9E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0.804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88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0.47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FE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0.819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2B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0.314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12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1369.86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68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9.47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02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5C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</w:t>
            </w:r>
          </w:p>
        </w:tc>
      </w:tr>
      <w:tr w:rsidR="00E6152A" w:rsidRPr="008A3175" w14:paraId="615D7397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BE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1C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Bio 10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89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47.2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C3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75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FE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7E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17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91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B3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49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92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95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4B8888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5C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RH_E2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6D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CC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1C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67.1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EE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0.817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F3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0.465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99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CF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D8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1376.04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05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15.65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46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11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00D44D23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39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2A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B8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49.4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2F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32.9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28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F8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9E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26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AC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37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9F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C8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789AF88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F2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RH_E3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FB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CB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54.5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1B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69.6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BC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79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E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0.908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3A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0.226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A4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1546.92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C9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/>
              </w:rPr>
              <w:t>186.5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5D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5F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</w:tr>
      <w:tr w:rsidR="00E6152A" w:rsidRPr="008A3175" w14:paraId="17D9B120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BD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B6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B0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0C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30.4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39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92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39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87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F8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55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6A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F3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7ADBAA6" w14:textId="77777777" w:rsidTr="00E6152A">
        <w:trPr>
          <w:trHeight w:val="297"/>
        </w:trPr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C955" w14:textId="77777777" w:rsidR="00E6152A" w:rsidRPr="004A30EA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4A30EA">
              <w:rPr>
                <w:rFonts w:ascii="Times New Roman" w:eastAsia="Times New Roman" w:hAnsi="Times New Roman"/>
                <w:b/>
                <w:bCs/>
                <w:i/>
                <w:iCs/>
              </w:rPr>
              <w:t>H. bispinosa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77E8" w14:textId="77777777" w:rsidR="00E6152A" w:rsidRPr="008A3175" w:rsidRDefault="00E6152A" w:rsidP="00E6152A">
            <w:pPr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B1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F0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45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55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51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D3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24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99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F9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AB4F3A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2A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HB_A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93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1A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62.5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54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42.2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F0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D7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7A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2F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37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1120.82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86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25.5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13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70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</w:t>
            </w:r>
          </w:p>
        </w:tc>
      </w:tr>
      <w:tr w:rsidR="00E6152A" w:rsidRPr="008A3175" w14:paraId="5F7D872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AF2FC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6DABB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053CB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28.7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9BCC8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A7481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2864D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55E83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5E57C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FEC4D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77300E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1F688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9EF61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26C502A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DB6E0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BDBC9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9D125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78C3D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A228D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AA355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705E7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8862D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E9866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79559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79CBB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2CD20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B64437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04C2C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55900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26FF4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1174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4B103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5E569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D195C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0FCAC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87A31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D1CF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60158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CA46F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19079BE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A9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F8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BE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B4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59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CE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50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54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F4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54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FF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35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A93B417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48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HB_B1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F9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EC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62.5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D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44.7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AC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71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1E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0.891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BA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FF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1113.35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D2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18.03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49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29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</w:t>
            </w:r>
          </w:p>
        </w:tc>
      </w:tr>
      <w:tr w:rsidR="00E6152A" w:rsidRPr="008A3175" w14:paraId="41FFAF0A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F70D5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6C73E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4C573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5E302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26.9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0DE98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96FE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A7AA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04B26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E2062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6B03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37B8E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613D5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1C7398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8EAD7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46833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C80CC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4433A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21CB2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1E5DD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A7905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FDB08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0DC24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640C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15231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95234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7FA36EE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E0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8D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A8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BA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A2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E7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3D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59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CE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42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1B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D0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1DFB36E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3B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HB_B2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A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4F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62.8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53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F6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12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34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9E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55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1117.68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52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22.36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CC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98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</w:tr>
      <w:tr w:rsidR="00E6152A" w:rsidRPr="008A3175" w14:paraId="2B15304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DF358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B953D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76AC5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28.9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61B07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608C1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FA42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3CB1F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27CDF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B9E09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D4C8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62D9B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EAD57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A44F0F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6EA8D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F473D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B0BD7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05C50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08FA2D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166C9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F3DD0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17D20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85D39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B621A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DA694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AA36A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28E71D8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4F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53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41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FD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27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9B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1E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AA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76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21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D5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2B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0B4F88A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26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HB_B3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6E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E0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63.6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FA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E5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D5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3F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0.895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17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5D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1098.69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E0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3.37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C2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0.15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D8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</w:t>
            </w:r>
          </w:p>
        </w:tc>
      </w:tr>
      <w:tr w:rsidR="00E6152A" w:rsidRPr="008A3175" w14:paraId="171FCBD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9AF9B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0F50C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3ED68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30.7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5D5E7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55.3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A298D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73355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75306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71EE6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76F0D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6D6F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34E37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AAE98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DC95DF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9DBD6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1D19B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13D5C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A0470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75E8F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BF05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8451C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E5909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8C20C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75F5A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029D4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FD51D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ECB7C40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5E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C3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02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FE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17.1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1C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AE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B8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B7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98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C9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C6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A5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FC76A28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A2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HB_B4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D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AB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62.4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19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31.9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70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80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0.504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FB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0.891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8C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0.332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62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1108.65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D7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13.33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D6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06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EB1BEB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0407D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51EC3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83DEC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28.5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AB7E0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B3206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93F10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36317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B7A02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2B19D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00E4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446E5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EE83E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B7940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3EE37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4D95B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18DB9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50ABB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7B9BA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B2195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27570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E74DD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46396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9856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E44A6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AB21A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D74CE6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B2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C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02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6C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F2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0C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31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CA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32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8F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FF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83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23D8645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F0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HB_B5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4F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84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BE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59.4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EE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0.817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95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0.226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C5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0.834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D0D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0.121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8B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1296.89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BF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201.6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6D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0C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</w:t>
            </w:r>
          </w:p>
        </w:tc>
      </w:tr>
      <w:tr w:rsidR="00E6152A" w:rsidRPr="008A3175" w14:paraId="0803636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D54BE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71E73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64E3F4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2DD9A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A8A61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DACA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996E2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C81A7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5032E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FE8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B4D4F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FE4CF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C7A870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50A22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0DBEF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06FE8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03731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06BE0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9C9D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451115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513A7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E0AD2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A1A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006E6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3C1CA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95AC47D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BA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CC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E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7E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E9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D0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86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9F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5B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BE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99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48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143688F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BA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HB_C1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A7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AC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31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42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BD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0.489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D0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0.891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AA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E8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1103.79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0D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8.47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B3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70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</w:t>
            </w:r>
          </w:p>
        </w:tc>
      </w:tr>
      <w:tr w:rsidR="00E6152A" w:rsidRPr="008A3175" w14:paraId="26EF793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20EEE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1D5C3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0CCC5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30.7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ABFFF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51.3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C1AA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AAF13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995AD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E2A1D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0BBF7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1E1D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C61BA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C2DDF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3C5AFD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00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BB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2A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E9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EE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23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AE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F7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86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CE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26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D6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DBCEE86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6D8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HB_C2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AF6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0631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63.2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4A2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39.3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ED5D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0.857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0204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0.497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4FC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0.895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C8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0.329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A156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1095.32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3D3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C3D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0.83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07C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13</w:t>
            </w:r>
          </w:p>
        </w:tc>
      </w:tr>
      <w:tr w:rsidR="00E6152A" w:rsidRPr="008A3175" w14:paraId="6CBD1FF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417825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4F0209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B1F2AA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30.6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5B434C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44.7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D5A075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1D88C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B89E9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4D6EE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491A5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86D5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9A62F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765F0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3460D8D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D9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ED1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C69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6.2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B2C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16.1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005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DC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AA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C2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08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6A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A0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5A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5E8A75D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D4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HB_C3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82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53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C8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12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23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21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6B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0.332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93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1119.18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45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23.86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40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F6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</w:t>
            </w:r>
          </w:p>
        </w:tc>
      </w:tr>
      <w:tr w:rsidR="00E6152A" w:rsidRPr="008A3175" w14:paraId="6AC649D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9696A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C2501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2B2FD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7AEE7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54.8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E67B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40EE1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FB56D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A4040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E0A08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F6A6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E50B7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9A71B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7D3CB0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8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1E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7D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13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A1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20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8B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E7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0D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8D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02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4F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E132CB6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4C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HB_C4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F1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3A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63.9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3B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39.6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07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0.772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28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68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0.764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AF9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0.099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B5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1318.68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70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223.4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F6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64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</w:tr>
      <w:tr w:rsidR="00E6152A" w:rsidRPr="008A3175" w14:paraId="63B75D90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0A740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B7177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B124D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25.7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82DA3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E635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F9D4F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0F9E9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E8415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C3DD8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B672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14B5F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3A7B4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5811F1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40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54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6B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81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64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A1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AF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8C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0D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40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21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0C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D18837A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29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HB_D1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2F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36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85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08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1F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BD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AA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28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1108.85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59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13.53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22D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3E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</w:tr>
      <w:tr w:rsidR="00E6152A" w:rsidRPr="008A3175" w14:paraId="08D2AE8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A6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4B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9E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35.8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3A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59.5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90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99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A0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F3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03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5D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9B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7B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BCBDA8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DA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HB_D2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7A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7B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68.8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95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C0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38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0.491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DF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58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38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1105.49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0A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10.17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D2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39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</w:t>
            </w:r>
          </w:p>
        </w:tc>
      </w:tr>
      <w:tr w:rsidR="00E6152A" w:rsidRPr="008A3175" w14:paraId="6A43B5D1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40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82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EB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31.4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58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54.8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C45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8C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B7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E0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5E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C4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68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38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2476D51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F9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HB_D3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37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66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73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ACE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64.7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52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0.772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C1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5D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0.758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19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0.098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8E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1327.17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9D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231.9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29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B4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</w:t>
            </w:r>
          </w:p>
        </w:tc>
      </w:tr>
      <w:tr w:rsidR="00E6152A" w:rsidRPr="008A3175" w14:paraId="2D3FCA63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79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D2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7C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8C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35.3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DD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B3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D0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B0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CD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3D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63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02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EF2907" w14:paraId="71D7FF91" w14:textId="77777777" w:rsidTr="00E6152A">
        <w:trPr>
          <w:trHeight w:val="297"/>
        </w:trPr>
        <w:tc>
          <w:tcPr>
            <w:tcW w:w="1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0ED0" w14:textId="77777777" w:rsidR="00E6152A" w:rsidRPr="00EF2907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EF2907">
              <w:rPr>
                <w:rFonts w:ascii="Times New Roman" w:eastAsia="Times New Roman" w:hAnsi="Times New Roman"/>
                <w:b/>
                <w:bCs/>
                <w:i/>
                <w:iCs/>
              </w:rPr>
              <w:t>H. spinigera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E2AE" w14:textId="77777777" w:rsidR="00E6152A" w:rsidRPr="00EF2907" w:rsidRDefault="00E6152A" w:rsidP="00E6152A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11FE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1384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8B6B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40E4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4D6E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76AA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1B6C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B289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035D" w14:textId="77777777" w:rsidR="00E6152A" w:rsidRPr="00EF2907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3C4C56D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56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HS_A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DF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E2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EE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53.2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A9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CF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0.371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36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83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0.191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4F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446.19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9D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13.02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C7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1F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</w:t>
            </w:r>
          </w:p>
        </w:tc>
      </w:tr>
      <w:tr w:rsidR="00E6152A" w:rsidRPr="008A3175" w14:paraId="1D8A95F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ED6CC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16D5C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B88FB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1299A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1F43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E6A74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4F128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29F09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A4449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D42B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E9076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726FB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A9CE8B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8A72C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07042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DBB73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B4C5D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B9ADF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F8926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BA334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F2800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CA059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9DE5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A81A3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A7B63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1A0CE8F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097D4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BB472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4A15C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73DB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0B9BD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096BB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19FEE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F8BAD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C7A04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74D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32820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565134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FCD48E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120E6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63A1F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ED244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39CF7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C4EE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8EEE4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FCFAD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D5173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8C924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7887B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9F176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F6E26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C672EA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172B2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83087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8BACB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10D9C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406D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CB924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5B668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1D3AB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05D8B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B59C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53A31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479B6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DC99A33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24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6F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63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D8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93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A4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9A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E6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6C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FE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0B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86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C782405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53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69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94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80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54.3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55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50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0.371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D0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5B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0.192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95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440.62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F4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7.45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E4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91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4E45418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80ACB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13B43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99C9F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8A821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51DB6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FF44C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A2F65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760CC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78E52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A1206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084DA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3BA54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A3E3F99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F066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E8645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03372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0BB6C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13CE9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8CDE6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E097A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CB25E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1D045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0886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82C99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201CD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77FD80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1AA1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5A452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C0ECD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EE416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18.1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F4293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12A2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DF459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22579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2B497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1940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4DA47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4E6DB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A7A57D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E8E66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80592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8DE87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BF8E5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C80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16645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B7641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2AA6F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F8680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01D6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F82DB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A30BA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BD01987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63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50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77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46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17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2E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74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6C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B2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B7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38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57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60C6AA5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4D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97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E1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A7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4A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C8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A3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3F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4C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447.64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56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14.47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C1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6C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</w:t>
            </w:r>
          </w:p>
        </w:tc>
      </w:tr>
      <w:tr w:rsidR="00E6152A" w:rsidRPr="008A3175" w14:paraId="22C3753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56403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8E42B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52F7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DF526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DF71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17D6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9E2C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72A80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49E22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8F49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10DA3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346EB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DE62E7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F74A2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87912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7B674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D98D0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A890A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665CC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A72E7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5319A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AF479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EDC1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F277C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8EA41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03232F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29244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05813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DF83E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7231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2DDEF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734D6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12013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69981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A0AD1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C25B3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D721B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DA50E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2845D3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0D9CE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EE13F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25229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50653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EBB2C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DB1A0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5E1F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FEF3B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7B92E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4BEAB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97823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0F503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9A14A1B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51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41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2B5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1B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99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62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2C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83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BC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E6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A9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82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AAFC7BA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A4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3A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9F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F2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57.3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01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55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1E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F4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B3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442.55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60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9.38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A5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BE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0552D6D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48E07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7CA7C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E08BB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00E22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540B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84B0F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2B11D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FC581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6F2E4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33B9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E4DBE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78571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1C0ACA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60898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2C688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57627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0C794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9F5E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3EA00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32444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15608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C8CC7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FDB18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34C02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61BC0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C91BBC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7AD3C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C0115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0AF2B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B2C49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CFA1A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1D02C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A3CA9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430E9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36C22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728D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3BCFD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45D5B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A98E15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DDEB9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4712B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9A4D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E91A9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515D2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14C01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BD846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30304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5DF39F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BF16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0BD53B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A41D5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D037E5E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CE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57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7A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2F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8B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AC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78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24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DA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92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1F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6B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724426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9E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A5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DC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40.3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30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77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9A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0.372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2C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0.852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06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71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446.2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D1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13.03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EB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EA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</w:t>
            </w:r>
          </w:p>
        </w:tc>
      </w:tr>
      <w:tr w:rsidR="00E6152A" w:rsidRPr="008A3175" w14:paraId="46840020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51307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616CD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3D670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28.3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4A035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61.7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13670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0739C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E3EEE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F6242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7A8F6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80C4C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AF2C0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DBDD4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E255D0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05AEE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213C7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BDD70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932E8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10D46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55076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ADA74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9AD95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34C56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AA6B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EF4CC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04E12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08E85F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A6F8E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4C6D2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A8B10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0F75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00EA2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C6BA5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8C4F5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70281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61CDA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2D0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D384B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3ABCA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3EE2CA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6B70B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72E2C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163D1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D75E8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F7821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EA93C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D8406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D086E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778AE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BDA06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6445D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7BB9F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6B17620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D5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FE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48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6A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3E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C5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41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C5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02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DD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3C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A4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66120B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8B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4F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8A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8B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E5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10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E0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0.852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89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E7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446.65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26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13.48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B1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F5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</w:t>
            </w:r>
          </w:p>
        </w:tc>
      </w:tr>
      <w:tr w:rsidR="00E6152A" w:rsidRPr="008A3175" w14:paraId="03F5694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FCF1F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80642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330BF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03422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58.5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B1417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C6FCF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8E410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04EB8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FC07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B068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398FB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EFA50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FEC80C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8D52C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51624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D8A85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61FFD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44DCC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7A86E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395BD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292FB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BB42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F978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2A30D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44AAD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5A0890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F14F2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1AE29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700B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2735C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9C0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1853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B3E41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E5432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F15B6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1570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48EFF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CDF17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C233E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AB6D4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30D7E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CD2E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58B99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784B7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979C6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FB7F3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F0EC6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4DFD8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A6EA1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1304D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51C67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91FD06B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3AB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E8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1A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EC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0C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67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D4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72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0D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0A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83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FE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A13D1E7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50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HS_B6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3C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05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CD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64.2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C0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4E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0.371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84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F4E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0.192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3C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440.63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BA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7.46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9E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F9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5A0EFA29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56870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2A324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7BBC2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92462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3D87F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3936E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FE96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6E6FB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5043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0421F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3C59D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F31F1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144E4F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B9FE6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06787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ED242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3439B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3A18A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3C3C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CE302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BD2E5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4B550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AD9C3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F32AC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62054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0529DC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B10AF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A3122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A1676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AD4BA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0745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812F7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AAEF3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4B0E5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17407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611A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73B5B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B3737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CA0112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C7BDC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6CE66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74844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A85C0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83010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6ED9C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48C8A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E9978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0AB0E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4AD8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B6E89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A9621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5645F2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1A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B5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EA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72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F6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91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59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46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7B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AF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7A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11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311CD63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A2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HS_B7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A2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35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42.6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7D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15.1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7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1EE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0.202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B7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0B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0.107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F2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507.87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BE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74.7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EF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AD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</w:t>
            </w:r>
          </w:p>
        </w:tc>
      </w:tr>
      <w:tr w:rsidR="00E6152A" w:rsidRPr="008A3175" w14:paraId="31D381D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D0125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0001E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FA23B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DB3E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59.4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EE9F6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0A3BB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44E1D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3BF58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EC30D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BE906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5BB3A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AAE75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E0BE5F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A2809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D0797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4519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0EE49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0946B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8DF25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3A825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4A97C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51C6D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E9892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E291B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A0933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A2BC9B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98125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A78DBB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990E4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68F5C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4E180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FC49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EA433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C4DA0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9260C3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3AF48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6807B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A11DB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28CCAE0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CE5EF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C1799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06A9E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54D6E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69AE4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3AB2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EBE2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96141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32837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8E49F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5D937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69399E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6EBAD8C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CF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85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35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BA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14.9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2A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9A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C6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32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C7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5B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03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C0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AF35DAF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93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HS_C1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CA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61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35.7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62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83.5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E4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0C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79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9F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59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437.16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E8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3.99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4B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0.03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39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</w:t>
            </w:r>
          </w:p>
        </w:tc>
      </w:tr>
      <w:tr w:rsidR="00E6152A" w:rsidRPr="008A3175" w14:paraId="79BB481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55DEC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F58E3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02048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7776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F043D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BEFC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DB2F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8AC57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6B56B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F174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2147D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71C0A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E0D5BE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0C904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AC074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44640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6352C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F315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89CAC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D81DD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A2A6C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88736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308A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F3F2A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557A2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9B7592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18B87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0C911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CB63C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645AE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A38CA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FAB06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F231B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0D2BC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F84831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A57F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D2BF2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9F511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5AAB1C9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1B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A5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EE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57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0.7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8D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D4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C2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D4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4E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C9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11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3C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F5110D1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2B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lastRenderedPageBreak/>
              <w:t>HS_C2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8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D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5B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69.4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79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CA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3C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01B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AC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433.17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A3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B7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23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</w:t>
            </w:r>
          </w:p>
        </w:tc>
      </w:tr>
      <w:tr w:rsidR="00E6152A" w:rsidRPr="008A3175" w14:paraId="42E8446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3FEF3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6E26D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788E92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29.7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A64B1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3F437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AFBCB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8AECE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52E10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33DFF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82FB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803C1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32E51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DF77268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395E8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8FB09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19848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A2E39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AE4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1D67D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CA148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256A0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05EC0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C00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35724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11356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7FF349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8ED0D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91C41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C12B8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536C2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0DB89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1336C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CDCA8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840B2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509F7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698B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E1708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4BC54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82F6D3E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1C4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D6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D5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91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DB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C8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DE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66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31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54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E0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4A6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EA534EA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9C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HS_C3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42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21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41.7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AD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24.5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AE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59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0.372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12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0.852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39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0E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435.73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0E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2.56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C5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0.06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35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</w:t>
            </w:r>
          </w:p>
        </w:tc>
      </w:tr>
      <w:tr w:rsidR="00E6152A" w:rsidRPr="008A3175" w14:paraId="1B4F306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2EBC8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A73F7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EF97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31.1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B99DC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59.7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8A923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BB15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33EB1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7380F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CA8BF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BCD8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7DAF9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6A38C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4983175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7FFB9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88023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6EE68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33576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4FEA4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7FC32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123B0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13E00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29A30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4CB3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99AA3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C90A8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844419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DAE33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EF64D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A0E07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731D3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D82CB7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DC486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76890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16B1B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50594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0DAB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18047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139FA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F9F0B2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89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59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4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10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71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1C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86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20C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51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56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D1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52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9676D8B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2E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HS_C4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52E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6E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B4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24.8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CE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37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C4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0.852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E93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B32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441.09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C6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7.92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7B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91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1453104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FE2447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66A44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5DF55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33.6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3E1E8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63.4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CA42D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181394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57E39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67650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3F270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6E083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E1585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A9E41E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BE74E44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1A3AF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FA041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20767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10FD4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5.7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68F6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BAA5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37C37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F7AA6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F54BA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9218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FB10A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5E70C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B788B4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3B257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BDB55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86929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579BE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A89C7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2BC92B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755D3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2A348E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D2FD7B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F72C0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304DE52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75BE5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5CE9CB6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B1A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6C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D9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A4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48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3C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C9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DA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0D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9C5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AE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6B1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BA0297D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CA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HS_C5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09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C6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49.5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3C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9D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0.881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0.366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81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0E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0.179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30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479.26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34A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46.09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A3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3A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</w:t>
            </w:r>
          </w:p>
        </w:tc>
      </w:tr>
      <w:tr w:rsidR="00E6152A" w:rsidRPr="008A3175" w14:paraId="31B1B7E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A6488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DC962F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E598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0212E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3FDF1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02850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59DFF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96772C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0AB4D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B7E9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87B39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A56DE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753C1B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9E9FC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09802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2AF9C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14.7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62059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1DABA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74DE8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2D0D2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0161B8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B2BD5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9FE6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04FB2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C8D64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A57D18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33C0B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1A48F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11C2A2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08974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59.9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44C1E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316E5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E61F6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F4B23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08C05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B75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6757E4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147AE9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6F3923B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17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88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F0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5.2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7E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DB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1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43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3C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AC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7A9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FB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63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961CF4C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A4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HS_C6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A5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B2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45.8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B5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28.6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CD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38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0.201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9F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0.862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92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0.107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1F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502.29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63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69.12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D2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C0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652D56C7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85A410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97D2F5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28CE9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32.8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2E1F58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193D9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F913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17551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CCC5B0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CC8A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F86A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80D05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68C73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884350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76700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59AC4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793A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EBF9BE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7CCE2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A1F22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769B48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D3F38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D73965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5BA7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05414A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4DF60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42A229D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2F252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559FB6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80F83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62A37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10.1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DF36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86063C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4E0B8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C153C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5AD09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4A95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A4CC6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E7AB2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0A5860D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A7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17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73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2C7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E6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77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1F5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4E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50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B6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C7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99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7AA5D83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7B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HS_D1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D71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FD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35.9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51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89.4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48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790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0.349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1D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FD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38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434.02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57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614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0.14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52E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</w:t>
            </w:r>
          </w:p>
        </w:tc>
      </w:tr>
      <w:tr w:rsidR="00E6152A" w:rsidRPr="008A3175" w14:paraId="6FCAD2B6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6DD242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365BA4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4BCCD9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A28CD5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A5B2D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F2EA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0082B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46AD00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0BB63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F35F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698AE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A77C4E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D07118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5302760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207678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C0737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BEE26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6.4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A35D5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E40ECA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BC2B3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77D8A5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6307C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D1E64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20C09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2D413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6607B04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0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AC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24C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AB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0D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2B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B4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55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30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C13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594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55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B6E3840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1B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HS_D2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75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234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46.2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6B9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22.1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B7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B1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0.361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42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49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0.193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710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433.24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ED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2C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0.2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2AB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</w:t>
            </w:r>
          </w:p>
        </w:tc>
      </w:tr>
      <w:tr w:rsidR="00E6152A" w:rsidRPr="008A3175" w14:paraId="1CB461CF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E70D3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97A56A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55C51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1A0A1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68.5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A6813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C821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9C0C26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2EF2AC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C4A19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D13A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2C194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75BED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2FE2D9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F190F2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0F6713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065CD8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C8AB4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8.2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04B85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495C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577B1D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BEDCC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CCC78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2F84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8FBFA3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5BA31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B5F3FF3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FA2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E9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A3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14D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51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9E7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76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DCF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85C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4C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43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B3F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9521525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42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HS_D3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CB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289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43.5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64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A1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0.875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D0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0.357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D3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3B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AE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437.99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C7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4.82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4A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0.02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0A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</w:t>
            </w:r>
          </w:p>
        </w:tc>
      </w:tr>
      <w:tr w:rsidR="00E6152A" w:rsidRPr="008A3175" w14:paraId="4CA31A8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D01E89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D457D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DDAD6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34.5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4F714A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60.3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842154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A3786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F3D6A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23091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C5D2E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D9B93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44A3D3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C087C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3C2C633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83CF97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63C31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E4FC6A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19.9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5843F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80D9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3349F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4E270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E105A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45B6C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4D2B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59B10F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58E5D25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1147288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32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68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77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FC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5A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77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500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92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EB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CD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A9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EE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31828507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994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HS_D4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48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9F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52.3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8D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F51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63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0.349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B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18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0.181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39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482.03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A0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48.86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1D9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099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15</w:t>
            </w:r>
          </w:p>
        </w:tc>
      </w:tr>
      <w:tr w:rsidR="00E6152A" w:rsidRPr="008A3175" w14:paraId="696E38A1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73626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37399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4CABB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08672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0F334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D39B1F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96DED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93004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236F9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10BF0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577D9F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95052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3DD319C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447F6AF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737E7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6BE4A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18.6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D4A89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24.8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9B19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C34D8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75454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7EF15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A2BBE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B4130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EDF2E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730076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68BBF92A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1D6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58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D1A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9.1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9E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58.2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1D9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45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A4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35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CFC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C8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4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DC2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A9591C9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A0F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HS_D5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F6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0D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45.2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98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52.7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92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0.835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05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0.179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72E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AD6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0.103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5B8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497.88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E6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64.71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36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5C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</w:t>
            </w:r>
          </w:p>
        </w:tc>
      </w:tr>
      <w:tr w:rsidR="00E6152A" w:rsidRPr="008A3175" w14:paraId="0C643BBF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706A8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58015D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DD180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193DF0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83C5C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EA39D1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5CE2A5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13AFA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EB4C1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776C1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1F0A36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7B957A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3C25D1B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7C54C9F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BD47E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21898B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4A842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27.3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0E2E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924AB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EE362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447DC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3DAD7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8940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5695AA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5C78EE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95AAA0B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B4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9E6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D7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83D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20.1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EF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3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81E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B7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17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46E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39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04E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CD64B0B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549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HS_E1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202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846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45.7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715E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26.3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CADB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0.871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3E1A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0.352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3FBD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0.861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1CC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0.188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3C47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433.91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6F18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0.74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DCE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0.15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A84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8</w:t>
            </w:r>
          </w:p>
        </w:tc>
      </w:tr>
      <w:tr w:rsidR="00E6152A" w:rsidRPr="008A3175" w14:paraId="4BB9D750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14098EA9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4DB29C92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Bio 19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82D6933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33.4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129B366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66.9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D44326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20BC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3E3E7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941896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241290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CEFD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27DF23A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3667EB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799E4E5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ED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03D5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DC5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20.8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E1C1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  <w:r w:rsidRPr="008A3175">
              <w:rPr>
                <w:rFonts w:ascii="Times New Roman" w:eastAsia="Times New Roman" w:hAnsi="Times New Roman"/>
                <w:b/>
                <w:bCs/>
                <w:lang w:val="en-CA" w:eastAsia="en-CA"/>
              </w:rPr>
              <w:t>6.8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A09F" w14:textId="77777777" w:rsidR="00E6152A" w:rsidRPr="008A3175" w:rsidRDefault="00E6152A" w:rsidP="00E6152A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E9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2F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C46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44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076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69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B80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C3C8C4F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04C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HS_E2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FD9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8B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71.2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76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16.6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CD7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0.866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A9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AD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0.847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688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0.187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318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493.63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A38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60.46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D86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9C4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</w:t>
            </w:r>
          </w:p>
        </w:tc>
      </w:tr>
      <w:tr w:rsidR="00E6152A" w:rsidRPr="008A3175" w14:paraId="18DECFDA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39DFB33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5EA992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240216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F2CDCC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71FFB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1121B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EC374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B5577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8C5DD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D73F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1A6F87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4D9644E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7127AA2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A7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FEB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C2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7.7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802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77.3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4CB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C0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F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D2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1B8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CE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913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7C9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7BE135F4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612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HS_E3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20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7C6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74.7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719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87.4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4B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F6C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676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0.817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24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0.149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310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435.62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85D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2.45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FCF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0.06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A5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</w:t>
            </w:r>
          </w:p>
        </w:tc>
      </w:tr>
      <w:tr w:rsidR="00E6152A" w:rsidRPr="008A3175" w14:paraId="5DA8CED2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09DFC5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6899733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1E555E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25.3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61E3C3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12.6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0F9D38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34433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F04AE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1B9F7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653109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BAF282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9A315D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008A88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11A041B0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46E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C1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390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D8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EC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E3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8FD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F58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64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C3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447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B8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022D8548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C6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HS_E4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DD4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D33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48.6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CAD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F5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0.835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9D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0.179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F17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0.865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5CB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0.103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DE0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507.23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53D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74.06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450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38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10</w:t>
            </w:r>
          </w:p>
        </w:tc>
      </w:tr>
      <w:tr w:rsidR="00E6152A" w:rsidRPr="008A3175" w14:paraId="54E2D99E" w14:textId="77777777" w:rsidTr="00E6152A">
        <w:trPr>
          <w:trHeight w:val="297"/>
        </w:trPr>
        <w:tc>
          <w:tcPr>
            <w:tcW w:w="309" w:type="dxa"/>
            <w:shd w:val="clear" w:color="auto" w:fill="auto"/>
            <w:noWrap/>
            <w:vAlign w:val="bottom"/>
            <w:hideMark/>
          </w:tcPr>
          <w:p w14:paraId="275ED8F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7CB69CA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8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4A58F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27.1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5E91893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049040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C2D4C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0CD521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FD2411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0183DA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D01833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6E1479B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14:paraId="228EA1D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1C63807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648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73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BA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24.3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774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16.4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897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281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EB5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8BE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E25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3F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9E8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EFC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5052A483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27C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HS_F1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EE5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F6D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76.7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64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93.5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994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0.855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BFF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0.314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112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0.859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8AA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0.162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99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436.04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C2F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2.87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E72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0.05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8FB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</w:t>
            </w:r>
          </w:p>
        </w:tc>
      </w:tr>
      <w:tr w:rsidR="00E6152A" w:rsidRPr="008A3175" w14:paraId="495EB76B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114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9D6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378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23.3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4DD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6.5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31C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6E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17B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96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70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D21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CA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0D7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404FB2C2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634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HS_F2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97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1AA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74.4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6F2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83.4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4B9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0.859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B593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0.325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9A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0.811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03A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0.15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B11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435.53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017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2.36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AD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0.06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E24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</w:t>
            </w:r>
          </w:p>
        </w:tc>
      </w:tr>
      <w:tr w:rsidR="00E6152A" w:rsidRPr="008A3175" w14:paraId="0058937F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84B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F17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LULC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2B2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25.6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D38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16.6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EA1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461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7A1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0A5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9B3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8C7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570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F6E0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  <w:tr w:rsidR="00E6152A" w:rsidRPr="008A3175" w14:paraId="2A13B169" w14:textId="77777777" w:rsidTr="00E6152A">
        <w:trPr>
          <w:trHeight w:val="297"/>
        </w:trPr>
        <w:tc>
          <w:tcPr>
            <w:tcW w:w="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1161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HS_F3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A77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19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C1F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78.1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FCD2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88.7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C0D5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0.821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7C39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0.168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968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0.858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DB1C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0.099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BD2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489.08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58CB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55.91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175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77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5</w:t>
            </w:r>
          </w:p>
        </w:tc>
      </w:tr>
      <w:tr w:rsidR="00E6152A" w:rsidRPr="008A3175" w14:paraId="0509C4B8" w14:textId="77777777" w:rsidTr="00E6152A">
        <w:trPr>
          <w:trHeight w:val="297"/>
        </w:trPr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D81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E1F8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Bio 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D697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21.9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1D1F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  <w:r w:rsidRPr="008A3175">
              <w:rPr>
                <w:rFonts w:ascii="Times New Roman" w:eastAsia="Times New Roman" w:hAnsi="Times New Roman"/>
                <w:lang w:val="en-CA" w:eastAsia="en-CA"/>
              </w:rPr>
              <w:t>11.3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05EE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42D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1C76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9E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FC3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F8CA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2E4D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46C4" w14:textId="77777777" w:rsidR="00E6152A" w:rsidRPr="008A3175" w:rsidRDefault="00E6152A" w:rsidP="00E6152A">
            <w:pPr>
              <w:rPr>
                <w:rFonts w:ascii="Times New Roman" w:eastAsia="Times New Roman" w:hAnsi="Times New Roman"/>
              </w:rPr>
            </w:pPr>
          </w:p>
        </w:tc>
      </w:tr>
    </w:tbl>
    <w:p w14:paraId="62CC6F74" w14:textId="77777777" w:rsidR="00E6152A" w:rsidRDefault="00E6152A" w:rsidP="00E6152A"/>
    <w:p w14:paraId="57DCA036" w14:textId="77777777" w:rsidR="00E6152A" w:rsidRDefault="00E6152A" w:rsidP="00E6152A"/>
    <w:p w14:paraId="03ADD43E" w14:textId="227AC693" w:rsidR="00303189" w:rsidRPr="00303189" w:rsidRDefault="00303189" w:rsidP="00303189">
      <w:pPr>
        <w:pStyle w:val="MDPI32textnoindent"/>
        <w:ind w:left="0"/>
        <w:rPr>
          <w:b/>
          <w:bCs/>
          <w:i/>
          <w:iCs/>
        </w:rPr>
      </w:pPr>
      <w:r w:rsidRPr="00E503B4">
        <w:rPr>
          <w:b/>
          <w:bCs/>
        </w:rPr>
        <w:t xml:space="preserve">Table </w:t>
      </w:r>
      <w:r>
        <w:rPr>
          <w:b/>
          <w:bCs/>
        </w:rPr>
        <w:t>S5.</w:t>
      </w:r>
      <w:r w:rsidRPr="00E503B4">
        <w:rPr>
          <w:b/>
          <w:bCs/>
        </w:rPr>
        <w:t xml:space="preserve"> </w:t>
      </w:r>
      <w:r w:rsidRPr="00EF04C2">
        <w:t>Study area (in km</w:t>
      </w:r>
      <w:r w:rsidRPr="00EF04C2">
        <w:rPr>
          <w:vertAlign w:val="superscript"/>
        </w:rPr>
        <w:t>2</w:t>
      </w:r>
      <w:r w:rsidRPr="00EF04C2">
        <w:t xml:space="preserve"> and percentage) classified by the probability of tick species occurrence in eastern Bhutan: RM_B1 for </w:t>
      </w:r>
      <w:r w:rsidRPr="00EF04C2">
        <w:rPr>
          <w:i/>
          <w:iCs/>
        </w:rPr>
        <w:t xml:space="preserve">R. </w:t>
      </w:r>
      <w:proofErr w:type="spellStart"/>
      <w:r w:rsidRPr="00EF04C2">
        <w:rPr>
          <w:i/>
          <w:iCs/>
        </w:rPr>
        <w:t>microplus</w:t>
      </w:r>
      <w:proofErr w:type="spellEnd"/>
      <w:r w:rsidRPr="00EF04C2">
        <w:t xml:space="preserve">; RH_D1 for </w:t>
      </w:r>
      <w:r w:rsidRPr="00EF04C2">
        <w:rPr>
          <w:i/>
          <w:iCs/>
        </w:rPr>
        <w:t xml:space="preserve">R. </w:t>
      </w:r>
      <w:proofErr w:type="spellStart"/>
      <w:r w:rsidRPr="00EF04C2">
        <w:rPr>
          <w:i/>
          <w:iCs/>
        </w:rPr>
        <w:t>haemaphysaloides</w:t>
      </w:r>
      <w:proofErr w:type="spellEnd"/>
      <w:r w:rsidRPr="00EF04C2">
        <w:t xml:space="preserve">; HB_C2 for </w:t>
      </w:r>
      <w:r w:rsidRPr="00EF04C2">
        <w:rPr>
          <w:i/>
          <w:iCs/>
        </w:rPr>
        <w:t xml:space="preserve">H. </w:t>
      </w:r>
      <w:proofErr w:type="spellStart"/>
      <w:r w:rsidRPr="00EF04C2">
        <w:rPr>
          <w:i/>
          <w:iCs/>
        </w:rPr>
        <w:t>bispinosa</w:t>
      </w:r>
      <w:proofErr w:type="spellEnd"/>
      <w:r w:rsidRPr="00EF04C2">
        <w:t xml:space="preserve">; and HS_E1 for </w:t>
      </w:r>
      <w:r w:rsidRPr="00EF04C2">
        <w:rPr>
          <w:i/>
          <w:iCs/>
        </w:rPr>
        <w:t xml:space="preserve">H. </w:t>
      </w:r>
      <w:proofErr w:type="spellStart"/>
      <w:r w:rsidRPr="00EF04C2">
        <w:rPr>
          <w:i/>
          <w:iCs/>
        </w:rPr>
        <w:t>spinigera</w:t>
      </w:r>
      <w:proofErr w:type="spellEnd"/>
      <w:r w:rsidRPr="00EF04C2">
        <w:rPr>
          <w:i/>
          <w:iCs/>
        </w:rPr>
        <w:t>.</w:t>
      </w:r>
    </w:p>
    <w:p w14:paraId="3EB40B11" w14:textId="77777777" w:rsidR="00303189" w:rsidRPr="00303189" w:rsidRDefault="00303189" w:rsidP="00303189">
      <w:pPr>
        <w:pStyle w:val="MDPI32textnoindent"/>
        <w:ind w:left="0"/>
        <w:rPr>
          <w:b/>
          <w:bCs/>
          <w:i/>
          <w:iCs/>
        </w:rPr>
      </w:pPr>
    </w:p>
    <w:tbl>
      <w:tblPr>
        <w:tblW w:w="9668" w:type="dxa"/>
        <w:tblInd w:w="25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1133"/>
        <w:gridCol w:w="850"/>
        <w:gridCol w:w="991"/>
        <w:gridCol w:w="850"/>
        <w:gridCol w:w="1133"/>
        <w:gridCol w:w="849"/>
        <w:gridCol w:w="991"/>
        <w:gridCol w:w="755"/>
        <w:gridCol w:w="944"/>
        <w:gridCol w:w="850"/>
      </w:tblGrid>
      <w:tr w:rsidR="00303189" w14:paraId="7441AC9C" w14:textId="77777777" w:rsidTr="00303189">
        <w:trPr>
          <w:trHeight w:val="249"/>
        </w:trPr>
        <w:tc>
          <w:tcPr>
            <w:tcW w:w="3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195C07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3EC2BA6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6532E22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01DBC59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6EAF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>
              <w:rPr>
                <w:b/>
                <w:lang w:eastAsia="en-CA"/>
              </w:rPr>
              <w:t xml:space="preserve">Probability class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0CEF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5BB131B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75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4D8A3F5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94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616F434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9A32EA8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</w:tr>
      <w:tr w:rsidR="00303189" w14:paraId="4BF04F65" w14:textId="77777777" w:rsidTr="00303189">
        <w:trPr>
          <w:trHeight w:val="249"/>
        </w:trPr>
        <w:tc>
          <w:tcPr>
            <w:tcW w:w="31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87C4C0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Model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B8C3" w14:textId="04DC3D5A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 xml:space="preserve"> </w:t>
            </w:r>
            <w:r>
              <w:rPr>
                <w:b/>
                <w:lang w:eastAsia="en-CA"/>
              </w:rPr>
              <w:t xml:space="preserve"> </w:t>
            </w:r>
            <w:r w:rsidRPr="003C3CD0">
              <w:rPr>
                <w:b/>
                <w:lang w:eastAsia="en-CA"/>
              </w:rPr>
              <w:t>1 (0-</w:t>
            </w:r>
            <w:r>
              <w:rPr>
                <w:b/>
                <w:lang w:eastAsia="en-CA"/>
              </w:rPr>
              <w:t>0.2</w:t>
            </w:r>
            <w:r w:rsidRPr="003C3CD0">
              <w:rPr>
                <w:b/>
                <w:lang w:eastAsia="en-CA"/>
              </w:rPr>
              <w:t>)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07D3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1493" w14:textId="11977BB8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2 (</w:t>
            </w:r>
            <w:r>
              <w:rPr>
                <w:b/>
                <w:lang w:eastAsia="en-CA"/>
              </w:rPr>
              <w:t>0.2</w:t>
            </w:r>
            <w:r w:rsidRPr="003C3CD0">
              <w:rPr>
                <w:b/>
                <w:lang w:eastAsia="en-CA"/>
              </w:rPr>
              <w:t>-</w:t>
            </w:r>
            <w:r>
              <w:rPr>
                <w:b/>
                <w:lang w:eastAsia="en-CA"/>
              </w:rPr>
              <w:t>0.4</w:t>
            </w:r>
            <w:r w:rsidRPr="003C3CD0">
              <w:rPr>
                <w:b/>
                <w:lang w:eastAsia="en-CA"/>
              </w:rPr>
              <w:t>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2CF5" w14:textId="7D53F130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3 (</w:t>
            </w:r>
            <w:r>
              <w:rPr>
                <w:b/>
                <w:lang w:eastAsia="en-CA"/>
              </w:rPr>
              <w:t>0.4</w:t>
            </w:r>
            <w:r w:rsidRPr="003C3CD0">
              <w:rPr>
                <w:b/>
                <w:lang w:eastAsia="en-CA"/>
              </w:rPr>
              <w:t>-</w:t>
            </w:r>
            <w:r>
              <w:rPr>
                <w:b/>
                <w:lang w:eastAsia="en-CA"/>
              </w:rPr>
              <w:t>0.6</w:t>
            </w:r>
            <w:r w:rsidRPr="003C3CD0">
              <w:rPr>
                <w:b/>
                <w:lang w:eastAsia="en-CA"/>
              </w:rPr>
              <w:t>)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9FDF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174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2B4A" w14:textId="73E81CB6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4 (</w:t>
            </w:r>
            <w:r>
              <w:rPr>
                <w:b/>
                <w:lang w:eastAsia="en-CA"/>
              </w:rPr>
              <w:t>0.6</w:t>
            </w:r>
            <w:r w:rsidRPr="003C3CD0">
              <w:rPr>
                <w:b/>
                <w:lang w:eastAsia="en-CA"/>
              </w:rPr>
              <w:t>-</w:t>
            </w:r>
            <w:r>
              <w:rPr>
                <w:b/>
                <w:lang w:eastAsia="en-CA"/>
              </w:rPr>
              <w:t>0.8</w:t>
            </w:r>
            <w:r w:rsidRPr="003C3CD0">
              <w:rPr>
                <w:b/>
                <w:lang w:eastAsia="en-CA"/>
              </w:rPr>
              <w:t>)</w:t>
            </w:r>
          </w:p>
        </w:tc>
        <w:tc>
          <w:tcPr>
            <w:tcW w:w="1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AAB3" w14:textId="146A9E39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5 (</w:t>
            </w:r>
            <w:r>
              <w:rPr>
                <w:b/>
                <w:lang w:eastAsia="en-CA"/>
              </w:rPr>
              <w:t>0.8</w:t>
            </w:r>
            <w:r w:rsidRPr="003C3CD0">
              <w:rPr>
                <w:b/>
                <w:lang w:eastAsia="en-CA"/>
              </w:rPr>
              <w:t>-1)</w:t>
            </w:r>
          </w:p>
        </w:tc>
      </w:tr>
      <w:tr w:rsidR="00303189" w14:paraId="12FF11EA" w14:textId="77777777" w:rsidTr="00303189">
        <w:trPr>
          <w:trHeight w:val="296"/>
        </w:trPr>
        <w:tc>
          <w:tcPr>
            <w:tcW w:w="3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C2A3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D091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 xml:space="preserve"> km</w:t>
            </w:r>
            <w:r w:rsidRPr="003C3CD0">
              <w:rPr>
                <w:b/>
                <w:vertAlign w:val="superscript"/>
                <w:lang w:eastAsia="en-C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0CFE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163B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km</w:t>
            </w:r>
            <w:r w:rsidRPr="003C3CD0">
              <w:rPr>
                <w:b/>
                <w:vertAlign w:val="superscript"/>
                <w:lang w:eastAsia="en-C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CAD9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B295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km</w:t>
            </w:r>
            <w:r w:rsidRPr="003C3CD0">
              <w:rPr>
                <w:b/>
                <w:vertAlign w:val="superscript"/>
                <w:lang w:eastAsia="en-C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F078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0CA1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km</w:t>
            </w:r>
            <w:r w:rsidRPr="003C3CD0">
              <w:rPr>
                <w:b/>
                <w:vertAlign w:val="superscript"/>
                <w:lang w:eastAsia="en-C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3894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%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7988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km</w:t>
            </w:r>
            <w:r w:rsidRPr="003C3CD0">
              <w:rPr>
                <w:b/>
                <w:vertAlign w:val="superscript"/>
                <w:lang w:eastAsia="en-C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309F" w14:textId="77777777" w:rsidR="00303189" w:rsidRPr="003C3CD0" w:rsidRDefault="00303189" w:rsidP="0066263A">
            <w:pPr>
              <w:spacing w:line="360" w:lineRule="auto"/>
              <w:rPr>
                <w:b/>
                <w:lang w:eastAsia="en-CA"/>
              </w:rPr>
            </w:pPr>
            <w:r w:rsidRPr="003C3CD0">
              <w:rPr>
                <w:b/>
                <w:lang w:eastAsia="en-CA"/>
              </w:rPr>
              <w:t>%</w:t>
            </w:r>
          </w:p>
        </w:tc>
      </w:tr>
      <w:tr w:rsidR="00303189" w14:paraId="5C2E4E8F" w14:textId="77777777" w:rsidTr="00303189">
        <w:trPr>
          <w:trHeight w:val="249"/>
        </w:trPr>
        <w:tc>
          <w:tcPr>
            <w:tcW w:w="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02CA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RM_B1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F5D7" w14:textId="77777777" w:rsidR="00303189" w:rsidRPr="003C3CD0" w:rsidRDefault="00303189" w:rsidP="0066263A">
            <w:pPr>
              <w:spacing w:line="360" w:lineRule="auto"/>
              <w:jc w:val="center"/>
              <w:rPr>
                <w:lang w:eastAsia="en-CA"/>
              </w:rPr>
            </w:pPr>
            <w:r>
              <w:rPr>
                <w:lang w:eastAsia="en-CA"/>
              </w:rPr>
              <w:t>1028.5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3FFB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40.4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31DD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251.9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AF2B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9.9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F430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1028.8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C108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40.4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49D1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166.9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9EB5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6.5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600C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5B1E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2.7</w:t>
            </w:r>
          </w:p>
        </w:tc>
      </w:tr>
      <w:tr w:rsidR="00303189" w14:paraId="19558545" w14:textId="77777777" w:rsidTr="00303189">
        <w:trPr>
          <w:trHeight w:val="249"/>
        </w:trPr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7788BAC8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RH_D1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728E01" w14:textId="77777777" w:rsidR="00303189" w:rsidRPr="003C3CD0" w:rsidRDefault="00303189" w:rsidP="0066263A">
            <w:pPr>
              <w:spacing w:line="360" w:lineRule="auto"/>
              <w:jc w:val="center"/>
              <w:rPr>
                <w:lang w:eastAsia="en-CA"/>
              </w:rPr>
            </w:pPr>
            <w:r>
              <w:rPr>
                <w:lang w:eastAsia="en-CA"/>
              </w:rPr>
              <w:t>1119.9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BEA63C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43.9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FC3EE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728.2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05644E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28.6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E5D60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467.8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4FE41D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18.4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EF211F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134.4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0D6946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5.3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43071937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95.9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5F33DE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3.8</w:t>
            </w:r>
          </w:p>
        </w:tc>
      </w:tr>
      <w:tr w:rsidR="00303189" w14:paraId="7A5D288D" w14:textId="77777777" w:rsidTr="00303189">
        <w:trPr>
          <w:trHeight w:val="249"/>
        </w:trPr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0E675B3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HB_C2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3DFF0A" w14:textId="77777777" w:rsidR="00303189" w:rsidRPr="003C3CD0" w:rsidRDefault="00303189" w:rsidP="0066263A">
            <w:pPr>
              <w:spacing w:line="360" w:lineRule="auto"/>
              <w:jc w:val="center"/>
              <w:rPr>
                <w:lang w:eastAsia="en-CA"/>
              </w:rPr>
            </w:pPr>
            <w:r>
              <w:rPr>
                <w:lang w:eastAsia="en-CA"/>
              </w:rPr>
              <w:t>955.4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6DE026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37.5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3CFC05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957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9CFE65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37.6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D83379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502.2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3B671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19.7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EE0DA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19.8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B8DCF80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0.8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7A5E3E8F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92E4B8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4.4</w:t>
            </w:r>
          </w:p>
        </w:tc>
      </w:tr>
      <w:tr w:rsidR="00303189" w14:paraId="0F821D93" w14:textId="77777777" w:rsidTr="00303189">
        <w:trPr>
          <w:trHeight w:val="249"/>
        </w:trPr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62E9B4E3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HS_E1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CD587C" w14:textId="77777777" w:rsidR="00303189" w:rsidRPr="003C3CD0" w:rsidRDefault="00303189" w:rsidP="0066263A">
            <w:pPr>
              <w:spacing w:line="360" w:lineRule="auto"/>
              <w:jc w:val="center"/>
              <w:rPr>
                <w:lang w:eastAsia="en-CA"/>
              </w:rPr>
            </w:pPr>
            <w:r>
              <w:rPr>
                <w:lang w:eastAsia="en-CA"/>
              </w:rPr>
              <w:t>1252.8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855B9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49.2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DA1C2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448.5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833337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17.6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0B779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423.5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9B656B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16.6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E5FCA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>268.2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9FD7869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 w:rsidRPr="003C3CD0">
              <w:rPr>
                <w:lang w:eastAsia="en-CA"/>
              </w:rPr>
              <w:t>10.5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0C013E8C" w14:textId="77777777" w:rsidR="00303189" w:rsidRPr="003C3CD0" w:rsidRDefault="00303189" w:rsidP="0066263A">
            <w:pPr>
              <w:spacing w:line="360" w:lineRule="auto"/>
              <w:jc w:val="center"/>
              <w:rPr>
                <w:lang w:eastAsia="en-CA"/>
              </w:rPr>
            </w:pPr>
            <w:r>
              <w:rPr>
                <w:lang w:eastAsia="en-CA"/>
              </w:rPr>
              <w:t>152.9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C931A4" w14:textId="77777777" w:rsidR="00303189" w:rsidRPr="003C3CD0" w:rsidRDefault="00303189" w:rsidP="0066263A">
            <w:pPr>
              <w:spacing w:line="360" w:lineRule="auto"/>
              <w:rPr>
                <w:lang w:eastAsia="en-CA"/>
              </w:rPr>
            </w:pPr>
            <w:r>
              <w:rPr>
                <w:lang w:eastAsia="en-CA"/>
              </w:rPr>
              <w:t xml:space="preserve"> 6</w:t>
            </w:r>
          </w:p>
        </w:tc>
      </w:tr>
    </w:tbl>
    <w:p w14:paraId="06BE1718" w14:textId="77777777" w:rsidR="00E6152A" w:rsidRPr="00E6152A" w:rsidRDefault="00E6152A" w:rsidP="00E6152A"/>
    <w:sectPr w:rsidR="00E6152A" w:rsidRPr="00E6152A" w:rsidSect="00AD58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8C833" w14:textId="77777777" w:rsidR="00D248C9" w:rsidRDefault="00D248C9">
      <w:pPr>
        <w:spacing w:line="240" w:lineRule="auto"/>
      </w:pPr>
      <w:r>
        <w:separator/>
      </w:r>
    </w:p>
  </w:endnote>
  <w:endnote w:type="continuationSeparator" w:id="0">
    <w:p w14:paraId="0D7D1256" w14:textId="77777777" w:rsidR="00D248C9" w:rsidRDefault="00D24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E40" w14:textId="77777777" w:rsidR="00E6152A" w:rsidRDefault="00E61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01E7E" w14:textId="77777777" w:rsidR="00E6152A" w:rsidRDefault="00E6152A" w:rsidP="00E43929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4906F" w14:textId="77777777" w:rsidR="00E6152A" w:rsidRDefault="00E6152A" w:rsidP="003510FA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5F95AF04" w14:textId="77777777" w:rsidR="00E6152A" w:rsidRPr="00372FCD" w:rsidRDefault="00E6152A" w:rsidP="004E361C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>
      <w:rPr>
        <w:i/>
        <w:sz w:val="16"/>
        <w:szCs w:val="16"/>
      </w:rPr>
      <w:t xml:space="preserve">Trop. Med. </w:t>
    </w:r>
    <w:r w:rsidRPr="0078108D">
      <w:rPr>
        <w:i/>
        <w:sz w:val="16"/>
        <w:szCs w:val="16"/>
      </w:rPr>
      <w:t>Infect. Dis.</w:t>
    </w:r>
    <w:r w:rsidRPr="00CD2926">
      <w:rPr>
        <w:i/>
        <w:sz w:val="16"/>
        <w:szCs w:val="16"/>
      </w:rPr>
      <w:t xml:space="preserve"> </w:t>
    </w:r>
    <w:r w:rsidRPr="006525D1">
      <w:rPr>
        <w:b/>
        <w:bCs/>
        <w:iCs/>
        <w:sz w:val="16"/>
        <w:szCs w:val="16"/>
      </w:rPr>
      <w:t>2021</w:t>
    </w:r>
    <w:r w:rsidRPr="00FB3CCF">
      <w:rPr>
        <w:bCs/>
        <w:iCs/>
        <w:sz w:val="16"/>
        <w:szCs w:val="16"/>
      </w:rPr>
      <w:t xml:space="preserve">, </w:t>
    </w:r>
    <w:r w:rsidRPr="006525D1">
      <w:rPr>
        <w:bCs/>
        <w:i/>
        <w:iCs/>
        <w:sz w:val="16"/>
        <w:szCs w:val="16"/>
      </w:rPr>
      <w:t>6</w:t>
    </w:r>
    <w:r w:rsidRPr="00FB3CCF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>
      <w:rPr>
        <w:sz w:val="16"/>
        <w:szCs w:val="16"/>
      </w:rPr>
      <w:t>tropical</w:t>
    </w:r>
    <w:r w:rsidRPr="00EE4C19">
      <w:rPr>
        <w:sz w:val="16"/>
        <w:szCs w:val="16"/>
      </w:rPr>
      <w:t>med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9F2E0" w14:textId="77777777" w:rsidR="00D248C9" w:rsidRDefault="00D248C9">
      <w:pPr>
        <w:spacing w:line="240" w:lineRule="auto"/>
      </w:pPr>
      <w:r>
        <w:separator/>
      </w:r>
    </w:p>
  </w:footnote>
  <w:footnote w:type="continuationSeparator" w:id="0">
    <w:p w14:paraId="04473560" w14:textId="77777777" w:rsidR="00D248C9" w:rsidRDefault="00D24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13E96" w14:textId="77777777" w:rsidR="00E6152A" w:rsidRDefault="00E6152A" w:rsidP="00E4392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A88A1" w14:textId="77777777" w:rsidR="00E6152A" w:rsidRDefault="00E6152A" w:rsidP="004E361C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Trop. Med. Infect. Dis. </w:t>
    </w:r>
    <w:r w:rsidRPr="00087A83">
      <w:rPr>
        <w:b/>
        <w:sz w:val="16"/>
      </w:rPr>
      <w:t>2021</w:t>
    </w:r>
    <w:r w:rsidRPr="00FB3CCF">
      <w:rPr>
        <w:sz w:val="16"/>
      </w:rPr>
      <w:t xml:space="preserve">, </w:t>
    </w:r>
    <w:r w:rsidRPr="00087A83">
      <w:rPr>
        <w:i/>
        <w:sz w:val="16"/>
      </w:rPr>
      <w:t>6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26184076" w14:textId="77777777" w:rsidR="00E6152A" w:rsidRPr="008D3D08" w:rsidRDefault="00E6152A" w:rsidP="003510F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E6152A" w:rsidRPr="004E361C" w14:paraId="1EEF30CF" w14:textId="77777777" w:rsidTr="004E361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9199CA2" w14:textId="77777777" w:rsidR="00E6152A" w:rsidRPr="00BE715A" w:rsidRDefault="00E6152A" w:rsidP="004E361C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E715A">
            <w:rPr>
              <w:rFonts w:eastAsia="DengXian"/>
              <w:b/>
              <w:bCs/>
            </w:rPr>
            <w:drawing>
              <wp:inline distT="0" distB="0" distL="0" distR="0" wp14:anchorId="5BFB8509" wp14:editId="402F287D">
                <wp:extent cx="1752600" cy="431800"/>
                <wp:effectExtent l="0" t="0" r="0" b="0"/>
                <wp:docPr id="8" name="Picture 6" descr="C:\Users\home\Downloads\TropicalMed-logo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home\Downloads\TropicalMed-logo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69AD90E" w14:textId="77777777" w:rsidR="00E6152A" w:rsidRPr="00BE715A" w:rsidRDefault="00E6152A" w:rsidP="004E361C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D85BEA2" w14:textId="77777777" w:rsidR="00E6152A" w:rsidRPr="00BE715A" w:rsidRDefault="00E6152A" w:rsidP="004E361C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BE715A">
            <w:rPr>
              <w:rFonts w:eastAsia="DengXian"/>
              <w:b/>
              <w:bCs/>
            </w:rPr>
            <w:drawing>
              <wp:inline distT="0" distB="0" distL="0" distR="0" wp14:anchorId="7CDB5547" wp14:editId="49F63E80">
                <wp:extent cx="541655" cy="355600"/>
                <wp:effectExtent l="0" t="0" r="0" b="0"/>
                <wp:docPr id="7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303483" w14:textId="77777777" w:rsidR="00E6152A" w:rsidRPr="00C26CEB" w:rsidRDefault="00E6152A" w:rsidP="003510FA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2A"/>
    <w:rsid w:val="00036029"/>
    <w:rsid w:val="00047F1A"/>
    <w:rsid w:val="00060F54"/>
    <w:rsid w:val="00083BAA"/>
    <w:rsid w:val="00087A83"/>
    <w:rsid w:val="000B3CC5"/>
    <w:rsid w:val="00176277"/>
    <w:rsid w:val="001961D0"/>
    <w:rsid w:val="001B7540"/>
    <w:rsid w:val="001C3112"/>
    <w:rsid w:val="001E1D48"/>
    <w:rsid w:val="001E2AEB"/>
    <w:rsid w:val="001F208A"/>
    <w:rsid w:val="00201356"/>
    <w:rsid w:val="00207D06"/>
    <w:rsid w:val="00242B4B"/>
    <w:rsid w:val="002719BD"/>
    <w:rsid w:val="00294209"/>
    <w:rsid w:val="002E04B9"/>
    <w:rsid w:val="002F79A8"/>
    <w:rsid w:val="00303189"/>
    <w:rsid w:val="003072BD"/>
    <w:rsid w:val="00321F58"/>
    <w:rsid w:val="00326141"/>
    <w:rsid w:val="003510FA"/>
    <w:rsid w:val="00370DA2"/>
    <w:rsid w:val="003816B3"/>
    <w:rsid w:val="00381F4B"/>
    <w:rsid w:val="0039345A"/>
    <w:rsid w:val="003C07B0"/>
    <w:rsid w:val="003E7724"/>
    <w:rsid w:val="00401D30"/>
    <w:rsid w:val="0041273F"/>
    <w:rsid w:val="004536AB"/>
    <w:rsid w:val="00476E3E"/>
    <w:rsid w:val="00496B06"/>
    <w:rsid w:val="004E361C"/>
    <w:rsid w:val="004F1FC4"/>
    <w:rsid w:val="0051059C"/>
    <w:rsid w:val="00531069"/>
    <w:rsid w:val="005530F0"/>
    <w:rsid w:val="00570FDC"/>
    <w:rsid w:val="005B0FF6"/>
    <w:rsid w:val="005D3003"/>
    <w:rsid w:val="005D4FF4"/>
    <w:rsid w:val="005D6D94"/>
    <w:rsid w:val="005E44D6"/>
    <w:rsid w:val="00607E7C"/>
    <w:rsid w:val="006525D1"/>
    <w:rsid w:val="0067490C"/>
    <w:rsid w:val="00685E3F"/>
    <w:rsid w:val="00692393"/>
    <w:rsid w:val="006A1124"/>
    <w:rsid w:val="006B10BD"/>
    <w:rsid w:val="006D6CD0"/>
    <w:rsid w:val="006E77E7"/>
    <w:rsid w:val="00716F65"/>
    <w:rsid w:val="0072110D"/>
    <w:rsid w:val="0073226F"/>
    <w:rsid w:val="00746249"/>
    <w:rsid w:val="00761C7B"/>
    <w:rsid w:val="0077517F"/>
    <w:rsid w:val="00783835"/>
    <w:rsid w:val="007B02F5"/>
    <w:rsid w:val="007C2833"/>
    <w:rsid w:val="008109EF"/>
    <w:rsid w:val="00827794"/>
    <w:rsid w:val="00834353"/>
    <w:rsid w:val="00862714"/>
    <w:rsid w:val="00871A76"/>
    <w:rsid w:val="008A20A7"/>
    <w:rsid w:val="008F0605"/>
    <w:rsid w:val="00900270"/>
    <w:rsid w:val="00934481"/>
    <w:rsid w:val="00937D1C"/>
    <w:rsid w:val="0094547D"/>
    <w:rsid w:val="00962E08"/>
    <w:rsid w:val="0097011B"/>
    <w:rsid w:val="00974C06"/>
    <w:rsid w:val="00986FA3"/>
    <w:rsid w:val="009A171C"/>
    <w:rsid w:val="009B51EE"/>
    <w:rsid w:val="009C118B"/>
    <w:rsid w:val="009D0775"/>
    <w:rsid w:val="009D2A53"/>
    <w:rsid w:val="009F70E6"/>
    <w:rsid w:val="00A52E95"/>
    <w:rsid w:val="00A61DBC"/>
    <w:rsid w:val="00A74208"/>
    <w:rsid w:val="00A87AFF"/>
    <w:rsid w:val="00A9116C"/>
    <w:rsid w:val="00AA480D"/>
    <w:rsid w:val="00AA7E22"/>
    <w:rsid w:val="00AC2F08"/>
    <w:rsid w:val="00AD5817"/>
    <w:rsid w:val="00B30ED8"/>
    <w:rsid w:val="00B315A0"/>
    <w:rsid w:val="00B41D21"/>
    <w:rsid w:val="00BA7A39"/>
    <w:rsid w:val="00BB3D6B"/>
    <w:rsid w:val="00BE18C7"/>
    <w:rsid w:val="00BE715A"/>
    <w:rsid w:val="00BF7D8A"/>
    <w:rsid w:val="00C221FF"/>
    <w:rsid w:val="00C26CEB"/>
    <w:rsid w:val="00C326FD"/>
    <w:rsid w:val="00C33F46"/>
    <w:rsid w:val="00C5441E"/>
    <w:rsid w:val="00C7248C"/>
    <w:rsid w:val="00C7371B"/>
    <w:rsid w:val="00C8660E"/>
    <w:rsid w:val="00CB6F56"/>
    <w:rsid w:val="00CC1E44"/>
    <w:rsid w:val="00D248C9"/>
    <w:rsid w:val="00D43AD1"/>
    <w:rsid w:val="00DA21C5"/>
    <w:rsid w:val="00DD4567"/>
    <w:rsid w:val="00DF35AA"/>
    <w:rsid w:val="00DF6697"/>
    <w:rsid w:val="00E00BC1"/>
    <w:rsid w:val="00E0333A"/>
    <w:rsid w:val="00E13D4A"/>
    <w:rsid w:val="00E43929"/>
    <w:rsid w:val="00E54DF4"/>
    <w:rsid w:val="00E61211"/>
    <w:rsid w:val="00E6152A"/>
    <w:rsid w:val="00E80CEF"/>
    <w:rsid w:val="00E8512E"/>
    <w:rsid w:val="00E96E27"/>
    <w:rsid w:val="00EC38D9"/>
    <w:rsid w:val="00EE4247"/>
    <w:rsid w:val="00EF04C2"/>
    <w:rsid w:val="00EF1112"/>
    <w:rsid w:val="00EF7F0F"/>
    <w:rsid w:val="00F0657B"/>
    <w:rsid w:val="00F20F53"/>
    <w:rsid w:val="00F237EA"/>
    <w:rsid w:val="00F71337"/>
    <w:rsid w:val="00FA33BD"/>
    <w:rsid w:val="00FB2B54"/>
    <w:rsid w:val="00FB3CCF"/>
    <w:rsid w:val="00FB7DAF"/>
    <w:rsid w:val="00FC2542"/>
    <w:rsid w:val="00FC6E97"/>
    <w:rsid w:val="00FE3088"/>
    <w:rsid w:val="00FE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D0BE5"/>
  <w15:chartTrackingRefBased/>
  <w15:docId w15:val="{F837BF02-4FEC-AA4A-AC9D-3B65B40D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B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BC1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52A"/>
    <w:pPr>
      <w:keepNext/>
      <w:keepLines/>
      <w:spacing w:before="40" w:line="259" w:lineRule="auto"/>
      <w:jc w:val="left"/>
      <w:outlineLvl w:val="1"/>
    </w:pPr>
    <w:rPr>
      <w:rFonts w:ascii="Times New Roman" w:eastAsia="Times New Roman" w:hAnsi="Times New Roman"/>
      <w:b/>
      <w:noProof w:val="0"/>
      <w:color w:val="auto"/>
      <w:sz w:val="24"/>
      <w:szCs w:val="26"/>
      <w:lang w:val="en-CA" w:eastAsia="en-US"/>
    </w:rPr>
  </w:style>
  <w:style w:type="character" w:default="1" w:styleId="DefaultParagraphFont">
    <w:name w:val="Default Paragraph Font"/>
    <w:uiPriority w:val="1"/>
    <w:semiHidden/>
    <w:unhideWhenUsed/>
    <w:rsid w:val="00E00BC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00BC1"/>
  </w:style>
  <w:style w:type="paragraph" w:customStyle="1" w:styleId="MDPI11articletype">
    <w:name w:val="MDPI_1.1_article_type"/>
    <w:next w:val="Normal"/>
    <w:qFormat/>
    <w:rsid w:val="00E00BC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E00BC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E00BC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E00BC1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E00BC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E00BC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E00BC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E00BC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E308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E00BC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00BC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00BC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00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00BC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00BC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E00BC1"/>
    <w:pPr>
      <w:ind w:firstLine="0"/>
    </w:pPr>
  </w:style>
  <w:style w:type="paragraph" w:customStyle="1" w:styleId="MDPI31text">
    <w:name w:val="MDPI_3.1_text"/>
    <w:qFormat/>
    <w:rsid w:val="00EF7F0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E00BC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E00BC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E00BC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E00BC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E00BC1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E00BC1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E00BC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E00BC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E00BC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F7133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E00BC1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E00BC1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E00BC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E00BC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E00BC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E00BC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E00BC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E00BC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4F1FC4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E00BC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00BC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AD5817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E00BC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00BC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871A7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B3CC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00BC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E00BC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63Notes">
    <w:name w:val="MDPI_6.3_Notes"/>
    <w:qFormat/>
    <w:rsid w:val="00E00BC1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bidi="en-US"/>
    </w:rPr>
  </w:style>
  <w:style w:type="paragraph" w:customStyle="1" w:styleId="MDPI15academiceditor">
    <w:name w:val="MDPI_1.5_academic_editor"/>
    <w:qFormat/>
    <w:rsid w:val="00E00BC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E00BC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E00BC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E00BC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E00BC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00BC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E00BC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E00BC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E00BC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E00BC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E00BC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E00BC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E00BC1"/>
    <w:rPr>
      <w:rFonts w:ascii="Palatino Linotype" w:hAnsi="Palatino Linotype"/>
      <w:color w:val="00000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00BC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E00BC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E00BC1"/>
  </w:style>
  <w:style w:type="paragraph" w:styleId="Bibliography">
    <w:name w:val="Bibliography"/>
    <w:basedOn w:val="Normal"/>
    <w:next w:val="Normal"/>
    <w:uiPriority w:val="37"/>
    <w:semiHidden/>
    <w:unhideWhenUsed/>
    <w:rsid w:val="00E00BC1"/>
  </w:style>
  <w:style w:type="paragraph" w:styleId="BodyText">
    <w:name w:val="Body Text"/>
    <w:link w:val="BodyTextChar"/>
    <w:rsid w:val="00E00BC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E00BC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00BC1"/>
    <w:rPr>
      <w:sz w:val="21"/>
      <w:szCs w:val="21"/>
    </w:rPr>
  </w:style>
  <w:style w:type="paragraph" w:styleId="CommentText">
    <w:name w:val="annotation text"/>
    <w:basedOn w:val="Normal"/>
    <w:link w:val="CommentTextChar"/>
    <w:rsid w:val="00E00BC1"/>
  </w:style>
  <w:style w:type="character" w:customStyle="1" w:styleId="CommentTextChar">
    <w:name w:val="Comment Text Char"/>
    <w:link w:val="CommentText"/>
    <w:rsid w:val="00E00BC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00BC1"/>
    <w:rPr>
      <w:b/>
      <w:bCs/>
    </w:rPr>
  </w:style>
  <w:style w:type="character" w:customStyle="1" w:styleId="CommentSubjectChar">
    <w:name w:val="Comment Subject Char"/>
    <w:link w:val="CommentSubject"/>
    <w:rsid w:val="00E00BC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00BC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00BC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00BC1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00BC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00BC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00BC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00BC1"/>
    <w:rPr>
      <w:szCs w:val="24"/>
    </w:rPr>
  </w:style>
  <w:style w:type="paragraph" w:customStyle="1" w:styleId="MsoFootnoteText0">
    <w:name w:val="MsoFootnoteText"/>
    <w:basedOn w:val="NormalWeb"/>
    <w:qFormat/>
    <w:rsid w:val="00E00BC1"/>
    <w:rPr>
      <w:rFonts w:ascii="Times New Roman" w:hAnsi="Times New Roman"/>
    </w:rPr>
  </w:style>
  <w:style w:type="character" w:styleId="PageNumber">
    <w:name w:val="page number"/>
    <w:rsid w:val="00E00BC1"/>
  </w:style>
  <w:style w:type="character" w:styleId="PlaceholderText">
    <w:name w:val="Placeholder Text"/>
    <w:uiPriority w:val="99"/>
    <w:semiHidden/>
    <w:rsid w:val="00E00BC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E6152A"/>
    <w:rPr>
      <w:rFonts w:ascii="Times New Roman" w:eastAsia="Times New Roman" w:hAnsi="Times New Roman"/>
      <w:b/>
      <w:sz w:val="24"/>
      <w:szCs w:val="26"/>
      <w:lang w:val="en-CA"/>
    </w:rPr>
  </w:style>
  <w:style w:type="paragraph" w:styleId="Caption">
    <w:name w:val="caption"/>
    <w:basedOn w:val="Normal"/>
    <w:next w:val="Normal"/>
    <w:unhideWhenUsed/>
    <w:qFormat/>
    <w:rsid w:val="00E6152A"/>
    <w:pPr>
      <w:spacing w:after="200" w:line="240" w:lineRule="auto"/>
      <w:jc w:val="left"/>
    </w:pPr>
    <w:rPr>
      <w:rFonts w:ascii="Times New Roman" w:eastAsia="Times New Roman" w:hAnsi="Times New Roman"/>
      <w:i/>
      <w:iCs/>
      <w:noProof w:val="0"/>
      <w:color w:val="44546A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tif"/><Relationship Id="rId4" Type="http://schemas.openxmlformats.org/officeDocument/2006/relationships/webSettings" Target="webSettings.xml"/><Relationship Id="rId9" Type="http://schemas.openxmlformats.org/officeDocument/2006/relationships/image" Target="media/image3.ti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myangnamgyal/Documents/PlOS%20ONE_Ticks/JN_Supplementary%20fi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JN_Supplementary files.dot</Template>
  <TotalTime>27</TotalTime>
  <Pages>11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Microsoft Office User</dc:creator>
  <cp:keywords/>
  <dc:description/>
  <cp:lastModifiedBy>Jamyang Namgyal</cp:lastModifiedBy>
  <cp:revision>2</cp:revision>
  <dcterms:created xsi:type="dcterms:W3CDTF">2021-01-15T12:55:00Z</dcterms:created>
  <dcterms:modified xsi:type="dcterms:W3CDTF">2021-01-15T13:35:00Z</dcterms:modified>
</cp:coreProperties>
</file>